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F0E25" w14:textId="3F5BB3F0" w:rsidR="000719BB" w:rsidRDefault="00AF679D" w:rsidP="006C2343">
      <w:pPr>
        <w:pStyle w:val="Titul2"/>
      </w:pPr>
      <w:r>
        <w:t xml:space="preserve"> </w:t>
      </w:r>
    </w:p>
    <w:p w14:paraId="7F4E5AC2" w14:textId="77777777" w:rsidR="00826B7B" w:rsidRDefault="00826B7B" w:rsidP="006C2343">
      <w:pPr>
        <w:pStyle w:val="Titul2"/>
      </w:pPr>
    </w:p>
    <w:p w14:paraId="7BFCC2F4" w14:textId="77777777" w:rsidR="003254A3" w:rsidRPr="000719BB" w:rsidRDefault="003254A3" w:rsidP="006C2343">
      <w:pPr>
        <w:pStyle w:val="Titul2"/>
      </w:pPr>
    </w:p>
    <w:p w14:paraId="2ACFFBDC" w14:textId="77777777" w:rsidR="00AD0C7B" w:rsidRDefault="00AD0C7B" w:rsidP="006C2343">
      <w:pPr>
        <w:pStyle w:val="Titul1"/>
      </w:pPr>
      <w:r>
        <w:t>Technická specifikace</w:t>
      </w:r>
    </w:p>
    <w:p w14:paraId="07FDEC16" w14:textId="77777777" w:rsidR="003254A3" w:rsidRDefault="003254A3" w:rsidP="00AD0C7B">
      <w:pPr>
        <w:pStyle w:val="Titul2"/>
      </w:pPr>
    </w:p>
    <w:p w14:paraId="3356AE35" w14:textId="77777777" w:rsidR="00AD0C7B" w:rsidRDefault="0069470F" w:rsidP="006C2343">
      <w:pPr>
        <w:pStyle w:val="Titul1"/>
      </w:pPr>
      <w:r>
        <w:t xml:space="preserve">Zvláštní </w:t>
      </w:r>
      <w:r w:rsidR="00AD0C7B">
        <w:t>technické podmínky</w:t>
      </w:r>
    </w:p>
    <w:p w14:paraId="1F65F329" w14:textId="77777777" w:rsidR="00AD0C7B" w:rsidRDefault="00AD0C7B" w:rsidP="00EB46E5">
      <w:pPr>
        <w:pStyle w:val="Titul2"/>
      </w:pPr>
    </w:p>
    <w:p w14:paraId="252E1F72"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579310D" w14:textId="77777777" w:rsidR="002007BA" w:rsidRDefault="002007BA" w:rsidP="006C2343">
      <w:pPr>
        <w:pStyle w:val="Tituldatum"/>
      </w:pPr>
    </w:p>
    <w:p w14:paraId="455BBB5B" w14:textId="666180CA" w:rsidR="00BF54FE" w:rsidRDefault="006D621E" w:rsidP="006C2343">
      <w:pPr>
        <w:pStyle w:val="Tituldatum"/>
      </w:pPr>
      <w:sdt>
        <w:sdtPr>
          <w:rPr>
            <w:b/>
            <w:sz w:val="36"/>
          </w:rPr>
          <w:alias w:val="Název akce - VYplnit pole - přenese se do zápatí"/>
          <w:tag w:val="Název akce"/>
          <w:id w:val="1889687308"/>
          <w:placeholder>
            <w:docPart w:val="C08E5C6669E44C768F5DF2B1E5719337"/>
          </w:placeholder>
          <w:text w:multiLine="1"/>
        </w:sdtPr>
        <w:sdtEndPr/>
        <w:sdtContent>
          <w:r w:rsidR="009B4528" w:rsidRPr="009B4528">
            <w:rPr>
              <w:b/>
              <w:sz w:val="36"/>
            </w:rPr>
            <w:t>„</w:t>
          </w:r>
          <w:r w:rsidR="009B4528">
            <w:rPr>
              <w:b/>
              <w:sz w:val="36"/>
            </w:rPr>
            <w:t>Rekonstrukce výpravní budovy Ostrava</w:t>
          </w:r>
          <w:r w:rsidR="005415AD">
            <w:rPr>
              <w:b/>
              <w:sz w:val="36"/>
            </w:rPr>
            <w:noBreakHyphen/>
          </w:r>
          <w:r w:rsidR="009B4528">
            <w:rPr>
              <w:b/>
              <w:sz w:val="36"/>
            </w:rPr>
            <w:t>Vítkovice</w:t>
          </w:r>
        </w:sdtContent>
      </w:sdt>
      <w:r w:rsidR="005415AD">
        <w:rPr>
          <w:b/>
          <w:sz w:val="36"/>
        </w:rPr>
        <w:t>“</w:t>
      </w:r>
    </w:p>
    <w:p w14:paraId="6B2F60CE" w14:textId="77777777" w:rsidR="00BF54FE" w:rsidRDefault="00BF54FE" w:rsidP="006C2343">
      <w:pPr>
        <w:pStyle w:val="Tituldatum"/>
      </w:pPr>
    </w:p>
    <w:p w14:paraId="13A1BB5F" w14:textId="77777777" w:rsidR="009226C1" w:rsidRDefault="009226C1" w:rsidP="006C2343">
      <w:pPr>
        <w:pStyle w:val="Tituldatum"/>
      </w:pPr>
    </w:p>
    <w:p w14:paraId="3E9DDACB" w14:textId="77777777" w:rsidR="003B111D" w:rsidRDefault="003B111D" w:rsidP="006C2343">
      <w:pPr>
        <w:pStyle w:val="Tituldatum"/>
      </w:pPr>
    </w:p>
    <w:p w14:paraId="48DF68D3" w14:textId="77777777" w:rsidR="007107DA" w:rsidRDefault="007107DA" w:rsidP="006C2343">
      <w:pPr>
        <w:pStyle w:val="Tituldatum"/>
      </w:pPr>
    </w:p>
    <w:p w14:paraId="3DC540A4" w14:textId="77777777" w:rsidR="007107DA" w:rsidRDefault="007107DA" w:rsidP="006C2343">
      <w:pPr>
        <w:pStyle w:val="Tituldatum"/>
      </w:pPr>
    </w:p>
    <w:p w14:paraId="534DB330" w14:textId="77777777" w:rsidR="007107DA" w:rsidRDefault="007107DA" w:rsidP="006C2343">
      <w:pPr>
        <w:pStyle w:val="Tituldatum"/>
      </w:pPr>
    </w:p>
    <w:p w14:paraId="66E00995" w14:textId="12FFCD44" w:rsidR="00826B7B" w:rsidRPr="006C2343" w:rsidRDefault="006C2343" w:rsidP="006C2343">
      <w:pPr>
        <w:pStyle w:val="Tituldatum"/>
      </w:pPr>
      <w:r w:rsidRPr="006C2343">
        <w:t xml:space="preserve">Datum </w:t>
      </w:r>
      <w:r w:rsidRPr="00D25B1A">
        <w:t xml:space="preserve">vydání: </w:t>
      </w:r>
      <w:r w:rsidRPr="00D25B1A">
        <w:tab/>
      </w:r>
      <w:r w:rsidR="00D25B1A" w:rsidRPr="00D25B1A">
        <w:t>23</w:t>
      </w:r>
      <w:r w:rsidR="009B4528" w:rsidRPr="00D25B1A">
        <w:t>. 1</w:t>
      </w:r>
      <w:r w:rsidR="00D25B1A" w:rsidRPr="00D25B1A">
        <w:t>1</w:t>
      </w:r>
      <w:r w:rsidR="009B4528" w:rsidRPr="00D25B1A">
        <w:t>. 2023</w:t>
      </w:r>
      <w:r w:rsidR="0076790E">
        <w:t xml:space="preserve"> </w:t>
      </w:r>
    </w:p>
    <w:p w14:paraId="3BDC8E78" w14:textId="77777777" w:rsidR="00826B7B" w:rsidRDefault="00826B7B">
      <w:r>
        <w:br w:type="page"/>
      </w:r>
    </w:p>
    <w:p w14:paraId="1752564E" w14:textId="77777777" w:rsidR="00BD7E91" w:rsidRDefault="00BD7E91" w:rsidP="00B101FD">
      <w:pPr>
        <w:pStyle w:val="Nadpisbezsl1-1"/>
      </w:pPr>
      <w:r>
        <w:lastRenderedPageBreak/>
        <w:t>Obsah</w:t>
      </w:r>
      <w:r w:rsidR="00887F36">
        <w:t xml:space="preserve"> </w:t>
      </w:r>
    </w:p>
    <w:p w14:paraId="3E12B732" w14:textId="0289E7B5" w:rsidR="00220EAE"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2937729" w:history="1">
        <w:r w:rsidR="00220EAE" w:rsidRPr="00216186">
          <w:rPr>
            <w:rStyle w:val="Hypertextovodkaz"/>
          </w:rPr>
          <w:t>SEZNAM ZKRATEK</w:t>
        </w:r>
        <w:r w:rsidR="00220EAE">
          <w:rPr>
            <w:noProof/>
            <w:webHidden/>
          </w:rPr>
          <w:tab/>
        </w:r>
        <w:r w:rsidR="00220EAE">
          <w:rPr>
            <w:noProof/>
            <w:webHidden/>
          </w:rPr>
          <w:fldChar w:fldCharType="begin"/>
        </w:r>
        <w:r w:rsidR="00220EAE">
          <w:rPr>
            <w:noProof/>
            <w:webHidden/>
          </w:rPr>
          <w:instrText xml:space="preserve"> PAGEREF _Toc152937729 \h </w:instrText>
        </w:r>
        <w:r w:rsidR="00220EAE">
          <w:rPr>
            <w:noProof/>
            <w:webHidden/>
          </w:rPr>
        </w:r>
        <w:r w:rsidR="00220EAE">
          <w:rPr>
            <w:noProof/>
            <w:webHidden/>
          </w:rPr>
          <w:fldChar w:fldCharType="separate"/>
        </w:r>
        <w:r w:rsidR="00220EAE">
          <w:rPr>
            <w:noProof/>
            <w:webHidden/>
          </w:rPr>
          <w:t>2</w:t>
        </w:r>
        <w:r w:rsidR="00220EAE">
          <w:rPr>
            <w:noProof/>
            <w:webHidden/>
          </w:rPr>
          <w:fldChar w:fldCharType="end"/>
        </w:r>
      </w:hyperlink>
    </w:p>
    <w:p w14:paraId="6F0ABE9F" w14:textId="55DA7DBF"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30" w:history="1">
        <w:r w:rsidR="00220EAE" w:rsidRPr="00216186">
          <w:rPr>
            <w:rStyle w:val="Hypertextovodkaz"/>
          </w:rPr>
          <w:t>1.</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SPECIFIKACE PŘEDMĚTU DÍLA</w:t>
        </w:r>
        <w:r w:rsidR="00220EAE">
          <w:rPr>
            <w:noProof/>
            <w:webHidden/>
          </w:rPr>
          <w:tab/>
        </w:r>
        <w:r w:rsidR="00220EAE">
          <w:rPr>
            <w:noProof/>
            <w:webHidden/>
          </w:rPr>
          <w:fldChar w:fldCharType="begin"/>
        </w:r>
        <w:r w:rsidR="00220EAE">
          <w:rPr>
            <w:noProof/>
            <w:webHidden/>
          </w:rPr>
          <w:instrText xml:space="preserve"> PAGEREF _Toc152937730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0A3FC237" w14:textId="26204558"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31" w:history="1">
        <w:r w:rsidR="00220EAE" w:rsidRPr="00216186">
          <w:rPr>
            <w:rStyle w:val="Hypertextovodkaz"/>
          </w:rPr>
          <w:t>1.1</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Účel a rozsah předmětu Díla</w:t>
        </w:r>
        <w:r w:rsidR="00220EAE">
          <w:rPr>
            <w:noProof/>
            <w:webHidden/>
          </w:rPr>
          <w:tab/>
        </w:r>
        <w:r w:rsidR="00220EAE">
          <w:rPr>
            <w:noProof/>
            <w:webHidden/>
          </w:rPr>
          <w:fldChar w:fldCharType="begin"/>
        </w:r>
        <w:r w:rsidR="00220EAE">
          <w:rPr>
            <w:noProof/>
            <w:webHidden/>
          </w:rPr>
          <w:instrText xml:space="preserve"> PAGEREF _Toc152937731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4B0A738C" w14:textId="1C6321F6"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32" w:history="1">
        <w:r w:rsidR="00220EAE" w:rsidRPr="00216186">
          <w:rPr>
            <w:rStyle w:val="Hypertextovodkaz"/>
          </w:rPr>
          <w:t>1.2</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Umístění stavby</w:t>
        </w:r>
        <w:r w:rsidR="00220EAE">
          <w:rPr>
            <w:noProof/>
            <w:webHidden/>
          </w:rPr>
          <w:tab/>
        </w:r>
        <w:r w:rsidR="00220EAE">
          <w:rPr>
            <w:noProof/>
            <w:webHidden/>
          </w:rPr>
          <w:fldChar w:fldCharType="begin"/>
        </w:r>
        <w:r w:rsidR="00220EAE">
          <w:rPr>
            <w:noProof/>
            <w:webHidden/>
          </w:rPr>
          <w:instrText xml:space="preserve"> PAGEREF _Toc152937732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6AFFAB35" w14:textId="060B623F"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33" w:history="1">
        <w:r w:rsidR="00220EAE" w:rsidRPr="00216186">
          <w:rPr>
            <w:rStyle w:val="Hypertextovodkaz"/>
          </w:rPr>
          <w:t>2.</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PŘEHLED VÝCHOZÍCH PODKLADŮ</w:t>
        </w:r>
        <w:r w:rsidR="00220EAE">
          <w:rPr>
            <w:noProof/>
            <w:webHidden/>
          </w:rPr>
          <w:tab/>
        </w:r>
        <w:r w:rsidR="00220EAE">
          <w:rPr>
            <w:noProof/>
            <w:webHidden/>
          </w:rPr>
          <w:fldChar w:fldCharType="begin"/>
        </w:r>
        <w:r w:rsidR="00220EAE">
          <w:rPr>
            <w:noProof/>
            <w:webHidden/>
          </w:rPr>
          <w:instrText xml:space="preserve"> PAGEREF _Toc152937733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6D57F8ED" w14:textId="78EFCD9B"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34" w:history="1">
        <w:r w:rsidR="00220EAE" w:rsidRPr="00216186">
          <w:rPr>
            <w:rStyle w:val="Hypertextovodkaz"/>
          </w:rPr>
          <w:t>2.1</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Projektová dokumentace</w:t>
        </w:r>
        <w:r w:rsidR="00220EAE">
          <w:rPr>
            <w:noProof/>
            <w:webHidden/>
          </w:rPr>
          <w:tab/>
        </w:r>
        <w:r w:rsidR="00220EAE">
          <w:rPr>
            <w:noProof/>
            <w:webHidden/>
          </w:rPr>
          <w:fldChar w:fldCharType="begin"/>
        </w:r>
        <w:r w:rsidR="00220EAE">
          <w:rPr>
            <w:noProof/>
            <w:webHidden/>
          </w:rPr>
          <w:instrText xml:space="preserve"> PAGEREF _Toc152937734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62F592DB" w14:textId="0BFF8F3C"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35" w:history="1">
        <w:r w:rsidR="00220EAE" w:rsidRPr="00216186">
          <w:rPr>
            <w:rStyle w:val="Hypertextovodkaz"/>
          </w:rPr>
          <w:t>2.2</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Související dokumentace</w:t>
        </w:r>
        <w:r w:rsidR="00220EAE">
          <w:rPr>
            <w:noProof/>
            <w:webHidden/>
          </w:rPr>
          <w:tab/>
        </w:r>
        <w:r w:rsidR="00220EAE">
          <w:rPr>
            <w:noProof/>
            <w:webHidden/>
          </w:rPr>
          <w:fldChar w:fldCharType="begin"/>
        </w:r>
        <w:r w:rsidR="00220EAE">
          <w:rPr>
            <w:noProof/>
            <w:webHidden/>
          </w:rPr>
          <w:instrText xml:space="preserve"> PAGEREF _Toc152937735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020FD805" w14:textId="64520E4C"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36" w:history="1">
        <w:r w:rsidR="00220EAE" w:rsidRPr="00216186">
          <w:rPr>
            <w:rStyle w:val="Hypertextovodkaz"/>
          </w:rPr>
          <w:t>3.</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KOORDINACE S JINÝMI STAVBAMI</w:t>
        </w:r>
        <w:r w:rsidR="00220EAE">
          <w:rPr>
            <w:noProof/>
            <w:webHidden/>
          </w:rPr>
          <w:tab/>
        </w:r>
        <w:r w:rsidR="00220EAE">
          <w:rPr>
            <w:noProof/>
            <w:webHidden/>
          </w:rPr>
          <w:fldChar w:fldCharType="begin"/>
        </w:r>
        <w:r w:rsidR="00220EAE">
          <w:rPr>
            <w:noProof/>
            <w:webHidden/>
          </w:rPr>
          <w:instrText xml:space="preserve"> PAGEREF _Toc152937736 \h </w:instrText>
        </w:r>
        <w:r w:rsidR="00220EAE">
          <w:rPr>
            <w:noProof/>
            <w:webHidden/>
          </w:rPr>
        </w:r>
        <w:r w:rsidR="00220EAE">
          <w:rPr>
            <w:noProof/>
            <w:webHidden/>
          </w:rPr>
          <w:fldChar w:fldCharType="separate"/>
        </w:r>
        <w:r w:rsidR="00220EAE">
          <w:rPr>
            <w:noProof/>
            <w:webHidden/>
          </w:rPr>
          <w:t>3</w:t>
        </w:r>
        <w:r w:rsidR="00220EAE">
          <w:rPr>
            <w:noProof/>
            <w:webHidden/>
          </w:rPr>
          <w:fldChar w:fldCharType="end"/>
        </w:r>
      </w:hyperlink>
    </w:p>
    <w:p w14:paraId="34DEDFFB" w14:textId="6E16105D"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37" w:history="1">
        <w:r w:rsidR="00220EAE" w:rsidRPr="00216186">
          <w:rPr>
            <w:rStyle w:val="Hypertextovodkaz"/>
          </w:rPr>
          <w:t>4.</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POŽADAVKY NA TECHNICKÉ ŘEŠENÍ A PROVEDENÍ DÍLA</w:t>
        </w:r>
        <w:r w:rsidR="00220EAE">
          <w:rPr>
            <w:noProof/>
            <w:webHidden/>
          </w:rPr>
          <w:tab/>
        </w:r>
        <w:r w:rsidR="00220EAE">
          <w:rPr>
            <w:noProof/>
            <w:webHidden/>
          </w:rPr>
          <w:fldChar w:fldCharType="begin"/>
        </w:r>
        <w:r w:rsidR="00220EAE">
          <w:rPr>
            <w:noProof/>
            <w:webHidden/>
          </w:rPr>
          <w:instrText xml:space="preserve"> PAGEREF _Toc152937737 \h </w:instrText>
        </w:r>
        <w:r w:rsidR="00220EAE">
          <w:rPr>
            <w:noProof/>
            <w:webHidden/>
          </w:rPr>
        </w:r>
        <w:r w:rsidR="00220EAE">
          <w:rPr>
            <w:noProof/>
            <w:webHidden/>
          </w:rPr>
          <w:fldChar w:fldCharType="separate"/>
        </w:r>
        <w:r w:rsidR="00220EAE">
          <w:rPr>
            <w:noProof/>
            <w:webHidden/>
          </w:rPr>
          <w:t>4</w:t>
        </w:r>
        <w:r w:rsidR="00220EAE">
          <w:rPr>
            <w:noProof/>
            <w:webHidden/>
          </w:rPr>
          <w:fldChar w:fldCharType="end"/>
        </w:r>
      </w:hyperlink>
    </w:p>
    <w:p w14:paraId="65436172" w14:textId="4C511267"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38" w:history="1">
        <w:r w:rsidR="00220EAE" w:rsidRPr="00216186">
          <w:rPr>
            <w:rStyle w:val="Hypertextovodkaz"/>
          </w:rPr>
          <w:t>4.1</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Všeobecně</w:t>
        </w:r>
        <w:r w:rsidR="00220EAE">
          <w:rPr>
            <w:noProof/>
            <w:webHidden/>
          </w:rPr>
          <w:tab/>
        </w:r>
        <w:r w:rsidR="00220EAE">
          <w:rPr>
            <w:noProof/>
            <w:webHidden/>
          </w:rPr>
          <w:fldChar w:fldCharType="begin"/>
        </w:r>
        <w:r w:rsidR="00220EAE">
          <w:rPr>
            <w:noProof/>
            <w:webHidden/>
          </w:rPr>
          <w:instrText xml:space="preserve"> PAGEREF _Toc152937738 \h </w:instrText>
        </w:r>
        <w:r w:rsidR="00220EAE">
          <w:rPr>
            <w:noProof/>
            <w:webHidden/>
          </w:rPr>
        </w:r>
        <w:r w:rsidR="00220EAE">
          <w:rPr>
            <w:noProof/>
            <w:webHidden/>
          </w:rPr>
          <w:fldChar w:fldCharType="separate"/>
        </w:r>
        <w:r w:rsidR="00220EAE">
          <w:rPr>
            <w:noProof/>
            <w:webHidden/>
          </w:rPr>
          <w:t>4</w:t>
        </w:r>
        <w:r w:rsidR="00220EAE">
          <w:rPr>
            <w:noProof/>
            <w:webHidden/>
          </w:rPr>
          <w:fldChar w:fldCharType="end"/>
        </w:r>
      </w:hyperlink>
    </w:p>
    <w:p w14:paraId="64FE4B45" w14:textId="115B931A"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39" w:history="1">
        <w:r w:rsidR="00220EAE" w:rsidRPr="00216186">
          <w:rPr>
            <w:rStyle w:val="Hypertextovodkaz"/>
          </w:rPr>
          <w:t>4.2</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Zeměměřická činnost zhotovitele</w:t>
        </w:r>
        <w:r w:rsidR="00220EAE">
          <w:rPr>
            <w:noProof/>
            <w:webHidden/>
          </w:rPr>
          <w:tab/>
        </w:r>
        <w:r w:rsidR="00220EAE">
          <w:rPr>
            <w:noProof/>
            <w:webHidden/>
          </w:rPr>
          <w:fldChar w:fldCharType="begin"/>
        </w:r>
        <w:r w:rsidR="00220EAE">
          <w:rPr>
            <w:noProof/>
            <w:webHidden/>
          </w:rPr>
          <w:instrText xml:space="preserve"> PAGEREF _Toc152937739 \h </w:instrText>
        </w:r>
        <w:r w:rsidR="00220EAE">
          <w:rPr>
            <w:noProof/>
            <w:webHidden/>
          </w:rPr>
        </w:r>
        <w:r w:rsidR="00220EAE">
          <w:rPr>
            <w:noProof/>
            <w:webHidden/>
          </w:rPr>
          <w:fldChar w:fldCharType="separate"/>
        </w:r>
        <w:r w:rsidR="00220EAE">
          <w:rPr>
            <w:noProof/>
            <w:webHidden/>
          </w:rPr>
          <w:t>5</w:t>
        </w:r>
        <w:r w:rsidR="00220EAE">
          <w:rPr>
            <w:noProof/>
            <w:webHidden/>
          </w:rPr>
          <w:fldChar w:fldCharType="end"/>
        </w:r>
      </w:hyperlink>
    </w:p>
    <w:p w14:paraId="0A9A95BF" w14:textId="23648728"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40" w:history="1">
        <w:r w:rsidR="00220EAE" w:rsidRPr="00216186">
          <w:rPr>
            <w:rStyle w:val="Hypertextovodkaz"/>
          </w:rPr>
          <w:t>4.3</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Doklady předkládané zhotovitelem</w:t>
        </w:r>
        <w:r w:rsidR="00220EAE">
          <w:rPr>
            <w:noProof/>
            <w:webHidden/>
          </w:rPr>
          <w:tab/>
        </w:r>
        <w:r w:rsidR="00220EAE">
          <w:rPr>
            <w:noProof/>
            <w:webHidden/>
          </w:rPr>
          <w:fldChar w:fldCharType="begin"/>
        </w:r>
        <w:r w:rsidR="00220EAE">
          <w:rPr>
            <w:noProof/>
            <w:webHidden/>
          </w:rPr>
          <w:instrText xml:space="preserve"> PAGEREF _Toc152937740 \h </w:instrText>
        </w:r>
        <w:r w:rsidR="00220EAE">
          <w:rPr>
            <w:noProof/>
            <w:webHidden/>
          </w:rPr>
        </w:r>
        <w:r w:rsidR="00220EAE">
          <w:rPr>
            <w:noProof/>
            <w:webHidden/>
          </w:rPr>
          <w:fldChar w:fldCharType="separate"/>
        </w:r>
        <w:r w:rsidR="00220EAE">
          <w:rPr>
            <w:noProof/>
            <w:webHidden/>
          </w:rPr>
          <w:t>5</w:t>
        </w:r>
        <w:r w:rsidR="00220EAE">
          <w:rPr>
            <w:noProof/>
            <w:webHidden/>
          </w:rPr>
          <w:fldChar w:fldCharType="end"/>
        </w:r>
      </w:hyperlink>
    </w:p>
    <w:p w14:paraId="676F87A4" w14:textId="33BC6797"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41" w:history="1">
        <w:r w:rsidR="00220EAE" w:rsidRPr="00216186">
          <w:rPr>
            <w:rStyle w:val="Hypertextovodkaz"/>
          </w:rPr>
          <w:t>4.4</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Dokumentace zhotovitele pro stavbu</w:t>
        </w:r>
        <w:r w:rsidR="00220EAE">
          <w:rPr>
            <w:noProof/>
            <w:webHidden/>
          </w:rPr>
          <w:tab/>
        </w:r>
        <w:r w:rsidR="00220EAE">
          <w:rPr>
            <w:noProof/>
            <w:webHidden/>
          </w:rPr>
          <w:fldChar w:fldCharType="begin"/>
        </w:r>
        <w:r w:rsidR="00220EAE">
          <w:rPr>
            <w:noProof/>
            <w:webHidden/>
          </w:rPr>
          <w:instrText xml:space="preserve"> PAGEREF _Toc152937741 \h </w:instrText>
        </w:r>
        <w:r w:rsidR="00220EAE">
          <w:rPr>
            <w:noProof/>
            <w:webHidden/>
          </w:rPr>
        </w:r>
        <w:r w:rsidR="00220EAE">
          <w:rPr>
            <w:noProof/>
            <w:webHidden/>
          </w:rPr>
          <w:fldChar w:fldCharType="separate"/>
        </w:r>
        <w:r w:rsidR="00220EAE">
          <w:rPr>
            <w:noProof/>
            <w:webHidden/>
          </w:rPr>
          <w:t>5</w:t>
        </w:r>
        <w:r w:rsidR="00220EAE">
          <w:rPr>
            <w:noProof/>
            <w:webHidden/>
          </w:rPr>
          <w:fldChar w:fldCharType="end"/>
        </w:r>
      </w:hyperlink>
    </w:p>
    <w:p w14:paraId="3CB394D1" w14:textId="4BBA2112"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42" w:history="1">
        <w:r w:rsidR="00220EAE" w:rsidRPr="00216186">
          <w:rPr>
            <w:rStyle w:val="Hypertextovodkaz"/>
          </w:rPr>
          <w:t>4.5</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Dokumentace skutečného provedení stavby</w:t>
        </w:r>
        <w:r w:rsidR="00220EAE">
          <w:rPr>
            <w:noProof/>
            <w:webHidden/>
          </w:rPr>
          <w:tab/>
        </w:r>
        <w:r w:rsidR="00220EAE">
          <w:rPr>
            <w:noProof/>
            <w:webHidden/>
          </w:rPr>
          <w:fldChar w:fldCharType="begin"/>
        </w:r>
        <w:r w:rsidR="00220EAE">
          <w:rPr>
            <w:noProof/>
            <w:webHidden/>
          </w:rPr>
          <w:instrText xml:space="preserve"> PAGEREF _Toc152937742 \h </w:instrText>
        </w:r>
        <w:r w:rsidR="00220EAE">
          <w:rPr>
            <w:noProof/>
            <w:webHidden/>
          </w:rPr>
        </w:r>
        <w:r w:rsidR="00220EAE">
          <w:rPr>
            <w:noProof/>
            <w:webHidden/>
          </w:rPr>
          <w:fldChar w:fldCharType="separate"/>
        </w:r>
        <w:r w:rsidR="00220EAE">
          <w:rPr>
            <w:noProof/>
            <w:webHidden/>
          </w:rPr>
          <w:t>6</w:t>
        </w:r>
        <w:r w:rsidR="00220EAE">
          <w:rPr>
            <w:noProof/>
            <w:webHidden/>
          </w:rPr>
          <w:fldChar w:fldCharType="end"/>
        </w:r>
      </w:hyperlink>
    </w:p>
    <w:p w14:paraId="5060E187" w14:textId="3E59012E"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43" w:history="1">
        <w:r w:rsidR="00220EAE" w:rsidRPr="00216186">
          <w:rPr>
            <w:rStyle w:val="Hypertextovodkaz"/>
          </w:rPr>
          <w:t>4.6</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Životní prostředí</w:t>
        </w:r>
        <w:r w:rsidR="00220EAE">
          <w:rPr>
            <w:noProof/>
            <w:webHidden/>
          </w:rPr>
          <w:tab/>
        </w:r>
        <w:r w:rsidR="00220EAE">
          <w:rPr>
            <w:noProof/>
            <w:webHidden/>
          </w:rPr>
          <w:fldChar w:fldCharType="begin"/>
        </w:r>
        <w:r w:rsidR="00220EAE">
          <w:rPr>
            <w:noProof/>
            <w:webHidden/>
          </w:rPr>
          <w:instrText xml:space="preserve"> PAGEREF _Toc152937743 \h </w:instrText>
        </w:r>
        <w:r w:rsidR="00220EAE">
          <w:rPr>
            <w:noProof/>
            <w:webHidden/>
          </w:rPr>
        </w:r>
        <w:r w:rsidR="00220EAE">
          <w:rPr>
            <w:noProof/>
            <w:webHidden/>
          </w:rPr>
          <w:fldChar w:fldCharType="separate"/>
        </w:r>
        <w:r w:rsidR="00220EAE">
          <w:rPr>
            <w:noProof/>
            <w:webHidden/>
          </w:rPr>
          <w:t>6</w:t>
        </w:r>
        <w:r w:rsidR="00220EAE">
          <w:rPr>
            <w:noProof/>
            <w:webHidden/>
          </w:rPr>
          <w:fldChar w:fldCharType="end"/>
        </w:r>
      </w:hyperlink>
    </w:p>
    <w:p w14:paraId="2FB8DC73" w14:textId="27AF453E"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44" w:history="1">
        <w:r w:rsidR="00220EAE" w:rsidRPr="00216186">
          <w:rPr>
            <w:rStyle w:val="Hypertextovodkaz"/>
          </w:rPr>
          <w:t>4.7</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Publicita stavby</w:t>
        </w:r>
        <w:r w:rsidR="00220EAE">
          <w:rPr>
            <w:noProof/>
            <w:webHidden/>
          </w:rPr>
          <w:tab/>
        </w:r>
        <w:r w:rsidR="00220EAE">
          <w:rPr>
            <w:noProof/>
            <w:webHidden/>
          </w:rPr>
          <w:fldChar w:fldCharType="begin"/>
        </w:r>
        <w:r w:rsidR="00220EAE">
          <w:rPr>
            <w:noProof/>
            <w:webHidden/>
          </w:rPr>
          <w:instrText xml:space="preserve"> PAGEREF _Toc152937744 \h </w:instrText>
        </w:r>
        <w:r w:rsidR="00220EAE">
          <w:rPr>
            <w:noProof/>
            <w:webHidden/>
          </w:rPr>
        </w:r>
        <w:r w:rsidR="00220EAE">
          <w:rPr>
            <w:noProof/>
            <w:webHidden/>
          </w:rPr>
          <w:fldChar w:fldCharType="separate"/>
        </w:r>
        <w:r w:rsidR="00220EAE">
          <w:rPr>
            <w:noProof/>
            <w:webHidden/>
          </w:rPr>
          <w:t>8</w:t>
        </w:r>
        <w:r w:rsidR="00220EAE">
          <w:rPr>
            <w:noProof/>
            <w:webHidden/>
          </w:rPr>
          <w:fldChar w:fldCharType="end"/>
        </w:r>
      </w:hyperlink>
    </w:p>
    <w:p w14:paraId="61EDEA89" w14:textId="13152B1E" w:rsidR="00220EAE" w:rsidRDefault="006D621E">
      <w:pPr>
        <w:pStyle w:val="Obsah2"/>
        <w:rPr>
          <w:rFonts w:asciiTheme="minorHAnsi" w:eastAsiaTheme="minorEastAsia" w:hAnsiTheme="minorHAnsi"/>
          <w:noProof/>
          <w:spacing w:val="0"/>
          <w:kern w:val="2"/>
          <w:sz w:val="22"/>
          <w:szCs w:val="22"/>
          <w:lang w:eastAsia="cs-CZ"/>
          <w14:ligatures w14:val="standardContextual"/>
        </w:rPr>
      </w:pPr>
      <w:hyperlink w:anchor="_Toc152937745" w:history="1">
        <w:r w:rsidR="00220EAE" w:rsidRPr="00216186">
          <w:rPr>
            <w:rStyle w:val="Hypertextovodkaz"/>
          </w:rPr>
          <w:t>4.8</w:t>
        </w:r>
        <w:r w:rsidR="00220EAE">
          <w:rPr>
            <w:rFonts w:asciiTheme="minorHAnsi" w:eastAsiaTheme="minorEastAsia" w:hAnsiTheme="minorHAnsi"/>
            <w:noProof/>
            <w:spacing w:val="0"/>
            <w:kern w:val="2"/>
            <w:sz w:val="22"/>
            <w:szCs w:val="22"/>
            <w:lang w:eastAsia="cs-CZ"/>
            <w14:ligatures w14:val="standardContextual"/>
          </w:rPr>
          <w:tab/>
        </w:r>
        <w:r w:rsidR="00220EAE" w:rsidRPr="00216186">
          <w:rPr>
            <w:rStyle w:val="Hypertextovodkaz"/>
          </w:rPr>
          <w:t>Centrální nákup materiálu – Mobiliář a ADZ</w:t>
        </w:r>
        <w:r w:rsidR="00220EAE">
          <w:rPr>
            <w:noProof/>
            <w:webHidden/>
          </w:rPr>
          <w:tab/>
        </w:r>
        <w:r w:rsidR="00220EAE">
          <w:rPr>
            <w:noProof/>
            <w:webHidden/>
          </w:rPr>
          <w:fldChar w:fldCharType="begin"/>
        </w:r>
        <w:r w:rsidR="00220EAE">
          <w:rPr>
            <w:noProof/>
            <w:webHidden/>
          </w:rPr>
          <w:instrText xml:space="preserve"> PAGEREF _Toc152937745 \h </w:instrText>
        </w:r>
        <w:r w:rsidR="00220EAE">
          <w:rPr>
            <w:noProof/>
            <w:webHidden/>
          </w:rPr>
        </w:r>
        <w:r w:rsidR="00220EAE">
          <w:rPr>
            <w:noProof/>
            <w:webHidden/>
          </w:rPr>
          <w:fldChar w:fldCharType="separate"/>
        </w:r>
        <w:r w:rsidR="00220EAE">
          <w:rPr>
            <w:noProof/>
            <w:webHidden/>
          </w:rPr>
          <w:t>9</w:t>
        </w:r>
        <w:r w:rsidR="00220EAE">
          <w:rPr>
            <w:noProof/>
            <w:webHidden/>
          </w:rPr>
          <w:fldChar w:fldCharType="end"/>
        </w:r>
      </w:hyperlink>
    </w:p>
    <w:p w14:paraId="7F4B83E6" w14:textId="0A5B2061"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46" w:history="1">
        <w:r w:rsidR="00220EAE" w:rsidRPr="00216186">
          <w:rPr>
            <w:rStyle w:val="Hypertextovodkaz"/>
          </w:rPr>
          <w:t>5.</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ORGANIZACE VÝSTAVBY, VÝLUKY</w:t>
        </w:r>
        <w:r w:rsidR="00220EAE">
          <w:rPr>
            <w:noProof/>
            <w:webHidden/>
          </w:rPr>
          <w:tab/>
        </w:r>
        <w:r w:rsidR="00220EAE">
          <w:rPr>
            <w:noProof/>
            <w:webHidden/>
          </w:rPr>
          <w:fldChar w:fldCharType="begin"/>
        </w:r>
        <w:r w:rsidR="00220EAE">
          <w:rPr>
            <w:noProof/>
            <w:webHidden/>
          </w:rPr>
          <w:instrText xml:space="preserve"> PAGEREF _Toc152937746 \h </w:instrText>
        </w:r>
        <w:r w:rsidR="00220EAE">
          <w:rPr>
            <w:noProof/>
            <w:webHidden/>
          </w:rPr>
        </w:r>
        <w:r w:rsidR="00220EAE">
          <w:rPr>
            <w:noProof/>
            <w:webHidden/>
          </w:rPr>
          <w:fldChar w:fldCharType="separate"/>
        </w:r>
        <w:r w:rsidR="00220EAE">
          <w:rPr>
            <w:noProof/>
            <w:webHidden/>
          </w:rPr>
          <w:t>9</w:t>
        </w:r>
        <w:r w:rsidR="00220EAE">
          <w:rPr>
            <w:noProof/>
            <w:webHidden/>
          </w:rPr>
          <w:fldChar w:fldCharType="end"/>
        </w:r>
      </w:hyperlink>
    </w:p>
    <w:p w14:paraId="0F10119C" w14:textId="54B96221"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47" w:history="1">
        <w:r w:rsidR="00220EAE" w:rsidRPr="00216186">
          <w:rPr>
            <w:rStyle w:val="Hypertextovodkaz"/>
          </w:rPr>
          <w:t>6.</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Specifické požadavky</w:t>
        </w:r>
        <w:r w:rsidR="00220EAE">
          <w:rPr>
            <w:noProof/>
            <w:webHidden/>
          </w:rPr>
          <w:tab/>
        </w:r>
        <w:r w:rsidR="00220EAE">
          <w:rPr>
            <w:noProof/>
            <w:webHidden/>
          </w:rPr>
          <w:fldChar w:fldCharType="begin"/>
        </w:r>
        <w:r w:rsidR="00220EAE">
          <w:rPr>
            <w:noProof/>
            <w:webHidden/>
          </w:rPr>
          <w:instrText xml:space="preserve"> PAGEREF _Toc152937747 \h </w:instrText>
        </w:r>
        <w:r w:rsidR="00220EAE">
          <w:rPr>
            <w:noProof/>
            <w:webHidden/>
          </w:rPr>
        </w:r>
        <w:r w:rsidR="00220EAE">
          <w:rPr>
            <w:noProof/>
            <w:webHidden/>
          </w:rPr>
          <w:fldChar w:fldCharType="separate"/>
        </w:r>
        <w:r w:rsidR="00220EAE">
          <w:rPr>
            <w:noProof/>
            <w:webHidden/>
          </w:rPr>
          <w:t>10</w:t>
        </w:r>
        <w:r w:rsidR="00220EAE">
          <w:rPr>
            <w:noProof/>
            <w:webHidden/>
          </w:rPr>
          <w:fldChar w:fldCharType="end"/>
        </w:r>
      </w:hyperlink>
    </w:p>
    <w:p w14:paraId="7680354E" w14:textId="5881A02E"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48" w:history="1">
        <w:r w:rsidR="00220EAE" w:rsidRPr="00216186">
          <w:rPr>
            <w:rStyle w:val="Hypertextovodkaz"/>
          </w:rPr>
          <w:t>7.</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SOUVISEJÍCÍ DOKUMENTY A PŘEDPISY</w:t>
        </w:r>
        <w:r w:rsidR="00220EAE">
          <w:rPr>
            <w:noProof/>
            <w:webHidden/>
          </w:rPr>
          <w:tab/>
        </w:r>
        <w:r w:rsidR="00220EAE">
          <w:rPr>
            <w:noProof/>
            <w:webHidden/>
          </w:rPr>
          <w:fldChar w:fldCharType="begin"/>
        </w:r>
        <w:r w:rsidR="00220EAE">
          <w:rPr>
            <w:noProof/>
            <w:webHidden/>
          </w:rPr>
          <w:instrText xml:space="preserve"> PAGEREF _Toc152937748 \h </w:instrText>
        </w:r>
        <w:r w:rsidR="00220EAE">
          <w:rPr>
            <w:noProof/>
            <w:webHidden/>
          </w:rPr>
        </w:r>
        <w:r w:rsidR="00220EAE">
          <w:rPr>
            <w:noProof/>
            <w:webHidden/>
          </w:rPr>
          <w:fldChar w:fldCharType="separate"/>
        </w:r>
        <w:r w:rsidR="00220EAE">
          <w:rPr>
            <w:noProof/>
            <w:webHidden/>
          </w:rPr>
          <w:t>11</w:t>
        </w:r>
        <w:r w:rsidR="00220EAE">
          <w:rPr>
            <w:noProof/>
            <w:webHidden/>
          </w:rPr>
          <w:fldChar w:fldCharType="end"/>
        </w:r>
      </w:hyperlink>
    </w:p>
    <w:p w14:paraId="2F89F4E9" w14:textId="51C8C0D7" w:rsidR="00220EAE" w:rsidRDefault="006D621E">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937749" w:history="1">
        <w:r w:rsidR="00220EAE" w:rsidRPr="00216186">
          <w:rPr>
            <w:rStyle w:val="Hypertextovodkaz"/>
          </w:rPr>
          <w:t>8.</w:t>
        </w:r>
        <w:r w:rsidR="00220EAE">
          <w:rPr>
            <w:rFonts w:asciiTheme="minorHAnsi" w:eastAsiaTheme="minorEastAsia" w:hAnsiTheme="minorHAnsi"/>
            <w:b w:val="0"/>
            <w:caps w:val="0"/>
            <w:noProof/>
            <w:spacing w:val="0"/>
            <w:kern w:val="2"/>
            <w:sz w:val="22"/>
            <w:szCs w:val="22"/>
            <w:lang w:eastAsia="cs-CZ"/>
            <w14:ligatures w14:val="standardContextual"/>
          </w:rPr>
          <w:tab/>
        </w:r>
        <w:r w:rsidR="00220EAE" w:rsidRPr="00216186">
          <w:rPr>
            <w:rStyle w:val="Hypertextovodkaz"/>
          </w:rPr>
          <w:t>PŘÍLOHY</w:t>
        </w:r>
        <w:r w:rsidR="00220EAE">
          <w:rPr>
            <w:noProof/>
            <w:webHidden/>
          </w:rPr>
          <w:tab/>
        </w:r>
        <w:r w:rsidR="00220EAE">
          <w:rPr>
            <w:noProof/>
            <w:webHidden/>
          </w:rPr>
          <w:fldChar w:fldCharType="begin"/>
        </w:r>
        <w:r w:rsidR="00220EAE">
          <w:rPr>
            <w:noProof/>
            <w:webHidden/>
          </w:rPr>
          <w:instrText xml:space="preserve"> PAGEREF _Toc152937749 \h </w:instrText>
        </w:r>
        <w:r w:rsidR="00220EAE">
          <w:rPr>
            <w:noProof/>
            <w:webHidden/>
          </w:rPr>
        </w:r>
        <w:r w:rsidR="00220EAE">
          <w:rPr>
            <w:noProof/>
            <w:webHidden/>
          </w:rPr>
          <w:fldChar w:fldCharType="separate"/>
        </w:r>
        <w:r w:rsidR="00220EAE">
          <w:rPr>
            <w:noProof/>
            <w:webHidden/>
          </w:rPr>
          <w:t>11</w:t>
        </w:r>
        <w:r w:rsidR="00220EAE">
          <w:rPr>
            <w:noProof/>
            <w:webHidden/>
          </w:rPr>
          <w:fldChar w:fldCharType="end"/>
        </w:r>
      </w:hyperlink>
    </w:p>
    <w:p w14:paraId="2F95C6A7" w14:textId="5A8566FC" w:rsidR="0069470F" w:rsidRDefault="00BD7E91" w:rsidP="00476F2F">
      <w:pPr>
        <w:pStyle w:val="Textbezodsazen"/>
      </w:pPr>
      <w:r>
        <w:fldChar w:fldCharType="end"/>
      </w:r>
    </w:p>
    <w:p w14:paraId="1FF2C897" w14:textId="77777777" w:rsidR="0069470F" w:rsidRDefault="0069470F" w:rsidP="005D7A71">
      <w:pPr>
        <w:pStyle w:val="Nadpisbezsl1-1"/>
        <w:outlineLvl w:val="0"/>
      </w:pPr>
      <w:bookmarkStart w:id="0" w:name="_Toc152937729"/>
      <w:r>
        <w:t>SEZNAM ZKRATEK</w:t>
      </w:r>
      <w:bookmarkEnd w:id="0"/>
    </w:p>
    <w:p w14:paraId="40060D1E"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1C42BEAF" w14:textId="77777777" w:rsidTr="00F23844">
        <w:tc>
          <w:tcPr>
            <w:tcW w:w="1250" w:type="dxa"/>
            <w:tcMar>
              <w:top w:w="28" w:type="dxa"/>
              <w:left w:w="0" w:type="dxa"/>
              <w:bottom w:w="28" w:type="dxa"/>
              <w:right w:w="0" w:type="dxa"/>
            </w:tcMar>
          </w:tcPr>
          <w:p w14:paraId="4331FD95"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6FDA141E" w14:textId="77777777" w:rsidR="009B4528" w:rsidRDefault="00DC62B0" w:rsidP="009B4528">
            <w:pPr>
              <w:pStyle w:val="Zkratky2"/>
            </w:pPr>
            <w:r>
              <w:t>Elektronický stavební deník</w:t>
            </w:r>
          </w:p>
        </w:tc>
      </w:tr>
      <w:tr w:rsidR="009B4528" w:rsidRPr="00AD0C7B" w14:paraId="4FBEDF25" w14:textId="77777777" w:rsidTr="00F23844">
        <w:tc>
          <w:tcPr>
            <w:tcW w:w="1250" w:type="dxa"/>
            <w:tcMar>
              <w:top w:w="28" w:type="dxa"/>
              <w:left w:w="0" w:type="dxa"/>
              <w:bottom w:w="28" w:type="dxa"/>
              <w:right w:w="0" w:type="dxa"/>
            </w:tcMar>
          </w:tcPr>
          <w:p w14:paraId="4799F5BF" w14:textId="77777777" w:rsidR="009B4528" w:rsidRPr="00D91956" w:rsidRDefault="009B4528" w:rsidP="009B4528">
            <w:pPr>
              <w:pStyle w:val="Zkratky1"/>
            </w:pPr>
            <w:r>
              <w:t xml:space="preserve">AZI </w:t>
            </w:r>
            <w:r>
              <w:tab/>
            </w:r>
          </w:p>
        </w:tc>
        <w:tc>
          <w:tcPr>
            <w:tcW w:w="7452" w:type="dxa"/>
            <w:tcMar>
              <w:top w:w="28" w:type="dxa"/>
              <w:left w:w="0" w:type="dxa"/>
              <w:bottom w:w="28" w:type="dxa"/>
              <w:right w:w="0" w:type="dxa"/>
            </w:tcMar>
          </w:tcPr>
          <w:p w14:paraId="787586BC" w14:textId="77777777" w:rsidR="009B4528" w:rsidRPr="00D91956" w:rsidRDefault="009B4528" w:rsidP="009B4528">
            <w:pPr>
              <w:pStyle w:val="Zkratky2"/>
            </w:pPr>
            <w:r>
              <w:t>Autorizovaný zeměměřický inženýr (dříve ÚOZI)</w:t>
            </w:r>
          </w:p>
        </w:tc>
      </w:tr>
      <w:tr w:rsidR="009B4528" w:rsidRPr="00AD0C7B" w14:paraId="51DD5690" w14:textId="77777777" w:rsidTr="00F23844">
        <w:tc>
          <w:tcPr>
            <w:tcW w:w="1250" w:type="dxa"/>
            <w:tcMar>
              <w:top w:w="28" w:type="dxa"/>
              <w:left w:w="0" w:type="dxa"/>
              <w:bottom w:w="28" w:type="dxa"/>
              <w:right w:w="0" w:type="dxa"/>
            </w:tcMar>
          </w:tcPr>
          <w:p w14:paraId="68836A3A" w14:textId="77777777" w:rsidR="009B4528" w:rsidRPr="00AD0C7B" w:rsidRDefault="009B4528" w:rsidP="009B4528">
            <w:pPr>
              <w:pStyle w:val="Zkratky1"/>
            </w:pPr>
          </w:p>
        </w:tc>
        <w:tc>
          <w:tcPr>
            <w:tcW w:w="7452" w:type="dxa"/>
            <w:tcMar>
              <w:top w:w="28" w:type="dxa"/>
              <w:left w:w="0" w:type="dxa"/>
              <w:bottom w:w="28" w:type="dxa"/>
              <w:right w:w="0" w:type="dxa"/>
            </w:tcMar>
          </w:tcPr>
          <w:p w14:paraId="148F2078" w14:textId="77777777" w:rsidR="009B4528" w:rsidRPr="006115D3" w:rsidRDefault="009B4528" w:rsidP="009B4528">
            <w:pPr>
              <w:pStyle w:val="Zkratky2"/>
            </w:pPr>
          </w:p>
        </w:tc>
      </w:tr>
      <w:tr w:rsidR="009B4528" w:rsidRPr="00AD0C7B" w14:paraId="22EB2B3B" w14:textId="77777777" w:rsidTr="00F23844">
        <w:tc>
          <w:tcPr>
            <w:tcW w:w="1250" w:type="dxa"/>
            <w:tcMar>
              <w:top w:w="28" w:type="dxa"/>
              <w:left w:w="0" w:type="dxa"/>
              <w:bottom w:w="28" w:type="dxa"/>
              <w:right w:w="0" w:type="dxa"/>
            </w:tcMar>
          </w:tcPr>
          <w:p w14:paraId="334EAA48" w14:textId="77777777" w:rsidR="009B4528" w:rsidRDefault="009B4528" w:rsidP="009B4528">
            <w:pPr>
              <w:pStyle w:val="Zkratky1"/>
            </w:pPr>
          </w:p>
        </w:tc>
        <w:tc>
          <w:tcPr>
            <w:tcW w:w="7452" w:type="dxa"/>
            <w:tcMar>
              <w:top w:w="28" w:type="dxa"/>
              <w:left w:w="0" w:type="dxa"/>
              <w:bottom w:w="28" w:type="dxa"/>
              <w:right w:w="0" w:type="dxa"/>
            </w:tcMar>
          </w:tcPr>
          <w:p w14:paraId="6BE74912" w14:textId="77777777" w:rsidR="009B4528" w:rsidRPr="006115D3" w:rsidRDefault="009B4528" w:rsidP="009B4528">
            <w:pPr>
              <w:pStyle w:val="Zkratky2"/>
            </w:pPr>
          </w:p>
        </w:tc>
      </w:tr>
      <w:tr w:rsidR="009B4528" w:rsidRPr="00AD0C7B" w14:paraId="7B237072" w14:textId="77777777" w:rsidTr="00F23844">
        <w:tc>
          <w:tcPr>
            <w:tcW w:w="1250" w:type="dxa"/>
            <w:tcMar>
              <w:top w:w="28" w:type="dxa"/>
              <w:left w:w="0" w:type="dxa"/>
              <w:bottom w:w="28" w:type="dxa"/>
              <w:right w:w="0" w:type="dxa"/>
            </w:tcMar>
          </w:tcPr>
          <w:p w14:paraId="32E63B4B" w14:textId="77777777" w:rsidR="009B4528" w:rsidRDefault="009B4528" w:rsidP="009B4528">
            <w:pPr>
              <w:pStyle w:val="Zkratky1"/>
            </w:pPr>
          </w:p>
        </w:tc>
        <w:tc>
          <w:tcPr>
            <w:tcW w:w="7452" w:type="dxa"/>
            <w:tcMar>
              <w:top w:w="28" w:type="dxa"/>
              <w:left w:w="0" w:type="dxa"/>
              <w:bottom w:w="28" w:type="dxa"/>
              <w:right w:w="0" w:type="dxa"/>
            </w:tcMar>
          </w:tcPr>
          <w:p w14:paraId="457D8350" w14:textId="77777777" w:rsidR="009B4528" w:rsidRPr="006115D3" w:rsidRDefault="009B4528" w:rsidP="009B4528">
            <w:pPr>
              <w:pStyle w:val="Zkratky2"/>
            </w:pPr>
          </w:p>
        </w:tc>
      </w:tr>
    </w:tbl>
    <w:p w14:paraId="199DC432" w14:textId="77777777" w:rsidR="00AD0C7B" w:rsidRDefault="00AD0C7B">
      <w:r>
        <w:br w:type="page"/>
      </w:r>
    </w:p>
    <w:p w14:paraId="547C7287" w14:textId="77777777" w:rsidR="0069470F" w:rsidRDefault="0069470F" w:rsidP="007B293D">
      <w:pPr>
        <w:pStyle w:val="Nadpis2-1"/>
      </w:pPr>
      <w:bookmarkStart w:id="1" w:name="_Toc7077108"/>
      <w:bookmarkStart w:id="2" w:name="_Toc152937730"/>
      <w:r>
        <w:lastRenderedPageBreak/>
        <w:t xml:space="preserve">SPECIFIKACE </w:t>
      </w:r>
      <w:r w:rsidRPr="00BB2C9A">
        <w:t>PŘEDMĚTU</w:t>
      </w:r>
      <w:r>
        <w:t xml:space="preserve"> DÍLA</w:t>
      </w:r>
      <w:bookmarkEnd w:id="1"/>
      <w:bookmarkEnd w:id="2"/>
    </w:p>
    <w:p w14:paraId="45428002" w14:textId="77777777" w:rsidR="0069470F" w:rsidRDefault="0069470F" w:rsidP="00CC396D">
      <w:pPr>
        <w:pStyle w:val="Nadpis2-2"/>
      </w:pPr>
      <w:bookmarkStart w:id="3" w:name="_Toc7077109"/>
      <w:bookmarkStart w:id="4" w:name="_Toc152937731"/>
      <w:r>
        <w:t>Účel a rozsah předmětu Díla</w:t>
      </w:r>
      <w:bookmarkEnd w:id="3"/>
      <w:bookmarkEnd w:id="4"/>
    </w:p>
    <w:p w14:paraId="233593D6" w14:textId="24755519" w:rsidR="0069470F" w:rsidRPr="008C3F99" w:rsidRDefault="0069470F" w:rsidP="0069470F">
      <w:pPr>
        <w:pStyle w:val="Text2-1"/>
      </w:pPr>
      <w:r w:rsidRPr="008C3F99">
        <w:t>Předmětem díla je zhotovení stavby „</w:t>
      </w:r>
      <w:r w:rsidR="009B4528" w:rsidRPr="008C3F99">
        <w:t xml:space="preserve">Rekonstrukce výpravní budovy </w:t>
      </w:r>
      <w:r w:rsidR="002B7B5D" w:rsidRPr="008C3F99">
        <w:t>Ostrava</w:t>
      </w:r>
      <w:r w:rsidR="005415AD">
        <w:t>-</w:t>
      </w:r>
      <w:r w:rsidR="002B7B5D" w:rsidRPr="008C3F99">
        <w:t>Vítkovice</w:t>
      </w:r>
      <w:r w:rsidRPr="008C3F99">
        <w:t>“</w:t>
      </w:r>
      <w:r w:rsidR="00BD4129" w:rsidRPr="008C3F99">
        <w:t>,</w:t>
      </w:r>
      <w:r w:rsidRPr="008C3F99">
        <w:t xml:space="preserve"> jejímž cílem je </w:t>
      </w:r>
      <w:r w:rsidR="009B4528" w:rsidRPr="008C3F99">
        <w:rPr>
          <w:rFonts w:cs="Arial"/>
          <w:color w:val="000000"/>
          <w:shd w:val="clear" w:color="auto" w:fill="FFFFFF"/>
        </w:rPr>
        <w:t>celková rekonstrukce </w:t>
      </w:r>
      <w:r w:rsidR="008C3F99">
        <w:rPr>
          <w:rFonts w:cs="Arial"/>
          <w:color w:val="000000"/>
          <w:shd w:val="clear" w:color="auto" w:fill="FFFFFF"/>
        </w:rPr>
        <w:t xml:space="preserve">památkově chráněné </w:t>
      </w:r>
      <w:r w:rsidR="009B4528" w:rsidRPr="008C3F99">
        <w:rPr>
          <w:rFonts w:cs="Arial"/>
          <w:color w:val="000000"/>
          <w:shd w:val="clear" w:color="auto" w:fill="FFFFFF"/>
        </w:rPr>
        <w:t>výpravní budovy</w:t>
      </w:r>
      <w:r w:rsidR="002B7B5D" w:rsidRPr="008C3F99">
        <w:rPr>
          <w:rFonts w:cs="Arial"/>
          <w:color w:val="000000"/>
          <w:shd w:val="clear" w:color="auto" w:fill="FFFFFF"/>
        </w:rPr>
        <w:t xml:space="preserve">. </w:t>
      </w:r>
      <w:r w:rsidR="0030089F" w:rsidRPr="003A24CA">
        <w:t>Bude provedena obnova všech historicky cenných prvků. Dojde k dispozičním úpravám v</w:t>
      </w:r>
      <w:r w:rsidR="005415AD">
        <w:t> </w:t>
      </w:r>
      <w:r w:rsidR="0030089F" w:rsidRPr="003A24CA">
        <w:t xml:space="preserve">administrativní části budovy pro účely nového pronájmu, v celém objektu budou provedeny nové rozvody. </w:t>
      </w:r>
      <w:r w:rsidR="0030089F" w:rsidRPr="008C3F99">
        <w:rPr>
          <w:rFonts w:cs="Arial"/>
          <w:color w:val="000000"/>
          <w:shd w:val="clear" w:color="auto" w:fill="FFFFFF"/>
        </w:rPr>
        <w:t xml:space="preserve">Bude provedena rekonstrukce obvodového pláště, která se skládá z tzv. boletických panelů, proskleného pásu nad vchodem a </w:t>
      </w:r>
      <w:r w:rsidR="0030089F">
        <w:rPr>
          <w:rFonts w:cs="Arial"/>
          <w:color w:val="000000"/>
          <w:shd w:val="clear" w:color="auto" w:fill="FFFFFF"/>
        </w:rPr>
        <w:t>z</w:t>
      </w:r>
      <w:r w:rsidR="0030089F" w:rsidRPr="008C3F99">
        <w:rPr>
          <w:rFonts w:cs="Arial"/>
          <w:color w:val="000000"/>
          <w:shd w:val="clear" w:color="auto" w:fill="FFFFFF"/>
        </w:rPr>
        <w:t> kombinac</w:t>
      </w:r>
      <w:r w:rsidR="0030089F">
        <w:rPr>
          <w:rFonts w:cs="Arial"/>
          <w:color w:val="000000"/>
          <w:shd w:val="clear" w:color="auto" w:fill="FFFFFF"/>
        </w:rPr>
        <w:t>e</w:t>
      </w:r>
      <w:r w:rsidR="0030089F" w:rsidRPr="008C3F99">
        <w:rPr>
          <w:rFonts w:cs="Arial"/>
          <w:color w:val="000000"/>
          <w:shd w:val="clear" w:color="auto" w:fill="FFFFFF"/>
        </w:rPr>
        <w:t xml:space="preserve"> obkladů a vyklápěcích oken v bočních průčelích. </w:t>
      </w:r>
      <w:r w:rsidR="0030089F" w:rsidRPr="003A24CA">
        <w:t>V okolí budovy dojde k úpravě zpevněných ploch, bude vybudováno nové parkoviště a nová rampa pro příchod cestujících.</w:t>
      </w:r>
    </w:p>
    <w:p w14:paraId="59753AAE" w14:textId="69588703" w:rsidR="00BA0DB6" w:rsidRPr="009B4528" w:rsidRDefault="00BA0DB6" w:rsidP="00B5235F">
      <w:pPr>
        <w:pStyle w:val="Text2-1"/>
      </w:pPr>
      <w:r w:rsidRPr="009B4528">
        <w:t xml:space="preserve">Součástí </w:t>
      </w:r>
      <w:r w:rsidRPr="000C7A80">
        <w:t>díla je zajištění publicity (</w:t>
      </w:r>
      <w:r w:rsidR="004E0694" w:rsidRPr="000C7A80">
        <w:t xml:space="preserve">viz </w:t>
      </w:r>
      <w:r w:rsidR="004E0694" w:rsidRPr="000C7A80">
        <w:fldChar w:fldCharType="begin"/>
      </w:r>
      <w:r w:rsidR="004E0694" w:rsidRPr="000C7A80">
        <w:instrText xml:space="preserve"> REF _Ref62138603 \r \h </w:instrText>
      </w:r>
      <w:r w:rsidR="000C7A80">
        <w:instrText xml:space="preserve"> \* MERGEFORMAT </w:instrText>
      </w:r>
      <w:r w:rsidR="004E0694" w:rsidRPr="000C7A80">
        <w:fldChar w:fldCharType="separate"/>
      </w:r>
      <w:r w:rsidR="00A5263C">
        <w:t>4.7</w:t>
      </w:r>
      <w:r w:rsidR="004E0694" w:rsidRPr="000C7A80">
        <w:fldChar w:fldCharType="end"/>
      </w:r>
      <w:r w:rsidRPr="000C7A80">
        <w:t xml:space="preserve"> těchto ZTP).</w:t>
      </w:r>
      <w:r w:rsidRPr="009B4528">
        <w:t xml:space="preserve"> </w:t>
      </w:r>
    </w:p>
    <w:p w14:paraId="0158F90F" w14:textId="211C5454" w:rsidR="0069470F" w:rsidRDefault="0069470F" w:rsidP="0069470F">
      <w:pPr>
        <w:pStyle w:val="Text2-1"/>
      </w:pPr>
      <w:r w:rsidRPr="00DB4332">
        <w:t xml:space="preserve">Rozsah Díla </w:t>
      </w:r>
      <w:r w:rsidRPr="009B4528">
        <w:rPr>
          <w:b/>
        </w:rPr>
        <w:t>„</w:t>
      </w:r>
      <w:r w:rsidR="009B4528" w:rsidRPr="009B4528">
        <w:rPr>
          <w:b/>
        </w:rPr>
        <w:t>Rekonstrukce výpravní budovy Ostrava</w:t>
      </w:r>
      <w:r w:rsidR="005415AD">
        <w:rPr>
          <w:b/>
        </w:rPr>
        <w:t>-</w:t>
      </w:r>
      <w:r w:rsidR="009B4528" w:rsidRPr="009B4528">
        <w:rPr>
          <w:b/>
        </w:rPr>
        <w:t>Vítkovice</w:t>
      </w:r>
      <w:r w:rsidRPr="00DB4332">
        <w:t>“ je</w:t>
      </w:r>
      <w:r w:rsidR="005C7C4C">
        <w:t>:</w:t>
      </w:r>
    </w:p>
    <w:p w14:paraId="4D5771BD" w14:textId="77777777" w:rsidR="001615A9" w:rsidRDefault="009B4528" w:rsidP="005354B7">
      <w:pPr>
        <w:pStyle w:val="Odrka1-1"/>
      </w:pPr>
      <w:r>
        <w:t>Z</w:t>
      </w:r>
      <w:r w:rsidR="001615A9">
        <w:t>hotovení stavby dle zadávací dokumentace,</w:t>
      </w:r>
    </w:p>
    <w:p w14:paraId="2EB34FD5" w14:textId="77777777" w:rsidR="001615A9" w:rsidRDefault="009B4528" w:rsidP="005354B7">
      <w:pPr>
        <w:pStyle w:val="Odrka1-1"/>
      </w:pPr>
      <w:r>
        <w:t>Z</w:t>
      </w:r>
      <w:r w:rsidR="001615A9">
        <w:t>pracování Realizační dokumentace stavby,</w:t>
      </w:r>
    </w:p>
    <w:p w14:paraId="300A5A19" w14:textId="77777777" w:rsidR="001615A9" w:rsidRDefault="009B4528" w:rsidP="005354B7">
      <w:pPr>
        <w:pStyle w:val="Odrka1-1"/>
      </w:pPr>
      <w:r>
        <w:t>V</w:t>
      </w:r>
      <w:r w:rsidR="001615A9">
        <w:t>ypracování Dokumentace skutečného provedení stavby</w:t>
      </w:r>
      <w:r w:rsidR="00662411">
        <w:t xml:space="preserve"> včetně geodetické části</w:t>
      </w:r>
      <w:r w:rsidR="00941F4D">
        <w:t>.</w:t>
      </w:r>
    </w:p>
    <w:p w14:paraId="182F4202" w14:textId="77777777" w:rsidR="0069470F" w:rsidRDefault="0069470F" w:rsidP="0069470F">
      <w:pPr>
        <w:pStyle w:val="Nadpis2-2"/>
      </w:pPr>
      <w:bookmarkStart w:id="5" w:name="_Toc7077110"/>
      <w:bookmarkStart w:id="6" w:name="_Toc152937732"/>
      <w:r>
        <w:t>Umístění stavby</w:t>
      </w:r>
      <w:bookmarkEnd w:id="5"/>
      <w:bookmarkEnd w:id="6"/>
    </w:p>
    <w:p w14:paraId="680400CB" w14:textId="6409E20D" w:rsidR="0069470F" w:rsidRDefault="00364E3B" w:rsidP="0069470F">
      <w:pPr>
        <w:pStyle w:val="Text2-1"/>
      </w:pPr>
      <w:r>
        <w:t>Stavba bude probíhat v železniční stanici Ostrava</w:t>
      </w:r>
      <w:r w:rsidR="005415AD">
        <w:t>-</w:t>
      </w:r>
      <w:r>
        <w:t>Vítkovice, U nádraží, budova číslo popisné 27</w:t>
      </w:r>
      <w:r w:rsidR="00990247">
        <w:t>/1</w:t>
      </w:r>
      <w:r>
        <w:t>, stavební parcela číslo 1331, k. ú. Ostrava, obec Ostrava, kraj Moravskoslezský</w:t>
      </w:r>
    </w:p>
    <w:p w14:paraId="7C9F632E" w14:textId="77777777" w:rsidR="00364E3B" w:rsidRDefault="00364E3B" w:rsidP="0069470F">
      <w:pPr>
        <w:pStyle w:val="Text2-1"/>
      </w:pPr>
      <w:r>
        <w:t xml:space="preserve">Budova je zapsaná v rejstříku Ústředního seznamu kulturních památek pod číslem ÚSKP </w:t>
      </w:r>
      <w:r w:rsidR="00716886">
        <w:t>106494</w:t>
      </w:r>
    </w:p>
    <w:p w14:paraId="09ACCA15" w14:textId="77777777" w:rsidR="00716886" w:rsidRDefault="00716886" w:rsidP="00716886">
      <w:pPr>
        <w:pStyle w:val="Text2-1"/>
      </w:pPr>
      <w:r>
        <w:t xml:space="preserve">Budova nádraží leží na trati 321 </w:t>
      </w:r>
      <w:r w:rsidRPr="00716886">
        <w:t>Opava – Ostrava – Havířov – Český Těšín, Ostrava–Svinov – Ostrava–Kunčice</w:t>
      </w:r>
    </w:p>
    <w:p w14:paraId="44D15089" w14:textId="77777777" w:rsidR="005D64E5" w:rsidRPr="00B705D5" w:rsidRDefault="005D64E5" w:rsidP="005D64E5">
      <w:pPr>
        <w:pStyle w:val="TabulkaNadpis"/>
        <w:rPr>
          <w:sz w:val="16"/>
          <w:szCs w:val="20"/>
        </w:rPr>
      </w:pPr>
      <w:r w:rsidRPr="00B705D5">
        <w:rPr>
          <w:sz w:val="16"/>
          <w:szCs w:val="20"/>
        </w:rP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B705D5" w14:paraId="4EF3151E"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D0B677F" w14:textId="77777777" w:rsidR="005D64E5" w:rsidRPr="00B705D5" w:rsidRDefault="005D64E5" w:rsidP="003B203D">
            <w:pPr>
              <w:pStyle w:val="Tabulka-7"/>
              <w:rPr>
                <w:sz w:val="16"/>
                <w:szCs w:val="20"/>
              </w:rPr>
            </w:pPr>
            <w:r w:rsidRPr="00B705D5">
              <w:rPr>
                <w:sz w:val="16"/>
                <w:szCs w:val="20"/>
              </w:rPr>
              <w:t>Označení (S-kód)</w:t>
            </w:r>
          </w:p>
        </w:tc>
        <w:tc>
          <w:tcPr>
            <w:tcW w:w="5131" w:type="dxa"/>
          </w:tcPr>
          <w:p w14:paraId="298E30CE" w14:textId="77777777" w:rsidR="005D64E5" w:rsidRPr="00B705D5" w:rsidRDefault="005D64E5" w:rsidP="00364E3B">
            <w:pPr>
              <w:pStyle w:val="Tabulka-7"/>
              <w:cnfStyle w:val="100000000000" w:firstRow="1" w:lastRow="0" w:firstColumn="0" w:lastColumn="0" w:oddVBand="0" w:evenVBand="0" w:oddHBand="0" w:evenHBand="0" w:firstRowFirstColumn="0" w:firstRowLastColumn="0" w:lastRowFirstColumn="0" w:lastRowLastColumn="0"/>
              <w:rPr>
                <w:sz w:val="16"/>
                <w:szCs w:val="20"/>
              </w:rPr>
            </w:pPr>
            <w:r w:rsidRPr="00B705D5">
              <w:rPr>
                <w:sz w:val="16"/>
                <w:szCs w:val="20"/>
              </w:rPr>
              <w:t>S</w:t>
            </w:r>
            <w:r w:rsidR="00364E3B" w:rsidRPr="00B705D5">
              <w:rPr>
                <w:sz w:val="16"/>
                <w:szCs w:val="20"/>
              </w:rPr>
              <w:t>621700097</w:t>
            </w:r>
          </w:p>
        </w:tc>
      </w:tr>
      <w:tr w:rsidR="005D64E5" w:rsidRPr="00B705D5" w14:paraId="1E7D6A0F"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E7E0846" w14:textId="77777777" w:rsidR="005D64E5" w:rsidRPr="00B705D5" w:rsidRDefault="005D64E5" w:rsidP="003B203D">
            <w:pPr>
              <w:pStyle w:val="Tabulka-7"/>
              <w:rPr>
                <w:sz w:val="16"/>
                <w:szCs w:val="20"/>
              </w:rPr>
            </w:pPr>
            <w:r w:rsidRPr="00B705D5">
              <w:rPr>
                <w:sz w:val="16"/>
                <w:szCs w:val="20"/>
              </w:rPr>
              <w:t>Kraj</w:t>
            </w:r>
          </w:p>
        </w:tc>
        <w:tc>
          <w:tcPr>
            <w:tcW w:w="5131" w:type="dxa"/>
          </w:tcPr>
          <w:p w14:paraId="2410403F" w14:textId="77777777" w:rsidR="005D64E5" w:rsidRPr="00B705D5" w:rsidRDefault="00364E3B"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B705D5">
              <w:rPr>
                <w:sz w:val="16"/>
                <w:szCs w:val="20"/>
              </w:rPr>
              <w:t>Moravskoslezský kraj</w:t>
            </w:r>
          </w:p>
        </w:tc>
      </w:tr>
      <w:tr w:rsidR="005D64E5" w:rsidRPr="00B705D5" w14:paraId="7457A8D3"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C5A8BA1" w14:textId="77777777" w:rsidR="005D64E5" w:rsidRPr="00B705D5" w:rsidRDefault="005D64E5" w:rsidP="003B203D">
            <w:pPr>
              <w:pStyle w:val="Tabulka-7"/>
              <w:rPr>
                <w:sz w:val="16"/>
                <w:szCs w:val="20"/>
              </w:rPr>
            </w:pPr>
            <w:r w:rsidRPr="00B705D5">
              <w:rPr>
                <w:sz w:val="16"/>
                <w:szCs w:val="20"/>
              </w:rPr>
              <w:t>Okres</w:t>
            </w:r>
          </w:p>
        </w:tc>
        <w:tc>
          <w:tcPr>
            <w:tcW w:w="5131" w:type="dxa"/>
          </w:tcPr>
          <w:p w14:paraId="48AB7295" w14:textId="77777777" w:rsidR="005D64E5" w:rsidRPr="00B705D5" w:rsidRDefault="00364E3B"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B705D5">
              <w:rPr>
                <w:sz w:val="16"/>
                <w:szCs w:val="20"/>
              </w:rPr>
              <w:t>3807 – Ostrava-město</w:t>
            </w:r>
          </w:p>
        </w:tc>
      </w:tr>
      <w:tr w:rsidR="005D64E5" w:rsidRPr="00B705D5" w14:paraId="521A50F0"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1F499AA" w14:textId="77777777" w:rsidR="005D64E5" w:rsidRPr="00B705D5" w:rsidRDefault="005D64E5" w:rsidP="003B203D">
            <w:pPr>
              <w:pStyle w:val="Tabulka-7"/>
              <w:rPr>
                <w:sz w:val="16"/>
                <w:szCs w:val="20"/>
              </w:rPr>
            </w:pPr>
            <w:r w:rsidRPr="00B705D5">
              <w:rPr>
                <w:sz w:val="16"/>
                <w:szCs w:val="20"/>
              </w:rPr>
              <w:t>Katastrální území</w:t>
            </w:r>
          </w:p>
        </w:tc>
        <w:tc>
          <w:tcPr>
            <w:tcW w:w="5131" w:type="dxa"/>
          </w:tcPr>
          <w:p w14:paraId="7FB80810" w14:textId="77777777" w:rsidR="005D64E5" w:rsidRPr="00B705D5" w:rsidRDefault="00364E3B" w:rsidP="003B203D">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B705D5">
              <w:rPr>
                <w:sz w:val="16"/>
                <w:szCs w:val="20"/>
              </w:rPr>
              <w:t>714071 - Vítkovice</w:t>
            </w:r>
          </w:p>
        </w:tc>
      </w:tr>
      <w:tr w:rsidR="005D64E5" w:rsidRPr="00B705D5" w14:paraId="581CED5E"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69FDC3B" w14:textId="77777777" w:rsidR="005D64E5" w:rsidRPr="00B705D5" w:rsidRDefault="005D64E5" w:rsidP="003B203D">
            <w:pPr>
              <w:pStyle w:val="Tabulka-7"/>
              <w:rPr>
                <w:sz w:val="16"/>
                <w:szCs w:val="20"/>
              </w:rPr>
            </w:pPr>
            <w:r w:rsidRPr="00B705D5">
              <w:rPr>
                <w:sz w:val="16"/>
                <w:szCs w:val="20"/>
              </w:rPr>
              <w:t xml:space="preserve">Správce </w:t>
            </w:r>
          </w:p>
        </w:tc>
        <w:tc>
          <w:tcPr>
            <w:tcW w:w="5131" w:type="dxa"/>
          </w:tcPr>
          <w:p w14:paraId="4DD0A37E" w14:textId="77777777" w:rsidR="005D64E5" w:rsidRPr="00B705D5" w:rsidRDefault="005D64E5" w:rsidP="00364E3B">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B705D5">
              <w:rPr>
                <w:sz w:val="16"/>
                <w:szCs w:val="20"/>
              </w:rPr>
              <w:t xml:space="preserve">OŘ </w:t>
            </w:r>
            <w:r w:rsidR="00364E3B" w:rsidRPr="00B705D5">
              <w:rPr>
                <w:sz w:val="16"/>
                <w:szCs w:val="20"/>
              </w:rPr>
              <w:t>Ostrava</w:t>
            </w:r>
          </w:p>
        </w:tc>
      </w:tr>
      <w:tr w:rsidR="00364E3B" w:rsidRPr="00B705D5" w14:paraId="18D1B27A"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8CB0BC2" w14:textId="77777777" w:rsidR="00364E3B" w:rsidRPr="00B705D5" w:rsidRDefault="00364E3B" w:rsidP="003B203D">
            <w:pPr>
              <w:pStyle w:val="Tabulka-7"/>
              <w:rPr>
                <w:sz w:val="16"/>
                <w:szCs w:val="20"/>
              </w:rPr>
            </w:pPr>
            <w:r w:rsidRPr="00B705D5">
              <w:rPr>
                <w:sz w:val="16"/>
                <w:szCs w:val="20"/>
              </w:rPr>
              <w:t>TUDU</w:t>
            </w:r>
          </w:p>
        </w:tc>
        <w:tc>
          <w:tcPr>
            <w:tcW w:w="5131" w:type="dxa"/>
          </w:tcPr>
          <w:p w14:paraId="508EFECC" w14:textId="77777777" w:rsidR="00364E3B" w:rsidRPr="00B705D5" w:rsidRDefault="00364E3B" w:rsidP="00364E3B">
            <w:pPr>
              <w:pStyle w:val="Tabulka-7"/>
              <w:cnfStyle w:val="010000000000" w:firstRow="0" w:lastRow="1" w:firstColumn="0" w:lastColumn="0" w:oddVBand="0" w:evenVBand="0" w:oddHBand="0" w:evenHBand="0" w:firstRowFirstColumn="0" w:firstRowLastColumn="0" w:lastRowFirstColumn="0" w:lastRowLastColumn="0"/>
              <w:rPr>
                <w:sz w:val="16"/>
                <w:szCs w:val="20"/>
              </w:rPr>
            </w:pPr>
            <w:r w:rsidRPr="00B705D5">
              <w:rPr>
                <w:sz w:val="16"/>
                <w:szCs w:val="20"/>
              </w:rPr>
              <w:t>2561B1</w:t>
            </w:r>
          </w:p>
        </w:tc>
      </w:tr>
    </w:tbl>
    <w:p w14:paraId="3FB8A80B" w14:textId="77777777" w:rsidR="0069470F" w:rsidRDefault="0069470F" w:rsidP="0069470F">
      <w:pPr>
        <w:pStyle w:val="Nadpis2-1"/>
      </w:pPr>
      <w:bookmarkStart w:id="7" w:name="_Toc7077111"/>
      <w:bookmarkStart w:id="8" w:name="_Toc152937733"/>
      <w:r>
        <w:t>PŘEHLED VÝCHOZÍCH PODKLADŮ</w:t>
      </w:r>
      <w:bookmarkEnd w:id="7"/>
      <w:bookmarkEnd w:id="8"/>
    </w:p>
    <w:p w14:paraId="2A1390E7" w14:textId="77777777" w:rsidR="0069470F" w:rsidRDefault="0069470F" w:rsidP="0069470F">
      <w:pPr>
        <w:pStyle w:val="Nadpis2-2"/>
      </w:pPr>
      <w:bookmarkStart w:id="9" w:name="_Toc7077112"/>
      <w:bookmarkStart w:id="10" w:name="_Toc152937734"/>
      <w:r>
        <w:t>Projektová dokumentace</w:t>
      </w:r>
      <w:bookmarkEnd w:id="9"/>
      <w:bookmarkEnd w:id="10"/>
    </w:p>
    <w:p w14:paraId="4BAABEC4" w14:textId="752DBF32" w:rsidR="0069470F" w:rsidRDefault="0069470F" w:rsidP="0069470F">
      <w:pPr>
        <w:pStyle w:val="Text2-1"/>
      </w:pPr>
      <w:r>
        <w:t>Projektová dokumentace „</w:t>
      </w:r>
      <w:r w:rsidR="00716886">
        <w:t>Dokumentace pro stavební povolení</w:t>
      </w:r>
      <w:r>
        <w:t xml:space="preserve">“, zpracovatel </w:t>
      </w:r>
      <w:r w:rsidR="00990247">
        <w:t>KOHL Architekti s.r.o.</w:t>
      </w:r>
      <w:r>
        <w:t>, datum</w:t>
      </w:r>
      <w:r w:rsidR="00990247">
        <w:t xml:space="preserve"> </w:t>
      </w:r>
      <w:r w:rsidR="00217F11">
        <w:t>05/2022</w:t>
      </w:r>
    </w:p>
    <w:p w14:paraId="70653EAA" w14:textId="77777777" w:rsidR="0094574A" w:rsidRDefault="0094574A" w:rsidP="0094574A">
      <w:pPr>
        <w:pStyle w:val="Textbezslovn"/>
      </w:pPr>
      <w:r>
        <w:t xml:space="preserve">Zhotovitel po uzavření SOD obdrží elektronickou podobu Projektové dokumentace </w:t>
      </w:r>
      <w:r w:rsidRPr="00914DA7">
        <w:t>v otevřené formě.</w:t>
      </w:r>
    </w:p>
    <w:p w14:paraId="6413F689" w14:textId="320A79A5" w:rsidR="00986C98" w:rsidRDefault="00986C98" w:rsidP="00986C98">
      <w:pPr>
        <w:pStyle w:val="Textbezslovn"/>
      </w:pPr>
      <w:r>
        <w:t>Zhotovitel po uzavření SOD obdrží „Bezpečnostní projekt projekční“.</w:t>
      </w:r>
    </w:p>
    <w:p w14:paraId="7721FB50" w14:textId="77777777" w:rsidR="0069470F" w:rsidRDefault="0069470F" w:rsidP="0069470F">
      <w:pPr>
        <w:pStyle w:val="Nadpis2-2"/>
      </w:pPr>
      <w:bookmarkStart w:id="11" w:name="_Toc7077113"/>
      <w:bookmarkStart w:id="12" w:name="_Toc152937735"/>
      <w:r>
        <w:t>Související dokumentace</w:t>
      </w:r>
      <w:bookmarkEnd w:id="11"/>
      <w:bookmarkEnd w:id="12"/>
    </w:p>
    <w:p w14:paraId="0AFE5DC0" w14:textId="77777777" w:rsidR="0069470F" w:rsidRDefault="0069470F" w:rsidP="0069470F">
      <w:pPr>
        <w:pStyle w:val="Textbezslovn"/>
      </w:pPr>
      <w:r w:rsidRPr="00990247">
        <w:t>Stavební povolení bude předáno bez zbytečného odkladu před podpisem Smlouvy vítěznému uchazeči.</w:t>
      </w:r>
      <w:r w:rsidRPr="0077778B">
        <w:t xml:space="preserve"> </w:t>
      </w:r>
    </w:p>
    <w:p w14:paraId="5B5F48AB" w14:textId="77777777" w:rsidR="0069470F" w:rsidRDefault="0069470F" w:rsidP="0069470F">
      <w:pPr>
        <w:pStyle w:val="Nadpis2-1"/>
      </w:pPr>
      <w:bookmarkStart w:id="13" w:name="_Toc7077114"/>
      <w:bookmarkStart w:id="14" w:name="_Toc152937736"/>
      <w:r>
        <w:lastRenderedPageBreak/>
        <w:t>KOORDINACE S JINÝMI STAVBAMI</w:t>
      </w:r>
      <w:bookmarkEnd w:id="13"/>
      <w:bookmarkEnd w:id="14"/>
      <w:r>
        <w:t xml:space="preserve"> </w:t>
      </w:r>
    </w:p>
    <w:p w14:paraId="5C97A273" w14:textId="77777777" w:rsidR="00FB04C5" w:rsidRDefault="0069470F" w:rsidP="0069470F">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7173B19E" w14:textId="7E8FAB88" w:rsidR="0069470F" w:rsidRDefault="0069470F" w:rsidP="0069470F">
      <w:pPr>
        <w:pStyle w:val="Text2-1"/>
      </w:pPr>
      <w:r>
        <w:t xml:space="preserve"> </w:t>
      </w:r>
      <w:r w:rsidR="00FB04C5" w:rsidRPr="00914DA7">
        <w:t>Koordinace</w:t>
      </w:r>
      <w:r w:rsidR="00DA3394" w:rsidRPr="00914DA7">
        <w:t xml:space="preserve"> realizace výtahu na nástupišti</w:t>
      </w:r>
      <w:r w:rsidR="00FB04C5" w:rsidRPr="00914DA7">
        <w:t xml:space="preserve"> </w:t>
      </w:r>
      <w:r w:rsidR="003C795F">
        <w:t>musí probíhat zejména s níže uvedenými investicemi a opravnými pracemi:</w:t>
      </w:r>
    </w:p>
    <w:p w14:paraId="7EC3EFCC" w14:textId="2E044720" w:rsidR="003C795F" w:rsidRDefault="003C795F" w:rsidP="003C795F">
      <w:pPr>
        <w:pStyle w:val="Odstavec1-1a"/>
      </w:pPr>
      <w:r>
        <w:rPr>
          <w:b/>
          <w:bCs/>
        </w:rPr>
        <w:t xml:space="preserve">„Optimalizace traťového úseku Ostrava-Kunčice (mimo) – Ostrava-Svinov/Polanka nad Ondrou“ </w:t>
      </w:r>
      <w:r>
        <w:t>(investor SŽ, Stavební správa východ, realizace 08/2026 – 02/2029.</w:t>
      </w:r>
      <w:r w:rsidR="00A863A5">
        <w:t xml:space="preserve"> </w:t>
      </w:r>
    </w:p>
    <w:p w14:paraId="7E71F102" w14:textId="77777777" w:rsidR="0069470F" w:rsidRDefault="00F67D41" w:rsidP="0069470F">
      <w:pPr>
        <w:pStyle w:val="Nadpis2-1"/>
      </w:pPr>
      <w:bookmarkStart w:id="15" w:name="_Toc7077115"/>
      <w:bookmarkStart w:id="16" w:name="_Toc152937737"/>
      <w:r>
        <w:t xml:space="preserve">POŽADAVKY NA </w:t>
      </w:r>
      <w:r w:rsidR="0069470F" w:rsidRPr="00EC2E51">
        <w:t>TECHNICKÉ</w:t>
      </w:r>
      <w:r w:rsidR="0069470F">
        <w:t xml:space="preserve"> </w:t>
      </w:r>
      <w:r>
        <w:t xml:space="preserve">ŘEŠENÍ </w:t>
      </w:r>
      <w:r w:rsidR="0069470F">
        <w:t>A PROVEDENÍ DÍLA</w:t>
      </w:r>
      <w:bookmarkEnd w:id="15"/>
      <w:bookmarkEnd w:id="16"/>
    </w:p>
    <w:p w14:paraId="7437C83E" w14:textId="77777777" w:rsidR="0069470F" w:rsidRDefault="0069470F" w:rsidP="0069470F">
      <w:pPr>
        <w:pStyle w:val="Nadpis2-2"/>
      </w:pPr>
      <w:bookmarkStart w:id="17" w:name="_Toc7077116"/>
      <w:bookmarkStart w:id="18" w:name="_Toc152937738"/>
      <w:r>
        <w:t>Všeobecně</w:t>
      </w:r>
      <w:bookmarkEnd w:id="17"/>
      <w:bookmarkEnd w:id="18"/>
    </w:p>
    <w:p w14:paraId="1B09EFBB"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Buildary.online pro vedení ESD a to na celou dobu povinnosti vést stavební deník dle § 157 zákona č. 183/2006 Sb. stavební zákon, v platném znění. </w:t>
      </w:r>
    </w:p>
    <w:p w14:paraId="673EA07D"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689FC728" w14:textId="77777777" w:rsidR="00705CD7" w:rsidRPr="00905A81" w:rsidRDefault="00513DC3" w:rsidP="00705CD7">
      <w:pPr>
        <w:pStyle w:val="Textbezslovn"/>
        <w:tabs>
          <w:tab w:val="left" w:pos="1701"/>
        </w:tabs>
        <w:ind w:left="1701" w:hanging="964"/>
      </w:pPr>
      <w:r w:rsidRPr="003B203D">
        <w:t>„7.3.2</w:t>
      </w:r>
      <w:r w:rsidRPr="003B203D">
        <w:tab/>
      </w:r>
      <w:r w:rsidR="00705CD7" w:rsidRPr="00905A81">
        <w:t xml:space="preserve">Zhotovitel předloží Správci stavby v dostatečném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 Výkazu garantem za ŽP Objednatele. Po odsouhlasení Závěrečné zprávy a Výkazu garantem za ŽP Objednatele </w:t>
      </w:r>
      <w:r w:rsidR="00705CD7">
        <w:t xml:space="preserve">předá </w:t>
      </w:r>
      <w:r w:rsidR="00705CD7" w:rsidRPr="00905A81">
        <w:t xml:space="preserve">Správce stavby Závěrečnou zprávu a Výkaz prokazatelně na GŘ O15. </w:t>
      </w:r>
    </w:p>
    <w:p w14:paraId="54A82B03" w14:textId="77777777" w:rsidR="00513DC3" w:rsidRPr="00C653C9" w:rsidRDefault="008D3B40" w:rsidP="001C42C3">
      <w:pPr>
        <w:pStyle w:val="Textbezslovn"/>
        <w:tabs>
          <w:tab w:val="left" w:pos="1701"/>
        </w:tabs>
        <w:ind w:left="1701" w:hanging="964"/>
      </w:pPr>
      <w:r w:rsidRPr="003B203D">
        <w:t>7.3.3</w:t>
      </w:r>
      <w:r w:rsidR="00A623CF" w:rsidRPr="003B203D">
        <w:tab/>
      </w:r>
      <w:r w:rsidR="00705CD7" w:rsidRPr="00905A81">
        <w:t>Správce stavby nesmí potvrdit dokončení díla v Potvrzení o převzetí bez zajištění odevzdání Závěrečné zprávy a Výkazu.</w:t>
      </w:r>
    </w:p>
    <w:p w14:paraId="5286F7FE"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1EE4A650" w14:textId="77777777" w:rsidR="005956C4" w:rsidRDefault="00097F20" w:rsidP="00705CD7">
      <w:pPr>
        <w:pStyle w:val="Textbezslovn"/>
      </w:pPr>
      <w:r w:rsidRPr="00097F20">
        <w:t>„• kompletní dokumentace Stavby ve struktuře TreeInfo, resp. InvestDokument, v otevřené a uzavřené formě,“</w:t>
      </w:r>
    </w:p>
    <w:p w14:paraId="44CD1923" w14:textId="77777777" w:rsidR="00A67103" w:rsidRPr="00485B1D" w:rsidRDefault="00A67103" w:rsidP="00A67103">
      <w:pPr>
        <w:pStyle w:val="Text2-1"/>
      </w:pPr>
      <w:r w:rsidRPr="00485B1D">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0B4A37E6" w14:textId="77777777" w:rsidR="008638C8" w:rsidRPr="00485B1D" w:rsidRDefault="008638C8" w:rsidP="008638C8">
      <w:pPr>
        <w:pStyle w:val="Text2-1"/>
      </w:pPr>
      <w:r w:rsidRPr="00485B1D">
        <w:t xml:space="preserve">Zhotovitel provede ruční kopané sondy za účelem ověření skutečného vedení inženýrských sítí před započetím zemních prací strojmo. </w:t>
      </w:r>
    </w:p>
    <w:p w14:paraId="394F2069" w14:textId="77777777" w:rsidR="008638C8" w:rsidRPr="00485B1D" w:rsidRDefault="008638C8" w:rsidP="008638C8">
      <w:pPr>
        <w:pStyle w:val="Text2-1"/>
      </w:pPr>
      <w:r w:rsidRPr="00485B1D">
        <w:t>V rámci výkopových prací (zejména pro kabelovod) bude kladen zvýšený důraz na ruční výkopy. Strojní mechanizace se bude moc použít až po odhalení všech kabelových vedení.</w:t>
      </w:r>
    </w:p>
    <w:p w14:paraId="2B9B3C47" w14:textId="77777777" w:rsidR="008638C8" w:rsidRDefault="008638C8" w:rsidP="008638C8">
      <w:pPr>
        <w:pStyle w:val="Text2-1"/>
      </w:pPr>
      <w:r w:rsidRPr="00485B1D">
        <w:lastRenderedPageBreak/>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D644B5A" w14:textId="77777777" w:rsidR="00485B1D" w:rsidRPr="00914DA7" w:rsidRDefault="00485B1D" w:rsidP="00485B1D">
      <w:pPr>
        <w:pStyle w:val="Text2-1"/>
      </w:pPr>
      <w:bookmarkStart w:id="19" w:name="_Ref147916882"/>
      <w:r w:rsidRPr="00914DA7">
        <w:t>Vyhrazené objekty (stavební buňky) pro potřeby Objednatele dle odst. (2) článku 1.9.4 Kapitoly 1 TKP, nejsou požadovány.</w:t>
      </w:r>
      <w:bookmarkEnd w:id="19"/>
      <w:r w:rsidRPr="00914DA7">
        <w:t xml:space="preserve"> </w:t>
      </w:r>
    </w:p>
    <w:p w14:paraId="0BABBA8D" w14:textId="77777777" w:rsidR="0069470F" w:rsidRDefault="0069470F" w:rsidP="0069470F">
      <w:pPr>
        <w:pStyle w:val="Nadpis2-2"/>
      </w:pPr>
      <w:bookmarkStart w:id="20" w:name="_Toc7077117"/>
      <w:bookmarkStart w:id="21" w:name="_Toc152937739"/>
      <w:r>
        <w:t>Zeměměřická činnost zhotovitele</w:t>
      </w:r>
      <w:bookmarkEnd w:id="20"/>
      <w:bookmarkEnd w:id="21"/>
    </w:p>
    <w:p w14:paraId="56207AA1" w14:textId="074C911C" w:rsidR="00662411" w:rsidRDefault="00662411" w:rsidP="00662411">
      <w:pPr>
        <w:pStyle w:val="Text2-1"/>
      </w:pPr>
      <w:r>
        <w:t>Zh</w:t>
      </w:r>
      <w:r w:rsidR="00485B1D">
        <w:t>otovitel zažádá jmenovaného AZI</w:t>
      </w:r>
      <w:r>
        <w:t xml:space="preserve"> Objednatele o zajištění aktuálních podkladů a postupu vyplývajícího z požadavků uvedených v příslušných VTP a těchto ZTP pro</w:t>
      </w:r>
      <w:r w:rsidR="00C12313">
        <w:t> </w:t>
      </w:r>
      <w:r>
        <w:t xml:space="preserve">provedení díla nejpozději do termínu předání Staveniště. </w:t>
      </w:r>
    </w:p>
    <w:p w14:paraId="370D504D"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4CE5D56" w14:textId="77777777" w:rsidR="0069470F" w:rsidRDefault="0069470F" w:rsidP="0069470F">
      <w:pPr>
        <w:pStyle w:val="Nadpis2-2"/>
      </w:pPr>
      <w:bookmarkStart w:id="22" w:name="_Toc7077118"/>
      <w:bookmarkStart w:id="23" w:name="_Toc152937740"/>
      <w:bookmarkStart w:id="24" w:name="_GoBack"/>
      <w:bookmarkEnd w:id="24"/>
      <w:r>
        <w:t>Doklady pře</w:t>
      </w:r>
      <w:r w:rsidR="00A76782">
        <w:t>d</w:t>
      </w:r>
      <w:r>
        <w:t>kládané zhotovitelem</w:t>
      </w:r>
      <w:bookmarkEnd w:id="22"/>
      <w:bookmarkEnd w:id="23"/>
    </w:p>
    <w:p w14:paraId="685AE6D1" w14:textId="2B7C51C3" w:rsidR="00A420F9" w:rsidRPr="00A420F9" w:rsidRDefault="00EB0A09" w:rsidP="005070D5">
      <w:pPr>
        <w:pStyle w:val="Text2-1"/>
      </w:pPr>
      <w:r w:rsidRPr="00EB0A09">
        <w:t>Pokud již Zhotovitel nepředložil dále uvedené doklady pře</w:t>
      </w:r>
      <w:r w:rsidR="00784FAB">
        <w:t>d</w:t>
      </w:r>
      <w:r w:rsidRPr="00EB0A09">
        <w:t xml:space="preserve"> uzavřením SOD,</w:t>
      </w:r>
      <w:r>
        <w:t xml:space="preserve"> předloží p</w:t>
      </w:r>
      <w:r w:rsidR="00554C2B" w:rsidRPr="006C33D8">
        <w:t xml:space="preserve">řed zahájením prací na objektech, jejichž součástí jsou </w:t>
      </w:r>
      <w:r w:rsidR="00554C2B" w:rsidRPr="000B7492">
        <w:rPr>
          <w:b/>
          <w:bCs/>
        </w:rPr>
        <w:t>„Určená technická zařízení“</w:t>
      </w:r>
      <w:r w:rsidR="00554C2B" w:rsidRPr="006C33D8">
        <w:t xml:space="preserve">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r w:rsidR="005F76FE">
        <w:t xml:space="preserve"> </w:t>
      </w:r>
      <w:r w:rsidR="000B7492">
        <w:t xml:space="preserve">Upozorňuje Zhotovitele, že musí mimo jiné </w:t>
      </w:r>
      <w:r w:rsidR="00A420F9" w:rsidRPr="000B7492">
        <w:rPr>
          <w:rFonts w:asciiTheme="minorHAnsi" w:hAnsiTheme="minorHAnsi"/>
        </w:rPr>
        <w:t>dolož</w:t>
      </w:r>
      <w:r w:rsidR="000B7492">
        <w:rPr>
          <w:rFonts w:asciiTheme="minorHAnsi" w:hAnsiTheme="minorHAnsi"/>
        </w:rPr>
        <w:t xml:space="preserve">it </w:t>
      </w:r>
      <w:r w:rsidR="00A420F9" w:rsidRPr="000B7492">
        <w:rPr>
          <w:rFonts w:asciiTheme="minorHAnsi" w:hAnsiTheme="minorHAnsi"/>
        </w:rPr>
        <w:t>kopii pověření M</w:t>
      </w:r>
      <w:r w:rsidR="000B7492">
        <w:rPr>
          <w:rFonts w:asciiTheme="minorHAnsi" w:hAnsiTheme="minorHAnsi"/>
        </w:rPr>
        <w:t>D</w:t>
      </w:r>
      <w:r w:rsidR="00A420F9" w:rsidRPr="000B7492">
        <w:rPr>
          <w:rFonts w:asciiTheme="minorHAnsi" w:hAnsiTheme="minorHAnsi"/>
        </w:rPr>
        <w:t xml:space="preserve"> ČR k provádění technických prohlídek a UTZ v rozsahu:</w:t>
      </w:r>
    </w:p>
    <w:p w14:paraId="0255DA5D" w14:textId="5D7BF52F" w:rsidR="00A420F9" w:rsidRPr="00A420F9" w:rsidRDefault="00A420F9" w:rsidP="000B7492">
      <w:pPr>
        <w:pStyle w:val="Odrka1-1"/>
      </w:pPr>
      <w:r w:rsidRPr="00A420F9">
        <w:t>dle vyhlášky 100/1995, § 1 odst. 4</w:t>
      </w:r>
    </w:p>
    <w:p w14:paraId="474F4186" w14:textId="13C6306A" w:rsidR="00A420F9" w:rsidRPr="00A420F9" w:rsidRDefault="00A420F9" w:rsidP="000B7492">
      <w:pPr>
        <w:pStyle w:val="Odstavec1-2i"/>
      </w:pPr>
      <w:r w:rsidRPr="00A420F9">
        <w:t>zabezpečovací zařízení, jehož elektrické obvody plní funkci zajišťování bezpečnosti drážní dopravy</w:t>
      </w:r>
    </w:p>
    <w:p w14:paraId="46918C31" w14:textId="77777777" w:rsidR="00A420F9" w:rsidRPr="00A420F9" w:rsidRDefault="00A420F9" w:rsidP="000B7492">
      <w:pPr>
        <w:pStyle w:val="Odrka1-1"/>
      </w:pPr>
      <w:r w:rsidRPr="00A420F9">
        <w:t>dle vyhlášky 100/1995, § 1 odst. 6</w:t>
      </w:r>
    </w:p>
    <w:p w14:paraId="58BC1DD3" w14:textId="353C022A" w:rsidR="00A420F9" w:rsidRPr="00A420F9" w:rsidRDefault="00A420F9" w:rsidP="000B7492">
      <w:pPr>
        <w:pStyle w:val="Odstavec1-2i"/>
        <w:numPr>
          <w:ilvl w:val="1"/>
          <w:numId w:val="23"/>
        </w:numPr>
      </w:pPr>
      <w:r>
        <w:t>elektrické, pneumatické a hydraulické výtahy,</w:t>
      </w:r>
    </w:p>
    <w:p w14:paraId="7BF842DD" w14:textId="5D5D334F" w:rsidR="005F76FE" w:rsidRPr="00A420F9" w:rsidRDefault="00A420F9" w:rsidP="000B7492">
      <w:pPr>
        <w:pStyle w:val="Odstavec1-2i"/>
      </w:pPr>
      <w:r w:rsidRPr="00A420F9">
        <w:t>pohyblivé plošiny pro dopravu osob se sníženou mobilitou</w:t>
      </w:r>
    </w:p>
    <w:p w14:paraId="5519F3FD" w14:textId="1708C292" w:rsidR="0069470F" w:rsidRPr="00BD33D0" w:rsidRDefault="0069470F" w:rsidP="0069470F">
      <w:pPr>
        <w:pStyle w:val="Text2-1"/>
      </w:pPr>
      <w:r w:rsidRPr="00BD33D0">
        <w:t xml:space="preserve">Zhotovitel </w:t>
      </w:r>
      <w:r w:rsidRPr="001726F0">
        <w:rPr>
          <w:b/>
          <w:bCs/>
        </w:rPr>
        <w:t>doloží</w:t>
      </w:r>
      <w:r w:rsidRPr="001726F0">
        <w:t xml:space="preserve"> mimo jiné</w:t>
      </w:r>
      <w:r w:rsidRPr="00BD33D0">
        <w:t xml:space="preserve"> </w:t>
      </w:r>
      <w:r w:rsidRPr="001726F0">
        <w:rPr>
          <w:b/>
          <w:bCs/>
        </w:rPr>
        <w:t>před zahájením prací</w:t>
      </w:r>
      <w:r w:rsidRPr="00BD33D0">
        <w:t xml:space="preserve"> na železniční dopravní cestě prosté kopie dokladů o kvalifikaci zhotovitelů dle </w:t>
      </w:r>
      <w:r w:rsidRPr="001726F0">
        <w:t>Předpisu o odborné způsobilosti a znalosti osob při provozování dráhy a drážní dopravy</w:t>
      </w:r>
      <w:r w:rsidRPr="001726F0">
        <w:rPr>
          <w:b/>
          <w:bCs/>
        </w:rPr>
        <w:t xml:space="preserve"> SŽ Zam1</w:t>
      </w:r>
      <w:r w:rsidRPr="00BD33D0">
        <w:t>, v platném znění:</w:t>
      </w:r>
    </w:p>
    <w:p w14:paraId="5FB201D5" w14:textId="77777777" w:rsidR="00BD33D0" w:rsidRPr="00944322" w:rsidRDefault="00BD33D0" w:rsidP="00BD33D0">
      <w:pPr>
        <w:pStyle w:val="Odrka1-1"/>
        <w:numPr>
          <w:ilvl w:val="0"/>
          <w:numId w:val="4"/>
        </w:numPr>
      </w:pPr>
      <w:r w:rsidRPr="00944322">
        <w:t xml:space="preserve">B-02 – </w:t>
      </w:r>
      <w:r>
        <w:t>stavbyvedoucí, nebo specialista (vedoucí prací) na pozemní stavby – zástupce stavbyvedoucího</w:t>
      </w:r>
    </w:p>
    <w:p w14:paraId="4AFD28D0" w14:textId="77777777" w:rsidR="00BD33D0" w:rsidRPr="00944322" w:rsidRDefault="00BD33D0" w:rsidP="00BD33D0">
      <w:pPr>
        <w:pStyle w:val="Odrka1-1"/>
        <w:numPr>
          <w:ilvl w:val="0"/>
          <w:numId w:val="4"/>
        </w:numPr>
      </w:pPr>
      <w:r w:rsidRPr="00944322">
        <w:t>E-07 – minimálně specialista (vedoucí prací) na elektrotechnická zařízení</w:t>
      </w:r>
    </w:p>
    <w:p w14:paraId="6D1384A2" w14:textId="77777777" w:rsidR="00BD33D0" w:rsidRPr="00944322" w:rsidRDefault="00BD33D0" w:rsidP="00BD33D0">
      <w:pPr>
        <w:pStyle w:val="Odrka1-1"/>
        <w:numPr>
          <w:ilvl w:val="0"/>
          <w:numId w:val="4"/>
        </w:numPr>
      </w:pPr>
      <w:r w:rsidRPr="00944322">
        <w:t xml:space="preserve">T-05c – specialista (vedoucí prací) na sdělovací zařízení </w:t>
      </w:r>
    </w:p>
    <w:p w14:paraId="20D42939" w14:textId="77777777" w:rsidR="00BD33D0" w:rsidRDefault="00BD33D0" w:rsidP="00BD33D0">
      <w:pPr>
        <w:pStyle w:val="Odrka1-1"/>
        <w:numPr>
          <w:ilvl w:val="0"/>
          <w:numId w:val="4"/>
        </w:numPr>
      </w:pPr>
      <w:r w:rsidRPr="00944322">
        <w:t xml:space="preserve">Z-06c – specialista (vedoucí prací) na zabezpečovací zařízení </w:t>
      </w:r>
    </w:p>
    <w:p w14:paraId="063E389E" w14:textId="77777777" w:rsidR="0069470F" w:rsidRPr="00BD33D0" w:rsidRDefault="0069470F" w:rsidP="0069470F">
      <w:pPr>
        <w:pStyle w:val="Text2-1"/>
      </w:pPr>
      <w:r w:rsidRPr="00BD33D0">
        <w:t xml:space="preserve">Výše uvedené doklady upravující odbornou způsobilost musí osvědčit odbornou způsobilost samotného dodavatele (je-li fyzickou osobou) nebo jiné osoby, která bude pro dodavatele příslušnou činnost vykonávat.  </w:t>
      </w:r>
    </w:p>
    <w:p w14:paraId="1C0EAEC3" w14:textId="77777777" w:rsidR="0069470F" w:rsidRDefault="0069470F" w:rsidP="0069470F">
      <w:pPr>
        <w:pStyle w:val="Nadpis2-2"/>
      </w:pPr>
      <w:bookmarkStart w:id="25" w:name="_Toc7077119"/>
      <w:bookmarkStart w:id="26" w:name="_Toc152937741"/>
      <w:r>
        <w:t>Dokumentace zhotovitele pro stavbu</w:t>
      </w:r>
      <w:bookmarkEnd w:id="25"/>
      <w:bookmarkEnd w:id="26"/>
    </w:p>
    <w:p w14:paraId="7A532C81" w14:textId="77777777" w:rsidR="0069470F" w:rsidRPr="00BD33D0"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BD33D0">
        <w:t>“)</w:t>
      </w:r>
      <w:r w:rsidRPr="00BD33D0">
        <w:t>, zejména pro:</w:t>
      </w:r>
    </w:p>
    <w:p w14:paraId="63DF3D82" w14:textId="77777777" w:rsidR="0069470F" w:rsidRPr="00BD33D0" w:rsidRDefault="00BD33D0" w:rsidP="00994777">
      <w:pPr>
        <w:pStyle w:val="Odstavec1-1a"/>
        <w:numPr>
          <w:ilvl w:val="0"/>
          <w:numId w:val="8"/>
        </w:numPr>
        <w:spacing w:after="120"/>
      </w:pPr>
      <w:r w:rsidRPr="00BD33D0">
        <w:lastRenderedPageBreak/>
        <w:t>Zámečnické prvky</w:t>
      </w:r>
    </w:p>
    <w:p w14:paraId="06478CC1" w14:textId="77777777" w:rsidR="00BD33D0" w:rsidRPr="00BD33D0" w:rsidRDefault="00BD33D0" w:rsidP="00994777">
      <w:pPr>
        <w:pStyle w:val="Odstavec1-1a"/>
        <w:numPr>
          <w:ilvl w:val="0"/>
          <w:numId w:val="8"/>
        </w:numPr>
        <w:spacing w:after="120"/>
      </w:pPr>
      <w:r w:rsidRPr="00BD33D0">
        <w:t>Truhlářské prvky</w:t>
      </w:r>
    </w:p>
    <w:p w14:paraId="01EF8A81" w14:textId="77777777" w:rsidR="0038793E" w:rsidRDefault="0038793E" w:rsidP="0038793E">
      <w:pPr>
        <w:pStyle w:val="Text2-1"/>
      </w:pPr>
      <w:r>
        <w:t xml:space="preserve">Zhotovitel v rámci zpracování RDS </w:t>
      </w:r>
      <w:r w:rsidRPr="00BC498A">
        <w:t xml:space="preserve">předloží plán vzorkování a harmonogram předkládání </w:t>
      </w:r>
      <w:r>
        <w:t>RDS</w:t>
      </w:r>
      <w:r w:rsidRPr="00BC498A">
        <w:t>,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5DA127CA" w14:textId="37C7059A" w:rsidR="0038793E" w:rsidRPr="00BC498A" w:rsidRDefault="0038793E" w:rsidP="0038793E">
      <w:pPr>
        <w:pStyle w:val="Text2-1"/>
      </w:pPr>
      <w:r w:rsidRPr="00BC498A">
        <w:t xml:space="preserve">Rozsah vzorkování je určen </w:t>
      </w:r>
      <w:r w:rsidRPr="00A23002">
        <w:t xml:space="preserve">přílohou </w:t>
      </w:r>
      <w:r w:rsidR="002A49E9" w:rsidRPr="00A23002">
        <w:fldChar w:fldCharType="begin"/>
      </w:r>
      <w:r w:rsidR="002A49E9" w:rsidRPr="00A23002">
        <w:instrText xml:space="preserve"> REF _Ref149645763 \r \h </w:instrText>
      </w:r>
      <w:r w:rsidR="00A23002" w:rsidRPr="00A23002">
        <w:instrText xml:space="preserve"> \* MERGEFORMAT </w:instrText>
      </w:r>
      <w:r w:rsidR="002A49E9" w:rsidRPr="00A23002">
        <w:fldChar w:fldCharType="separate"/>
      </w:r>
      <w:r w:rsidR="00A5263C">
        <w:t>8.1.1</w:t>
      </w:r>
      <w:r w:rsidR="002A49E9" w:rsidRPr="00A23002">
        <w:fldChar w:fldCharType="end"/>
      </w:r>
      <w:r w:rsidRPr="00BC498A">
        <w:t xml:space="preserve"> těchto ZTP.</w:t>
      </w:r>
      <w:r>
        <w:t xml:space="preserve"> </w:t>
      </w:r>
      <w:r w:rsidRPr="00BC498A">
        <w:t xml:space="preserve">Vzorkovány budou všechny viditelné prvky konstrukcí, materiály a povrchové úpravy stavebních konstrukcí. Všechny </w:t>
      </w:r>
      <w:r>
        <w:t>použité materiály budou Správcem stavby schváleny a </w:t>
      </w:r>
      <w:r w:rsidRPr="00BC498A">
        <w:t xml:space="preserve">vzorky budou </w:t>
      </w:r>
      <w:r>
        <w:t>Z</w:t>
      </w:r>
      <w:r w:rsidRPr="00BC498A">
        <w:t xml:space="preserve">hotovitelem vedeny v seznamu vzorků (vzorkovací kniha), kde každý vzorek bude mít prostor pro vyjádření </w:t>
      </w:r>
      <w:r>
        <w:t>Správce stavby a jím pověřených osob</w:t>
      </w:r>
      <w:r w:rsidRPr="00BC498A">
        <w:t>.</w:t>
      </w:r>
    </w:p>
    <w:p w14:paraId="0A8061AE" w14:textId="77777777" w:rsidR="0038793E" w:rsidRDefault="0038793E" w:rsidP="0038793E">
      <w:pPr>
        <w:pStyle w:val="Text2-1"/>
      </w:pPr>
      <w:r w:rsidRPr="00BC498A">
        <w:t>Všechny materiály a výrobky, které se v jednom uceleném prostoru nacházejí, budou vzorkovány v ucelených souvisejících souborech. Schválené vzorky budou zůstávat na stavbě pro potřeby dalšího vzorkování.</w:t>
      </w:r>
    </w:p>
    <w:p w14:paraId="206BD8B4"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646542B0"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2AFD9052" w14:textId="4076E0E9" w:rsidR="00671D5B" w:rsidRDefault="00671D5B" w:rsidP="0069470F">
      <w:pPr>
        <w:pStyle w:val="Text2-1"/>
      </w:pPr>
      <w:r>
        <w:t>Příkladovým podkladem</w:t>
      </w:r>
      <w:r w:rsidR="00081A8E">
        <w:t xml:space="preserve"> pro určení standardů pro ocenění jednotlivých koncových prvků, materiálového a barevného provedení dodávek a mo</w:t>
      </w:r>
      <w:r w:rsidR="00666B20">
        <w:t>n</w:t>
      </w:r>
      <w:r w:rsidR="00081A8E">
        <w:t xml:space="preserve">táží slouží příloha číslo </w:t>
      </w:r>
      <w:r w:rsidR="00081A8E">
        <w:fldChar w:fldCharType="begin"/>
      </w:r>
      <w:r w:rsidR="00081A8E">
        <w:instrText xml:space="preserve"> REF _Ref151984564 \r \h </w:instrText>
      </w:r>
      <w:r w:rsidR="00081A8E">
        <w:fldChar w:fldCharType="separate"/>
      </w:r>
      <w:r w:rsidR="00A5263C">
        <w:t>8.1.2</w:t>
      </w:r>
      <w:r w:rsidR="00081A8E">
        <w:fldChar w:fldCharType="end"/>
      </w:r>
      <w:r w:rsidR="00081A8E">
        <w:t xml:space="preserve"> těchto ZTP.</w:t>
      </w:r>
    </w:p>
    <w:p w14:paraId="1BBC36DA" w14:textId="77777777" w:rsidR="0069470F" w:rsidRDefault="0069470F" w:rsidP="0069470F">
      <w:pPr>
        <w:pStyle w:val="Nadpis2-2"/>
      </w:pPr>
      <w:bookmarkStart w:id="27" w:name="_Toc7077120"/>
      <w:bookmarkStart w:id="28" w:name="_Toc152937742"/>
      <w:r>
        <w:t>Dokumentace skutečného provedení stavby</w:t>
      </w:r>
      <w:bookmarkEnd w:id="27"/>
      <w:bookmarkEnd w:id="28"/>
    </w:p>
    <w:p w14:paraId="1E9105AA" w14:textId="77777777" w:rsidR="005F047C" w:rsidRDefault="005F047C" w:rsidP="005F047C">
      <w:pPr>
        <w:pStyle w:val="Text2-1"/>
      </w:pPr>
      <w:r>
        <w:t>DSPS bude zpracována dle Přílohy P9 směrnice SŽ SM011.</w:t>
      </w:r>
    </w:p>
    <w:p w14:paraId="3C9314A3" w14:textId="77777777"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BD33D0" w:rsidRPr="00BD33D0">
        <w:t>DVD</w:t>
      </w:r>
    </w:p>
    <w:p w14:paraId="4B2991D6" w14:textId="77777777" w:rsidR="0069470F" w:rsidRDefault="0069470F" w:rsidP="0069470F">
      <w:pPr>
        <w:pStyle w:val="Nadpis2-2"/>
      </w:pPr>
      <w:bookmarkStart w:id="29" w:name="_Toc152937743"/>
      <w:bookmarkStart w:id="30" w:name="_Toc7077138"/>
      <w:r>
        <w:t>Životní prostředí</w:t>
      </w:r>
      <w:bookmarkEnd w:id="29"/>
      <w:r>
        <w:t xml:space="preserve"> </w:t>
      </w:r>
      <w:bookmarkEnd w:id="30"/>
    </w:p>
    <w:p w14:paraId="07B3018E" w14:textId="7D3EBF1F" w:rsidR="00C653C9" w:rsidRPr="0017201E" w:rsidRDefault="0047736E" w:rsidP="0017201E">
      <w:pPr>
        <w:pStyle w:val="Text2-1"/>
        <w:rPr>
          <w:rStyle w:val="Tun"/>
        </w:rPr>
      </w:pPr>
      <w:r w:rsidRPr="00A90D48">
        <w:rPr>
          <w:rStyle w:val="Tun"/>
        </w:rPr>
        <w:t xml:space="preserve">Nakládání s odpady </w:t>
      </w:r>
    </w:p>
    <w:p w14:paraId="1B168674" w14:textId="4FFA1A4E" w:rsidR="0017201E" w:rsidRPr="0017201E" w:rsidRDefault="0017201E" w:rsidP="0017201E">
      <w:pPr>
        <w:pStyle w:val="Text2-2"/>
        <w:rPr>
          <w:rStyle w:val="Tun"/>
          <w:b w:val="0"/>
        </w:rPr>
      </w:pPr>
      <w:r w:rsidRPr="00160F3B">
        <w:rPr>
          <w:rStyle w:val="Tun"/>
          <w:b w:val="0"/>
        </w:rPr>
        <w:t>Zhotovitel se zavazuje zajistit převzorková</w:t>
      </w:r>
      <w:r w:rsidR="00C12313">
        <w:rPr>
          <w:rStyle w:val="Tun"/>
          <w:b w:val="0"/>
        </w:rPr>
        <w:t>ní výkopových zemin ze stavby a </w:t>
      </w:r>
      <w:r w:rsidRPr="00160F3B">
        <w:rPr>
          <w:rStyle w:val="Tun"/>
          <w:b w:val="0"/>
        </w:rPr>
        <w:t>dalších druhotných materiálů, stavebních a demoličních odpadů, kde je v</w:t>
      </w:r>
      <w:r w:rsidR="00C12313">
        <w:rPr>
          <w:rStyle w:val="Tun"/>
          <w:b w:val="0"/>
        </w:rPr>
        <w:t> </w:t>
      </w:r>
      <w:r w:rsidRPr="00160F3B">
        <w:rPr>
          <w:rStyle w:val="Tun"/>
          <w:b w:val="0"/>
        </w:rPr>
        <w:t>rámci jejich kategorizace vzorkování vyžadováno. Na základě zjištěných hodnot z provedeného vzorkování v Projektové dokumentace a realizace Zhotovitel zabezpečí maximální využití těžených materiálů</w:t>
      </w:r>
      <w:r w:rsidR="00895231">
        <w:rPr>
          <w:rStyle w:val="Tun"/>
          <w:b w:val="0"/>
        </w:rPr>
        <w:t xml:space="preserve">, </w:t>
      </w:r>
      <w:r w:rsidRPr="00160F3B">
        <w:rPr>
          <w:rStyle w:val="Tun"/>
          <w:b w:val="0"/>
        </w:rPr>
        <w:t>Vzorkování bude probíhat dle Metodického návodu Správy železnic k problematice vzorkování stavebních a demoličních odpadů v rámci přípravy a realizace staveb, který je přílohou B.3 směrnice SŽ SM096, Směrnice pro nakládání s odpady.</w:t>
      </w:r>
    </w:p>
    <w:p w14:paraId="748A88A1" w14:textId="77777777" w:rsidR="00A40D91" w:rsidRPr="0017201E" w:rsidRDefault="00A40D91" w:rsidP="00A40D91">
      <w:pPr>
        <w:pStyle w:val="Text2-2"/>
        <w:rPr>
          <w:rStyle w:val="Tun"/>
          <w:b w:val="0"/>
        </w:rPr>
      </w:pPr>
      <w:r w:rsidRPr="0017201E">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17201E">
        <w:rPr>
          <w:rStyle w:val="Tun"/>
          <w:b w:val="0"/>
        </w:rPr>
        <w:t>Z</w:t>
      </w:r>
      <w:r w:rsidRPr="0017201E">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17201E">
        <w:rPr>
          <w:rStyle w:val="Tun"/>
          <w:b w:val="0"/>
        </w:rPr>
        <w:t>Z</w:t>
      </w:r>
      <w:r w:rsidRPr="0017201E">
        <w:rPr>
          <w:rStyle w:val="Tun"/>
          <w:b w:val="0"/>
        </w:rPr>
        <w:t xml:space="preserve">hotovitel informovat Správce stavby a </w:t>
      </w:r>
      <w:r w:rsidR="001C008E" w:rsidRPr="0017201E">
        <w:rPr>
          <w:rStyle w:val="Tun"/>
          <w:b w:val="0"/>
        </w:rPr>
        <w:t>s</w:t>
      </w:r>
      <w:r w:rsidRPr="0017201E">
        <w:rPr>
          <w:rStyle w:val="Tun"/>
          <w:b w:val="0"/>
        </w:rPr>
        <w:t>pecialistu ŽP Objednatele v náležitém předstihu.</w:t>
      </w:r>
    </w:p>
    <w:p w14:paraId="3585EE9B" w14:textId="56A5FE44"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w:t>
      </w:r>
      <w:r w:rsidR="00C12313">
        <w:rPr>
          <w:rStyle w:val="Tun"/>
          <w:b w:val="0"/>
        </w:rPr>
        <w:t>na se recykluje, ale nespadá do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lastRenderedPageBreak/>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Rozhodnutí o zřízení místní recykl. zákl. nebo o odvozu na recykl. místa/centra bude vždy provedeno na</w:t>
      </w:r>
      <w:r w:rsidR="00C12313">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C12313">
        <w:rPr>
          <w:rStyle w:val="Tun"/>
          <w:b w:val="0"/>
        </w:rPr>
        <w:t> </w:t>
      </w:r>
      <w:r w:rsidR="00494D07" w:rsidRPr="00ED616D">
        <w:rPr>
          <w:rStyle w:val="Tun"/>
          <w:b w:val="0"/>
        </w:rPr>
        <w:t>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4A1ADB6A" w14:textId="77777777" w:rsidR="00A40D91" w:rsidRPr="0017201E" w:rsidRDefault="00A40D91" w:rsidP="00A40D91">
      <w:pPr>
        <w:pStyle w:val="Text2-2"/>
        <w:rPr>
          <w:rStyle w:val="Tun"/>
          <w:b w:val="0"/>
        </w:rPr>
      </w:pPr>
      <w:r w:rsidRPr="0017201E">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AF6548" w:rsidRPr="0017201E">
        <w:rPr>
          <w:rStyle w:val="Tun"/>
          <w:b w:val="0"/>
        </w:rPr>
        <w:t>garantovi za</w:t>
      </w:r>
      <w:r w:rsidRPr="0017201E">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17201E">
        <w:rPr>
          <w:rStyle w:val="Tun"/>
          <w:b w:val="0"/>
        </w:rPr>
        <w:t xml:space="preserve">garantovi za </w:t>
      </w:r>
      <w:r w:rsidRPr="0017201E">
        <w:rPr>
          <w:rStyle w:val="Tun"/>
          <w:b w:val="0"/>
        </w:rPr>
        <w:t xml:space="preserve">ŽP Objednatele přehled s uvedeným množstvím, se způsobem nakládání vzniklého stavebního a demoličního odpadu a mírou recyklace pro předmětné </w:t>
      </w:r>
      <w:r w:rsidR="00EB1F39" w:rsidRPr="0017201E">
        <w:rPr>
          <w:rStyle w:val="Tun"/>
          <w:b w:val="0"/>
        </w:rPr>
        <w:t>objekty</w:t>
      </w:r>
      <w:r w:rsidRPr="0017201E">
        <w:rPr>
          <w:rStyle w:val="Tun"/>
          <w:b w:val="0"/>
        </w:rPr>
        <w:t>.</w:t>
      </w:r>
    </w:p>
    <w:p w14:paraId="03605DEF"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230046EF"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5CADFFA3"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1A34EEA1"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dokumentaci jsou pouze informativní a slouží pro interní potřeby </w:t>
      </w:r>
      <w:r w:rsidRPr="00A90D48">
        <w:rPr>
          <w:rStyle w:val="Tun"/>
        </w:rPr>
        <w:lastRenderedPageBreak/>
        <w:t>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2765E333" w14:textId="77777777" w:rsidR="0047736E" w:rsidRPr="00824493" w:rsidRDefault="0047736E" w:rsidP="000D7BD4">
      <w:pPr>
        <w:pStyle w:val="Text2-2"/>
      </w:pPr>
      <w:r w:rsidRPr="00824493">
        <w:t>Za vícepráci pro položku „Likvidace odpadů včetně dopravy“ se počítá navýšení množství odpadu v dané kategorii nad rámec celkového množství v</w:t>
      </w:r>
      <w:r w:rsidR="00020B06" w:rsidRPr="00824493">
        <w:t> </w:t>
      </w:r>
      <w:r w:rsidRPr="00824493">
        <w:t>kategorii v součtu všech SO a PS uvedené v SO 90-90.</w:t>
      </w:r>
    </w:p>
    <w:p w14:paraId="0AC9DA65" w14:textId="77777777" w:rsidR="0047736E" w:rsidRPr="00824493" w:rsidRDefault="0047736E" w:rsidP="000D7BD4">
      <w:pPr>
        <w:pStyle w:val="Text2-2"/>
      </w:pPr>
      <w:r w:rsidRPr="00824493">
        <w:t>Ceny Zhotovitele pro „Likvidaci odpadu včetně dopravy“ lze využít do množství odpadu v dané kategorii navýšené o 20%. V případě, kdy množství odpadu v</w:t>
      </w:r>
      <w:r w:rsidR="007107DA" w:rsidRPr="00824493">
        <w:t> </w:t>
      </w:r>
      <w:r w:rsidRPr="00824493">
        <w:t>daném druhu odpadu překročí 20%, má Objednatel možnost požadovat po</w:t>
      </w:r>
      <w:r w:rsidR="004E4870" w:rsidRPr="00824493">
        <w:t> </w:t>
      </w:r>
      <w:r w:rsidRPr="00824493">
        <w:t xml:space="preserve">Zhotoviteli individuální kalkulaci, příp. si zajistit likvidaci odpadu sám. </w:t>
      </w:r>
    </w:p>
    <w:p w14:paraId="7CCC1760" w14:textId="77777777" w:rsidR="0047736E" w:rsidRPr="00824493" w:rsidRDefault="0047736E" w:rsidP="000D7BD4">
      <w:pPr>
        <w:pStyle w:val="Text2-2"/>
      </w:pPr>
      <w:r w:rsidRPr="00824493">
        <w:t>Správce stavby v průběhu zhotovení stavby oznámí Zhotoviteli, zda si</w:t>
      </w:r>
      <w:r w:rsidR="004F45AB" w:rsidRPr="00824493">
        <w:t> </w:t>
      </w:r>
      <w:r w:rsidRPr="00824493">
        <w:t xml:space="preserve">vícepráce nad 20%, každé jedné kategorii odpadu - položce SO 90-90, vztahující se k „Likvidaci odpadů včetně dopravy“ zajistí sám. </w:t>
      </w:r>
    </w:p>
    <w:p w14:paraId="3CA9B10A" w14:textId="77777777" w:rsidR="0047736E" w:rsidRPr="00824493" w:rsidRDefault="0047736E" w:rsidP="00A40D91">
      <w:pPr>
        <w:pStyle w:val="Text2-2"/>
      </w:pPr>
      <w:r w:rsidRPr="00824493">
        <w:t>Zhotovitel stavby si zajistí rozsah skládek</w:t>
      </w:r>
      <w:r w:rsidR="00A40D91" w:rsidRPr="00824493">
        <w:t>, resp</w:t>
      </w:r>
      <w:r w:rsidR="007C1210" w:rsidRPr="00824493">
        <w:t xml:space="preserve">. </w:t>
      </w:r>
      <w:r w:rsidR="00A40D91" w:rsidRPr="00824493">
        <w:t xml:space="preserve">recyklační </w:t>
      </w:r>
      <w:r w:rsidR="007C1210" w:rsidRPr="00824493">
        <w:t>míst/center</w:t>
      </w:r>
      <w:r w:rsidRPr="00824493">
        <w:t xml:space="preserve"> a</w:t>
      </w:r>
      <w:r w:rsidR="007C1210" w:rsidRPr="00824493">
        <w:t> </w:t>
      </w:r>
      <w:r w:rsidRPr="00824493">
        <w:t>možnost ukládání odpadů sám, a</w:t>
      </w:r>
      <w:r w:rsidR="00020B06" w:rsidRPr="00824493">
        <w:t> </w:t>
      </w:r>
      <w:r w:rsidRPr="00824493">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824493">
        <w:t> </w:t>
      </w:r>
      <w:r w:rsidRPr="00824493">
        <w:t>o</w:t>
      </w:r>
      <w:r w:rsidR="005176EE" w:rsidRPr="00824493">
        <w:t> </w:t>
      </w:r>
      <w:r w:rsidRPr="00824493">
        <w:t>20</w:t>
      </w:r>
      <w:r w:rsidR="003220D8" w:rsidRPr="00824493">
        <w:t> </w:t>
      </w:r>
      <w:r w:rsidRPr="00824493">
        <w:t>%</w:t>
      </w:r>
      <w:r w:rsidR="00A40D91" w:rsidRPr="00824493">
        <w:t> </w:t>
      </w:r>
      <w:r w:rsidRPr="00824493">
        <w:t xml:space="preserve">vyšší. </w:t>
      </w:r>
    </w:p>
    <w:p w14:paraId="54F9AD84" w14:textId="77777777" w:rsidR="006D3BC8" w:rsidRPr="00824493" w:rsidRDefault="006D3BC8" w:rsidP="000D7BD4">
      <w:pPr>
        <w:pStyle w:val="Text2-2"/>
      </w:pPr>
      <w:r w:rsidRPr="00824493">
        <w:t>Zhotovitel oceňuje položky odpadů (Varianta 901 až 999) pouze SO 90-90, v jednotlivých SO/PS je neoceňuje.</w:t>
      </w:r>
    </w:p>
    <w:p w14:paraId="0982757A" w14:textId="65D4C978" w:rsidR="0069470F" w:rsidRPr="00CB3503" w:rsidRDefault="0069470F" w:rsidP="0069470F">
      <w:pPr>
        <w:pStyle w:val="Nadpis2-2"/>
      </w:pPr>
      <w:bookmarkStart w:id="31" w:name="_Ref3280427"/>
      <w:bookmarkStart w:id="32" w:name="_Toc7077139"/>
      <w:bookmarkStart w:id="33" w:name="_Ref62138603"/>
      <w:bookmarkStart w:id="34" w:name="_Toc152937744"/>
      <w:r w:rsidRPr="00CB3503">
        <w:t>Publicita</w:t>
      </w:r>
      <w:bookmarkEnd w:id="31"/>
      <w:bookmarkEnd w:id="32"/>
      <w:r w:rsidR="001615A9" w:rsidRPr="00CB3503">
        <w:t xml:space="preserve"> stavby</w:t>
      </w:r>
      <w:bookmarkEnd w:id="33"/>
      <w:bookmarkEnd w:id="34"/>
    </w:p>
    <w:p w14:paraId="26D66CAF" w14:textId="40B30199" w:rsidR="00824493" w:rsidRPr="00E47C2E" w:rsidRDefault="00824493" w:rsidP="00824493">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132E39">
        <w:t xml:space="preserve">kontakt: </w:t>
      </w:r>
      <w:r>
        <w:t>Bc. Kateřina Veselá, tel: +420 724 240 718, e-mail: VeselaK@spravazeleznic.cz)</w:t>
      </w:r>
      <w:r w:rsidRPr="00E47C2E">
        <w:t xml:space="preserve">. </w:t>
      </w:r>
    </w:p>
    <w:p w14:paraId="6761DF3B" w14:textId="1F6E0067" w:rsidR="00C97259" w:rsidRPr="00E47C2E" w:rsidRDefault="00FB6CAD" w:rsidP="00FB6CAD">
      <w:pPr>
        <w:pStyle w:val="Text2-1"/>
      </w:pPr>
      <w:bookmarkStart w:id="35" w:name="_Ref131594633"/>
      <w:r w:rsidRPr="00E47C2E">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bookmarkEnd w:id="35"/>
    </w:p>
    <w:p w14:paraId="30BDBB3E" w14:textId="77777777" w:rsidR="0033159C" w:rsidRPr="00045650" w:rsidRDefault="0033159C" w:rsidP="00B5235F">
      <w:pPr>
        <w:pStyle w:val="Text2-2"/>
        <w:keepNext/>
      </w:pPr>
      <w:r w:rsidRPr="00045650">
        <w:t>Typy informačních materiálů:</w:t>
      </w:r>
    </w:p>
    <w:p w14:paraId="66119874" w14:textId="77777777" w:rsidR="00155FB2" w:rsidRPr="00045650" w:rsidRDefault="00155FB2" w:rsidP="00155FB2">
      <w:pPr>
        <w:pStyle w:val="Odrka1-4"/>
      </w:pPr>
      <w:r w:rsidRPr="00045650">
        <w:t>informační mesh banner (dle možnosti Objednatel preferuje uchycení na lešení) ve velikosti šíře 3–15 m × výška 2–10 m v počtu 1 ks, dle rozsahu stavby;</w:t>
      </w:r>
    </w:p>
    <w:p w14:paraId="4C127780" w14:textId="77777777" w:rsidR="00155FB2" w:rsidRPr="00045650" w:rsidRDefault="00155FB2" w:rsidP="00155FB2">
      <w:pPr>
        <w:pStyle w:val="Odrka1-4"/>
      </w:pPr>
      <w:r w:rsidRPr="00045650">
        <w:t>informační bannery ve velikosti šíře až 4 m × výška až 3 m v počtu 3 ks, dle možnosti umístění s oky po 50 cm;</w:t>
      </w:r>
    </w:p>
    <w:p w14:paraId="7B7F4FC6" w14:textId="77777777" w:rsidR="00155FB2" w:rsidRPr="00045650" w:rsidRDefault="00155FB2" w:rsidP="00155FB2">
      <w:pPr>
        <w:pStyle w:val="Odrka1-4"/>
      </w:pPr>
      <w:r w:rsidRPr="00045650">
        <w:t>informační plachty, přebaly a Dibond desky na oplocení ve velikosti šíře až 3 m × výška až 2 m v počtu 3 ks, dle možnosti umístění.</w:t>
      </w:r>
    </w:p>
    <w:p w14:paraId="44A663E4" w14:textId="783D975D" w:rsidR="0033159C" w:rsidRPr="00045650" w:rsidRDefault="0033159C" w:rsidP="004773D0">
      <w:pPr>
        <w:pStyle w:val="Text2-2"/>
      </w:pPr>
      <w:r w:rsidRPr="00045650">
        <w:t xml:space="preserve">Informační materiály budou instalovány ihned po předání staveniště a po celou dobu realizace stavby budou </w:t>
      </w:r>
      <w:r w:rsidR="001D0458" w:rsidRPr="00045650">
        <w:t>Z</w:t>
      </w:r>
      <w:r w:rsidRPr="00045650">
        <w:t>hotovitelem udržovány v bezvadném stavu. V</w:t>
      </w:r>
      <w:r w:rsidR="007107DA" w:rsidRPr="00045650">
        <w:t> </w:t>
      </w:r>
      <w:r w:rsidRPr="00045650">
        <w:t xml:space="preserve">případě jejich poškození, nebo výrazném znečistění, budou nahrazeny novými identickými materiály. </w:t>
      </w:r>
    </w:p>
    <w:p w14:paraId="0F1511BD" w14:textId="77777777" w:rsidR="0033159C" w:rsidRPr="00155FB2" w:rsidRDefault="0033159C" w:rsidP="002E4485">
      <w:pPr>
        <w:pStyle w:val="Text2-2"/>
      </w:pPr>
      <w:r w:rsidRPr="00E47C2E">
        <w:t>Umístění materiálů s logem Zhotovitele b</w:t>
      </w:r>
      <w:r w:rsidR="001D0458" w:rsidRPr="00E47C2E">
        <w:t xml:space="preserve">ude možné pouze po konzultaci </w:t>
      </w:r>
      <w:r w:rsidR="001D0458" w:rsidRPr="00155FB2">
        <w:t>a </w:t>
      </w:r>
      <w:r w:rsidRPr="00155FB2">
        <w:t>po</w:t>
      </w:r>
      <w:r w:rsidR="007107DA" w:rsidRPr="00155FB2">
        <w:t> </w:t>
      </w:r>
      <w:r w:rsidRPr="00155FB2">
        <w:t>odsouhlasení Objednatelem.</w:t>
      </w:r>
    </w:p>
    <w:p w14:paraId="208FC57D" w14:textId="011960DC" w:rsidR="00824493" w:rsidRPr="00E47C2E" w:rsidRDefault="00824493" w:rsidP="00824493">
      <w:pPr>
        <w:pStyle w:val="Text2-2"/>
      </w:pPr>
      <w:bookmarkStart w:id="36" w:name="_Ref35517545"/>
      <w:r w:rsidRPr="00155FB2">
        <w:t>Zhotovitel zajistí 1x za 6 mě</w:t>
      </w:r>
      <w:r w:rsidR="00C12313">
        <w:t>síce pořízení fotodokumentace a </w:t>
      </w:r>
      <w:r w:rsidRPr="00155FB2">
        <w:t>videodokumentace stavby i prostřednictvím dronu (je možné doplnit záběry dronu pomocí jiného záznamového zařízení), která bude následnou</w:t>
      </w:r>
      <w:r w:rsidRPr="00CB437F">
        <w:t xml:space="preserve">, odbornou postprodukcí zpracována do dvou propagačních videí. První verze v délce 2 – </w:t>
      </w:r>
      <w:r w:rsidRPr="00CB437F">
        <w:lastRenderedPageBreak/>
        <w:t>5 minut pro kanál na Youtube a druhá verze pro sociální sítě, zkrácená verze do 60 sekund. Tato videa budou opatřena logem SŽ, případně doplněn mluveným komentářem, dle dohody s Objednatelem. Video bude pořízeno a odevzdáno v rozlišení 4K a také ve FULL HD. Objednatel požaduje natočení stávajícího stavu, natáčení v 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6"/>
    </w:p>
    <w:p w14:paraId="6DE64991" w14:textId="77777777" w:rsidR="00C97259" w:rsidRPr="00824493" w:rsidRDefault="00C97259" w:rsidP="00AF679D">
      <w:pPr>
        <w:pStyle w:val="Text2-2"/>
        <w:rPr>
          <w:rFonts w:ascii="Arial" w:hAnsi="Arial"/>
          <w:color w:val="222222"/>
          <w:szCs w:val="24"/>
        </w:rPr>
      </w:pPr>
      <w:r w:rsidRPr="00824493">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36A137B6" w14:textId="10423D83" w:rsidR="00C97259" w:rsidRDefault="00C97259" w:rsidP="00C97259">
      <w:pPr>
        <w:pStyle w:val="Text2-2"/>
      </w:pPr>
      <w:r w:rsidRPr="00824493">
        <w:t xml:space="preserve">Žadatel, nebo Zhotovitel stavby jakožto cizí právní subjekt, který má povinnost provádět letecké práce na základě videodokumentace, která je definována v odstavci </w:t>
      </w:r>
      <w:r w:rsidR="003D30CF">
        <w:fldChar w:fldCharType="begin"/>
      </w:r>
      <w:r w:rsidR="003D30CF">
        <w:instrText xml:space="preserve"> REF _Ref35517545 \r \h </w:instrText>
      </w:r>
      <w:r w:rsidR="003D30CF">
        <w:fldChar w:fldCharType="separate"/>
      </w:r>
      <w:r w:rsidR="00A5263C">
        <w:t>4.7.2.4</w:t>
      </w:r>
      <w:r w:rsidR="003D30CF">
        <w:fldChar w:fldCharType="end"/>
      </w:r>
      <w:r w:rsidRPr="00824493">
        <w:t xml:space="preserve"> </w:t>
      </w:r>
      <w:r w:rsidR="00C60C14" w:rsidRPr="00824493">
        <w:t xml:space="preserve">těchto ZTP </w:t>
      </w:r>
      <w:r w:rsidRPr="00824493">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824493">
        <w:t> </w:t>
      </w:r>
      <w:r w:rsidRPr="00824493">
        <w:t>v dalších jinak zatížených letových prostorech a zajistit si potřebná povolení pro let z důvodu videodokumentaci u Úřadu civilního letectví.</w:t>
      </w:r>
    </w:p>
    <w:p w14:paraId="0DA865CF" w14:textId="62ED4E3A" w:rsidR="00914DA7" w:rsidRDefault="00914DA7" w:rsidP="00914DA7">
      <w:pPr>
        <w:pStyle w:val="Nadpis2-2"/>
      </w:pPr>
      <w:bookmarkStart w:id="37" w:name="_Toc152937745"/>
      <w:r>
        <w:t>Centrální nákup materiálu – Mobiliář a ADZ</w:t>
      </w:r>
      <w:bookmarkEnd w:id="37"/>
    </w:p>
    <w:p w14:paraId="14BE5D8E" w14:textId="4EC91AAF" w:rsidR="00914DA7" w:rsidRPr="002978E5" w:rsidRDefault="00914DA7" w:rsidP="00914DA7">
      <w:pPr>
        <w:pStyle w:val="Text2-1"/>
      </w:pPr>
      <w:r w:rsidRPr="00914DA7">
        <w:t>V rámci této stavby bude dodán Objednate</w:t>
      </w:r>
      <w:r w:rsidR="00C12313">
        <w:t>lem mobiliář (sedací nábytek do </w:t>
      </w:r>
      <w:r w:rsidRPr="00914DA7">
        <w:t xml:space="preserve">interiéru/exteriéru, nádoby na odpad do interiéru/exteriéru, nádoby na tříděný odpad, stojany na kola, vývěsky a informační panely – dále jen „Mobiliář“) a Zařízení pro vstup a výběr poplatku (automaty </w:t>
      </w:r>
      <w:r w:rsidRPr="002978E5">
        <w:t xml:space="preserve">dveřních zámků – dále jen „ADZ“). </w:t>
      </w:r>
    </w:p>
    <w:p w14:paraId="7CCB453F" w14:textId="6FCD8B7A" w:rsidR="00914DA7" w:rsidRPr="0085428F" w:rsidRDefault="00914DA7" w:rsidP="00914DA7">
      <w:pPr>
        <w:pStyle w:val="Text2-1"/>
      </w:pPr>
      <w:r w:rsidRPr="002978E5">
        <w:t>Mobiliář a ADZ v objektech: SO</w:t>
      </w:r>
      <w:r w:rsidR="002978E5">
        <w:t xml:space="preserve"> 04-77-01</w:t>
      </w:r>
      <w:r w:rsidRPr="0085428F">
        <w:t>, položkách</w:t>
      </w:r>
      <w:r w:rsidR="002978E5">
        <w:t xml:space="preserve"> M/003 a M/002</w:t>
      </w:r>
      <w:r w:rsidRPr="0085428F">
        <w:t xml:space="preserve"> není součástí dodávky na zhotovení stavby a není součástí nákladů stavby. </w:t>
      </w:r>
      <w:r w:rsidR="00406D4D">
        <w:t xml:space="preserve">V příloze číslo </w:t>
      </w:r>
      <w:r w:rsidR="00406D4D">
        <w:fldChar w:fldCharType="begin"/>
      </w:r>
      <w:r w:rsidR="00406D4D">
        <w:instrText xml:space="preserve"> REF _Ref151984777 \r \h </w:instrText>
      </w:r>
      <w:r w:rsidR="00406D4D">
        <w:fldChar w:fldCharType="separate"/>
      </w:r>
      <w:r w:rsidR="00A5263C">
        <w:t>8.1.6</w:t>
      </w:r>
      <w:r w:rsidR="00406D4D">
        <w:fldChar w:fldCharType="end"/>
      </w:r>
      <w:r w:rsidR="00406D4D">
        <w:t xml:space="preserve"> těchto ZTP jsou uvedeny neoceňované položky.</w:t>
      </w:r>
    </w:p>
    <w:p w14:paraId="50A86A55" w14:textId="534F7E1E" w:rsidR="00914DA7" w:rsidRPr="002978E5" w:rsidRDefault="00914DA7" w:rsidP="00914DA7">
      <w:pPr>
        <w:pStyle w:val="Text2-1"/>
      </w:pPr>
      <w:r w:rsidRPr="002978E5">
        <w:t xml:space="preserve">Zhotovitel připraví v místech umístění Mobiliáře a ADZ přípravu pro montáž (instalaci) dle „Požadavků na stavební připravenost“, která jsou Přílohou </w:t>
      </w:r>
      <w:r w:rsidR="002A49E9">
        <w:fldChar w:fldCharType="begin"/>
      </w:r>
      <w:r w:rsidR="002A49E9">
        <w:instrText xml:space="preserve"> REF _Ref101445262 \r \h </w:instrText>
      </w:r>
      <w:r w:rsidR="002A49E9">
        <w:fldChar w:fldCharType="separate"/>
      </w:r>
      <w:r w:rsidR="00A5263C">
        <w:t>8.1.4</w:t>
      </w:r>
      <w:r w:rsidR="002A49E9">
        <w:fldChar w:fldCharType="end"/>
      </w:r>
      <w:r w:rsidRPr="002978E5">
        <w:t xml:space="preserve"> těchto ZTP, a to v SO </w:t>
      </w:r>
      <w:r w:rsidR="002978E5">
        <w:t>04-77-01</w:t>
      </w:r>
      <w:r w:rsidRPr="002978E5">
        <w:t>, položky č.</w:t>
      </w:r>
      <w:r w:rsidR="002978E5">
        <w:t xml:space="preserve"> M/003 a M/002</w:t>
      </w:r>
      <w:r w:rsidRPr="002978E5">
        <w:t>. Stavební připravenost pro montáž Mobiliáře a ADZ je součástí stavby a je součástí nákladů stavby.</w:t>
      </w:r>
    </w:p>
    <w:p w14:paraId="6642F39E" w14:textId="77777777" w:rsidR="00914DA7" w:rsidRPr="0085428F" w:rsidRDefault="00914DA7" w:rsidP="00914DA7">
      <w:pPr>
        <w:pStyle w:val="Text2-1"/>
      </w:pPr>
      <w:r w:rsidRPr="0085428F">
        <w:rPr>
          <w:b/>
        </w:rPr>
        <w:t>Plánování čerpání odběru Mobiliáře a ADZ:</w:t>
      </w:r>
      <w:r w:rsidRPr="0085428F">
        <w:t xml:space="preserve"> součástí </w:t>
      </w:r>
      <w:r>
        <w:t xml:space="preserve">počátečního </w:t>
      </w:r>
      <w:r w:rsidRPr="0085428F">
        <w:t>Harmonogramu dle Pod-článku 8.3 [</w:t>
      </w:r>
      <w:r w:rsidRPr="0085428F">
        <w:rPr>
          <w:i/>
        </w:rPr>
        <w:t>Harmonogram</w:t>
      </w:r>
      <w:r w:rsidRPr="0085428F">
        <w:t>] ZOP, bude také Zhotovitelem plánovaný přehled termínů dodávek, typu a</w:t>
      </w:r>
      <w:r>
        <w:t> </w:t>
      </w:r>
      <w:r w:rsidRPr="0085428F">
        <w:t>požadovaného množství Mobiliáře a ADZ – Tabulka CNM-MB. Předložená Tabulka CNM</w:t>
      </w:r>
      <w:r>
        <w:noBreakHyphen/>
      </w:r>
      <w:r w:rsidRPr="0085428F">
        <w:t>MB odběru Mobiliáře/ADZ s množstvím pro celou stavbu bude rozčleněn dle předpokládaných odběrů.</w:t>
      </w:r>
    </w:p>
    <w:p w14:paraId="6A0D97FA" w14:textId="0E4B0B4D" w:rsidR="00914DA7" w:rsidRPr="0085428F" w:rsidRDefault="00914DA7" w:rsidP="00914DA7">
      <w:pPr>
        <w:pStyle w:val="Text2-1"/>
      </w:pPr>
      <w:r w:rsidRPr="0085428F">
        <w:rPr>
          <w:b/>
        </w:rPr>
        <w:t>Upřesnění plánu odběru Mobiliáře a ADZ:</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Mobiliáře/ADZ</w:t>
      </w:r>
      <w:r w:rsidR="00C12313">
        <w:t>,</w:t>
      </w:r>
      <w:r w:rsidRPr="0085428F">
        <w:t xml:space="preserve"> a to ve stejném rozčlenění jaké je požadováno v předchozím odstavci při plánování čerpání odběru Mobiliáře/ADZ. </w:t>
      </w:r>
    </w:p>
    <w:p w14:paraId="4E5A0A7C" w14:textId="77777777" w:rsidR="00914DA7" w:rsidRPr="0085428F" w:rsidRDefault="00914DA7" w:rsidP="00914DA7">
      <w:pPr>
        <w:pStyle w:val="Text2-1"/>
      </w:pPr>
      <w:r w:rsidRPr="0085428F">
        <w:t xml:space="preserve">V případě, že dojde v aktualizovaném přehledu termínů dodávek požadovaného Mobiliáře/ADZ ke změně termínů, typu nebo množství dodávaného Mobiliáře/ADZ, Objednatel bez dohody se Zhotovitelem garantuje pouze dodávky Mobiliáře/ADZ </w:t>
      </w:r>
      <w:r w:rsidRPr="0085428F">
        <w:lastRenderedPageBreak/>
        <w:t xml:space="preserve">v množství a typu, které Zhotovitel avizoval v předchozím Harmonogramu postupu prací nebo aktualizovaném harmonogramu pro probíhající a následující čtvrtletí. </w:t>
      </w:r>
    </w:p>
    <w:p w14:paraId="3217A27C" w14:textId="21548F0C" w:rsidR="00914DA7" w:rsidRPr="0085428F" w:rsidRDefault="00914DA7" w:rsidP="00914DA7">
      <w:pPr>
        <w:pStyle w:val="Text2-1"/>
      </w:pPr>
      <w:r w:rsidRPr="0085428F">
        <w:rPr>
          <w:b/>
        </w:rPr>
        <w:t>Jednotlivé objednávky dodávek Mobiliáře a ADZ:</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r w:rsidR="002A49E9">
        <w:rPr>
          <w:highlight w:val="yellow"/>
        </w:rPr>
        <w:fldChar w:fldCharType="begin"/>
      </w:r>
      <w:r w:rsidR="002A49E9">
        <w:instrText xml:space="preserve"> REF _Ref151630884 \r \h </w:instrText>
      </w:r>
      <w:r w:rsidR="002A49E9">
        <w:rPr>
          <w:highlight w:val="yellow"/>
        </w:rPr>
      </w:r>
      <w:r w:rsidR="002A49E9">
        <w:rPr>
          <w:highlight w:val="yellow"/>
        </w:rPr>
        <w:fldChar w:fldCharType="separate"/>
      </w:r>
      <w:r w:rsidR="00A5263C">
        <w:t>8.1.5</w:t>
      </w:r>
      <w:r w:rsidR="002A49E9">
        <w:rPr>
          <w:highlight w:val="yellow"/>
        </w:rPr>
        <w:fldChar w:fldCharType="end"/>
      </w:r>
      <w:r w:rsidR="002A49E9">
        <w:t xml:space="preserve"> </w:t>
      </w:r>
      <w:r w:rsidRPr="0085428F">
        <w:t>těchto ZTP.</w:t>
      </w:r>
    </w:p>
    <w:p w14:paraId="20C06E0B" w14:textId="564F3087" w:rsidR="00914DA7" w:rsidRPr="00914DA7" w:rsidRDefault="00914DA7" w:rsidP="00914DA7">
      <w:pPr>
        <w:pStyle w:val="Text2-1"/>
      </w:pPr>
      <w:r w:rsidRPr="0085428F">
        <w:t xml:space="preserve">Součástí každé dodávky Mobiliáře a ADZ budou doklady o jakosti dodávky. </w:t>
      </w:r>
    </w:p>
    <w:p w14:paraId="5C147DD9" w14:textId="77777777" w:rsidR="0069470F" w:rsidRDefault="0069470F" w:rsidP="0069470F">
      <w:pPr>
        <w:pStyle w:val="Nadpis2-1"/>
      </w:pPr>
      <w:bookmarkStart w:id="38" w:name="_Toc7077140"/>
      <w:bookmarkStart w:id="39" w:name="_Toc152937746"/>
      <w:r w:rsidRPr="00EC2E51">
        <w:t>ORGANIZACE</w:t>
      </w:r>
      <w:r>
        <w:t xml:space="preserve"> VÝSTAVBY, VÝLUKY</w:t>
      </w:r>
      <w:bookmarkEnd w:id="38"/>
      <w:bookmarkEnd w:id="39"/>
    </w:p>
    <w:p w14:paraId="3F01AFFC" w14:textId="148207CE" w:rsidR="00D278D3" w:rsidRDefault="0069470F" w:rsidP="0062634D">
      <w:pPr>
        <w:pStyle w:val="Text2-1"/>
      </w:pPr>
      <w:r w:rsidRPr="00824493">
        <w:t>Rozhodující milníky doporučeného časového harmonogramu</w:t>
      </w:r>
      <w:r w:rsidR="00D278D3" w:rsidRPr="00824493">
        <w:t xml:space="preserve">: </w:t>
      </w:r>
      <w:r w:rsidRPr="00824493">
        <w:t xml:space="preserve">Při zpracování </w:t>
      </w:r>
      <w:r w:rsidR="00C737B8" w:rsidRPr="00824493">
        <w:t xml:space="preserve">počátečního </w:t>
      </w:r>
      <w:r w:rsidRPr="00824493">
        <w:t>harmonogramu je nutné vycházet z jednotlivých sta</w:t>
      </w:r>
      <w:r w:rsidR="00824493" w:rsidRPr="00824493">
        <w:t>vebních postupů uvedených v ZOV.</w:t>
      </w:r>
      <w:r w:rsidRPr="00824493">
        <w:t xml:space="preserve"> </w:t>
      </w:r>
    </w:p>
    <w:p w14:paraId="02F90A67" w14:textId="02FEA094" w:rsidR="00666B20" w:rsidRPr="0062634D" w:rsidRDefault="00560E3A" w:rsidP="0062634D">
      <w:pPr>
        <w:pStyle w:val="Text2-1"/>
      </w:pPr>
      <w:r w:rsidRPr="0062634D">
        <w:rPr>
          <w:b/>
        </w:rPr>
        <w:t xml:space="preserve">V rámci </w:t>
      </w:r>
      <w:r w:rsidR="00666B20" w:rsidRPr="0062634D">
        <w:rPr>
          <w:b/>
        </w:rPr>
        <w:t xml:space="preserve">ZOV </w:t>
      </w:r>
      <w:r w:rsidRPr="0062634D">
        <w:rPr>
          <w:b/>
        </w:rPr>
        <w:t>je stanoven</w:t>
      </w:r>
      <w:r w:rsidR="00666B20" w:rsidRPr="0062634D">
        <w:rPr>
          <w:b/>
        </w:rPr>
        <w:t>y</w:t>
      </w:r>
      <w:r w:rsidRPr="0062634D">
        <w:rPr>
          <w:b/>
        </w:rPr>
        <w:t xml:space="preserve"> </w:t>
      </w:r>
      <w:r w:rsidR="00666B20" w:rsidRPr="0062634D">
        <w:rPr>
          <w:b/>
        </w:rPr>
        <w:t xml:space="preserve">postupné </w:t>
      </w:r>
      <w:r w:rsidRPr="0062634D">
        <w:rPr>
          <w:b/>
        </w:rPr>
        <w:t>závazn</w:t>
      </w:r>
      <w:r w:rsidR="00666B20" w:rsidRPr="0062634D">
        <w:rPr>
          <w:b/>
        </w:rPr>
        <w:t>é</w:t>
      </w:r>
      <w:r w:rsidRPr="0062634D">
        <w:rPr>
          <w:b/>
        </w:rPr>
        <w:t xml:space="preserve"> m</w:t>
      </w:r>
      <w:r w:rsidR="00133DE1" w:rsidRPr="0062634D">
        <w:rPr>
          <w:b/>
        </w:rPr>
        <w:t>ilník</w:t>
      </w:r>
      <w:r w:rsidR="00666B20" w:rsidRPr="0062634D">
        <w:rPr>
          <w:b/>
        </w:rPr>
        <w:t>y</w:t>
      </w:r>
      <w:r w:rsidR="00133DE1" w:rsidRPr="0062634D">
        <w:t xml:space="preserve"> </w:t>
      </w:r>
      <w:r w:rsidR="00666B20" w:rsidRPr="0062634D">
        <w:t>(dle Pod-čl. 4.28 Postupné závazné milníky</w:t>
      </w:r>
      <w:r w:rsidR="00666B20">
        <w:t xml:space="preserve"> Smluvních podmínek</w:t>
      </w:r>
      <w:r w:rsidR="00666B20" w:rsidRPr="0062634D">
        <w:t>)</w:t>
      </w:r>
      <w:r w:rsidR="0062634D" w:rsidRPr="00B726A4">
        <w:rPr>
          <w:b/>
        </w:rPr>
        <w:t>:</w:t>
      </w:r>
      <w:r w:rsidR="00ED720C" w:rsidRPr="0062634D">
        <w:t xml:space="preserve"> </w:t>
      </w:r>
    </w:p>
    <w:p w14:paraId="494F16BA" w14:textId="6B58D4FA" w:rsidR="00133DE1" w:rsidRDefault="0062634D" w:rsidP="00B5235F">
      <w:pPr>
        <w:pStyle w:val="Odrka1-1"/>
      </w:pPr>
      <w:r>
        <w:rPr>
          <w:b/>
        </w:rPr>
        <w:t xml:space="preserve">Milník č. 1 </w:t>
      </w:r>
      <w:r w:rsidR="00ED720C" w:rsidRPr="0062634D">
        <w:rPr>
          <w:b/>
        </w:rPr>
        <w:t>s termínem</w:t>
      </w:r>
      <w:r w:rsidR="00133DE1" w:rsidRPr="0062634D">
        <w:rPr>
          <w:b/>
        </w:rPr>
        <w:t xml:space="preserve"> </w:t>
      </w:r>
      <w:r w:rsidR="00ED720C" w:rsidRPr="0062634D">
        <w:rPr>
          <w:b/>
        </w:rPr>
        <w:t>31.</w:t>
      </w:r>
      <w:r w:rsidR="00666B20" w:rsidRPr="0062634D">
        <w:rPr>
          <w:b/>
        </w:rPr>
        <w:t> </w:t>
      </w:r>
      <w:r w:rsidR="00ED720C" w:rsidRPr="0062634D">
        <w:rPr>
          <w:b/>
        </w:rPr>
        <w:t>12.</w:t>
      </w:r>
      <w:r w:rsidR="00666B20" w:rsidRPr="0062634D">
        <w:rPr>
          <w:b/>
        </w:rPr>
        <w:t> </w:t>
      </w:r>
      <w:r w:rsidR="00ED720C" w:rsidRPr="0062634D">
        <w:rPr>
          <w:b/>
        </w:rPr>
        <w:t>2025:</w:t>
      </w:r>
      <w:r w:rsidR="00ED720C" w:rsidRPr="00ED720C">
        <w:t xml:space="preserve"> </w:t>
      </w:r>
      <w:r w:rsidR="00560E3A">
        <w:t xml:space="preserve">dokončení a předání administrativní části budovy </w:t>
      </w:r>
      <w:r w:rsidR="00666B20">
        <w:t>O</w:t>
      </w:r>
      <w:r w:rsidR="00560E3A">
        <w:t>bjednateli</w:t>
      </w:r>
      <w:r w:rsidR="00666B20">
        <w:t xml:space="preserve"> do předčasného užívání (viz Dohoda o předčasném užívání, která je součástí ZD)</w:t>
      </w:r>
      <w:r w:rsidR="00560E3A">
        <w:t xml:space="preserve">. </w:t>
      </w:r>
      <w:r w:rsidR="00242E7A">
        <w:t>A</w:t>
      </w:r>
      <w:r w:rsidR="00560E3A">
        <w:t>dministrativní část</w:t>
      </w:r>
      <w:r w:rsidR="00242E7A">
        <w:t xml:space="preserve"> </w:t>
      </w:r>
      <w:r w:rsidR="00560E3A">
        <w:t xml:space="preserve">dle </w:t>
      </w:r>
      <w:r w:rsidR="00ED720C">
        <w:t xml:space="preserve">SO 04-71-01 </w:t>
      </w:r>
      <w:r w:rsidR="002656F2">
        <w:t xml:space="preserve">Výpravní budova </w:t>
      </w:r>
      <w:r w:rsidR="00242E7A">
        <w:t>bude dokončena, předaná a</w:t>
      </w:r>
      <w:r w:rsidR="00666B20">
        <w:t> </w:t>
      </w:r>
      <w:r w:rsidR="00242E7A">
        <w:t>připravena k pronájmu od 1.</w:t>
      </w:r>
      <w:r w:rsidR="00666B20">
        <w:t> </w:t>
      </w:r>
      <w:r w:rsidR="00242E7A">
        <w:t>1.</w:t>
      </w:r>
      <w:r w:rsidR="00666B20">
        <w:t> </w:t>
      </w:r>
      <w:r w:rsidR="00242E7A">
        <w:t>2026 v následujícím rozsahu:</w:t>
      </w:r>
      <w:r w:rsidR="00ED720C">
        <w:t xml:space="preserve"> </w:t>
      </w:r>
      <w:r w:rsidR="00242E7A">
        <w:t>místnosti s</w:t>
      </w:r>
      <w:r w:rsidR="00666B20">
        <w:t> </w:t>
      </w:r>
      <w:r w:rsidR="00242E7A">
        <w:t>označením 0P</w:t>
      </w:r>
      <w:r w:rsidR="00133DE1">
        <w:t>.30 až 0P.61, 0S.03 až 0S.61a, 1P.01 až 1P.30, 1P.31-1P.38, 2P.01 až 2P.13, 3P.01 až 3P.03</w:t>
      </w:r>
      <w:r w:rsidR="00666B20">
        <w:t>. Uvedené části k předání do předčasného užívání jsou vyznačeny v </w:t>
      </w:r>
      <w:r w:rsidR="00133DE1">
        <w:t>přílo</w:t>
      </w:r>
      <w:r w:rsidR="00666B20">
        <w:t xml:space="preserve">ze </w:t>
      </w:r>
      <w:r w:rsidR="00133DE1">
        <w:t>č. 8.1.7</w:t>
      </w:r>
      <w:r w:rsidR="00666B20">
        <w:t xml:space="preserve"> těchto ZTP. </w:t>
      </w:r>
    </w:p>
    <w:p w14:paraId="3CC40306" w14:textId="6F4EBE90" w:rsidR="00ED720C" w:rsidRPr="00824493" w:rsidRDefault="0062634D" w:rsidP="00B5235F">
      <w:pPr>
        <w:pStyle w:val="Odrka1-1"/>
      </w:pPr>
      <w:r w:rsidRPr="0062634D">
        <w:rPr>
          <w:b/>
        </w:rPr>
        <w:t xml:space="preserve">Milník č. 2 </w:t>
      </w:r>
      <w:r w:rsidR="002656F2" w:rsidRPr="0062634D">
        <w:rPr>
          <w:b/>
        </w:rPr>
        <w:t>s termínem</w:t>
      </w:r>
      <w:r w:rsidR="00ED720C" w:rsidRPr="0062634D">
        <w:rPr>
          <w:b/>
        </w:rPr>
        <w:t xml:space="preserve"> </w:t>
      </w:r>
      <w:r w:rsidR="002656F2" w:rsidRPr="0062634D">
        <w:rPr>
          <w:b/>
        </w:rPr>
        <w:t>31. 12. 2025</w:t>
      </w:r>
      <w:r>
        <w:t>:</w:t>
      </w:r>
      <w:r w:rsidR="00ED720C">
        <w:t xml:space="preserve"> </w:t>
      </w:r>
      <w:r w:rsidR="008B7A15">
        <w:t>dokončen</w:t>
      </w:r>
      <w:r>
        <w:t xml:space="preserve">í a předání do zkušebního provozu těchto </w:t>
      </w:r>
      <w:r w:rsidR="00ED720C">
        <w:t>objekt</w:t>
      </w:r>
      <w:r>
        <w:t>ů</w:t>
      </w:r>
      <w:r w:rsidR="00ED720C">
        <w:t xml:space="preserve">: </w:t>
      </w:r>
      <w:r w:rsidR="002656F2">
        <w:t>PS 04-03-17 Rozvodna NN, SO 04-32-01 Rekonstrukce vodovodu a</w:t>
      </w:r>
      <w:r>
        <w:t> </w:t>
      </w:r>
      <w:r w:rsidR="002656F2">
        <w:t>hydrant, SO 04-32-02 Rekonstrukce vodovodní přípojky, SO 04-51-01 Zpevněné plochy a komunikace, SO 90-92-01 Kácení</w:t>
      </w:r>
      <w:r w:rsidR="00325854">
        <w:t>.</w:t>
      </w:r>
    </w:p>
    <w:p w14:paraId="1DBB2643" w14:textId="77777777" w:rsidR="0069470F" w:rsidRPr="00CB3503" w:rsidRDefault="0069470F" w:rsidP="0069470F">
      <w:pPr>
        <w:pStyle w:val="Text2-1"/>
      </w:pPr>
      <w:r w:rsidRPr="00CB3503">
        <w:t>V harmonogramu postupu prací je nutno dle ZOV v Projektové dokumentaci respektovat zejména následující požadavky a termíny:</w:t>
      </w:r>
    </w:p>
    <w:p w14:paraId="2FB7A452" w14:textId="77777777" w:rsidR="0069470F" w:rsidRPr="00CB3503" w:rsidRDefault="0069470F" w:rsidP="00A360CB">
      <w:pPr>
        <w:pStyle w:val="Odrka1-1"/>
        <w:numPr>
          <w:ilvl w:val="0"/>
          <w:numId w:val="4"/>
        </w:numPr>
        <w:spacing w:after="60"/>
      </w:pPr>
      <w:r w:rsidRPr="00CB3503">
        <w:t>termín zahájení a ukončení stavby</w:t>
      </w:r>
    </w:p>
    <w:p w14:paraId="3327984F" w14:textId="77777777" w:rsidR="0069470F" w:rsidRPr="00CB3503" w:rsidRDefault="0069470F" w:rsidP="00A360CB">
      <w:pPr>
        <w:pStyle w:val="Odrka1-1"/>
        <w:numPr>
          <w:ilvl w:val="0"/>
          <w:numId w:val="4"/>
        </w:numPr>
        <w:spacing w:after="60"/>
      </w:pPr>
      <w:r w:rsidRPr="00CB3503">
        <w:t>možné termíny uvádění provozuschopných celků do provozu</w:t>
      </w:r>
    </w:p>
    <w:p w14:paraId="6081A4FD" w14:textId="77777777" w:rsidR="0069470F" w:rsidRPr="00CB3503" w:rsidRDefault="0069470F" w:rsidP="00A360CB">
      <w:pPr>
        <w:pStyle w:val="Odrka1-1"/>
        <w:numPr>
          <w:ilvl w:val="0"/>
          <w:numId w:val="4"/>
        </w:numPr>
        <w:spacing w:after="60"/>
      </w:pPr>
      <w:r w:rsidRPr="00CB3503">
        <w:t>přechodové stavy, provozní zkoušky (kontrolní a zkušební plán)</w:t>
      </w:r>
    </w:p>
    <w:p w14:paraId="68A357E6" w14:textId="77777777" w:rsidR="0069470F" w:rsidRPr="00914DA7" w:rsidRDefault="0069470F" w:rsidP="00A360CB">
      <w:pPr>
        <w:pStyle w:val="Odrka1-1"/>
        <w:numPr>
          <w:ilvl w:val="0"/>
          <w:numId w:val="4"/>
        </w:numPr>
        <w:spacing w:after="60"/>
      </w:pPr>
      <w:r w:rsidRPr="00914DA7">
        <w:t>koordinace se souběžně probíhajícími stavbami</w:t>
      </w:r>
    </w:p>
    <w:p w14:paraId="2AAA0668"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2651B792"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7F81BB3E" w14:textId="77777777" w:rsidR="00CB3503" w:rsidRPr="00CB3503" w:rsidRDefault="00CB3503" w:rsidP="00CB3503">
      <w:pPr>
        <w:pStyle w:val="Text2-1"/>
      </w:pPr>
      <w:r w:rsidRPr="00CB3503">
        <w:t>Zhotovitel je oprávněn zahájit realizaci Stavby po obdržení pravomocného stavebního povolení, či jiného potřebného rozhodnutí příslušného správního orgánu.</w:t>
      </w:r>
    </w:p>
    <w:p w14:paraId="0148BFC6" w14:textId="77777777" w:rsidR="00D278D3" w:rsidRPr="00CB3503" w:rsidRDefault="0069470F" w:rsidP="00D278D3">
      <w:pPr>
        <w:pStyle w:val="Text2-1"/>
      </w:pPr>
      <w:r w:rsidRPr="00CB3503">
        <w:t xml:space="preserve">Závazným pro </w:t>
      </w:r>
      <w:r w:rsidR="00D278D3" w:rsidRPr="00CB3503">
        <w:t>Z</w:t>
      </w:r>
      <w:r w:rsidRPr="00CB3503">
        <w:t xml:space="preserve">hotovitele jsou </w:t>
      </w:r>
      <w:r w:rsidR="00D278D3" w:rsidRPr="00CB3503">
        <w:t xml:space="preserve">Sekce a </w:t>
      </w:r>
      <w:r w:rsidRPr="00CB3503">
        <w:t xml:space="preserve">termíny </w:t>
      </w:r>
      <w:r w:rsidR="00D278D3" w:rsidRPr="00CB3503">
        <w:t xml:space="preserve">a rozsahy </w:t>
      </w:r>
      <w:r w:rsidRPr="00CB3503">
        <w:t>výluk, které jsou uvedeny v následující tabulce:</w:t>
      </w:r>
      <w:r w:rsidR="00D278D3" w:rsidRPr="00CB3503">
        <w:t xml:space="preserve"> </w:t>
      </w:r>
    </w:p>
    <w:p w14:paraId="5EF1C660" w14:textId="77777777" w:rsidR="0069470F" w:rsidRPr="00B32EA3" w:rsidRDefault="00D278D3" w:rsidP="00B5235F">
      <w:pPr>
        <w:pStyle w:val="TabulkaNadpis"/>
        <w:rPr>
          <w:sz w:val="16"/>
          <w:szCs w:val="16"/>
        </w:rPr>
      </w:pPr>
      <w:r w:rsidRPr="00C44070">
        <w:rPr>
          <w:sz w:val="16"/>
          <w:szCs w:val="16"/>
        </w:rPr>
        <w:t xml:space="preserve">Specifikace </w:t>
      </w:r>
      <w:r w:rsidR="00001CA5" w:rsidRPr="00C44070">
        <w:rPr>
          <w:sz w:val="16"/>
          <w:szCs w:val="16"/>
        </w:rPr>
        <w:t xml:space="preserve">jednotlivých </w:t>
      </w:r>
      <w:r w:rsidR="00CC220F" w:rsidRPr="00C44070">
        <w:rPr>
          <w:sz w:val="16"/>
          <w:szCs w:val="16"/>
        </w:rPr>
        <w:t>S</w:t>
      </w:r>
      <w:r w:rsidRPr="00C44070">
        <w:rPr>
          <w:sz w:val="16"/>
          <w:szCs w:val="16"/>
        </w:rPr>
        <w:t>ekcí</w:t>
      </w:r>
    </w:p>
    <w:tbl>
      <w:tblPr>
        <w:tblW w:w="8051" w:type="dxa"/>
        <w:tblInd w:w="680" w:type="dxa"/>
        <w:tblCellMar>
          <w:left w:w="0" w:type="dxa"/>
          <w:right w:w="0" w:type="dxa"/>
        </w:tblCellMar>
        <w:tblLook w:val="04A0" w:firstRow="1" w:lastRow="0" w:firstColumn="1" w:lastColumn="0" w:noHBand="0" w:noVBand="1"/>
      </w:tblPr>
      <w:tblGrid>
        <w:gridCol w:w="1320"/>
        <w:gridCol w:w="3073"/>
        <w:gridCol w:w="1306"/>
        <w:gridCol w:w="2352"/>
      </w:tblGrid>
      <w:tr w:rsidR="00133DE1" w14:paraId="271E717A" w14:textId="77777777" w:rsidTr="00133DE1">
        <w:tc>
          <w:tcPr>
            <w:tcW w:w="1320"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7E28BE0B" w14:textId="77777777" w:rsidR="00133DE1" w:rsidRDefault="00133DE1">
            <w:pPr>
              <w:pStyle w:val="Tabulka-7"/>
              <w:rPr>
                <w:b/>
                <w:bCs/>
                <w:sz w:val="16"/>
                <w:szCs w:val="16"/>
                <w:lang w:eastAsia="cs-CZ"/>
              </w:rPr>
            </w:pPr>
            <w:r>
              <w:rPr>
                <w:b/>
                <w:bCs/>
                <w:color w:val="000000"/>
                <w:sz w:val="16"/>
                <w:szCs w:val="16"/>
                <w:lang w:eastAsia="cs-CZ"/>
              </w:rPr>
              <w:t>Postup</w:t>
            </w:r>
          </w:p>
        </w:tc>
        <w:tc>
          <w:tcPr>
            <w:tcW w:w="307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7C0F9D0F" w14:textId="77777777" w:rsidR="00133DE1" w:rsidRDefault="00133DE1">
            <w:pPr>
              <w:pStyle w:val="Tabulka-7"/>
              <w:rPr>
                <w:b/>
                <w:bCs/>
                <w:sz w:val="16"/>
                <w:szCs w:val="16"/>
                <w:lang w:eastAsia="cs-CZ"/>
              </w:rPr>
            </w:pPr>
            <w:r>
              <w:rPr>
                <w:b/>
                <w:bCs/>
                <w:color w:val="000000"/>
                <w:sz w:val="16"/>
                <w:szCs w:val="16"/>
                <w:lang w:eastAsia="cs-CZ"/>
              </w:rPr>
              <w:t>Činnosti</w:t>
            </w:r>
          </w:p>
        </w:tc>
        <w:tc>
          <w:tcPr>
            <w:tcW w:w="1306"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14:paraId="7E094C65" w14:textId="77777777" w:rsidR="00133DE1" w:rsidRDefault="00133DE1">
            <w:pPr>
              <w:pStyle w:val="Tabulka-7"/>
              <w:rPr>
                <w:b/>
                <w:bCs/>
                <w:sz w:val="16"/>
                <w:szCs w:val="16"/>
                <w:lang w:eastAsia="cs-CZ"/>
              </w:rPr>
            </w:pPr>
            <w:r>
              <w:rPr>
                <w:b/>
                <w:bCs/>
                <w:color w:val="000000"/>
                <w:sz w:val="16"/>
                <w:szCs w:val="16"/>
                <w:lang w:eastAsia="cs-CZ"/>
              </w:rPr>
              <w:t>Typ výluky</w:t>
            </w:r>
          </w:p>
        </w:tc>
        <w:tc>
          <w:tcPr>
            <w:tcW w:w="2352"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14:paraId="45C4B9F3" w14:textId="77777777" w:rsidR="00133DE1" w:rsidRDefault="00133DE1">
            <w:pPr>
              <w:pStyle w:val="Tabulka-7"/>
              <w:rPr>
                <w:b/>
                <w:bCs/>
                <w:sz w:val="16"/>
                <w:szCs w:val="16"/>
                <w:lang w:eastAsia="cs-CZ"/>
              </w:rPr>
            </w:pPr>
            <w:r>
              <w:rPr>
                <w:b/>
                <w:bCs/>
                <w:color w:val="000000"/>
                <w:sz w:val="16"/>
                <w:szCs w:val="16"/>
                <w:lang w:eastAsia="cs-CZ"/>
              </w:rPr>
              <w:t>Doba pro dokončení</w:t>
            </w:r>
          </w:p>
        </w:tc>
      </w:tr>
      <w:tr w:rsidR="00133DE1" w14:paraId="0D297553" w14:textId="77777777" w:rsidTr="00133DE1">
        <w:tc>
          <w:tcPr>
            <w:tcW w:w="1320"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55F412C3" w14:textId="77777777" w:rsidR="00133DE1" w:rsidRDefault="00133DE1">
            <w:pPr>
              <w:pStyle w:val="Tabulka-7"/>
              <w:rPr>
                <w:sz w:val="16"/>
                <w:szCs w:val="16"/>
                <w:lang w:eastAsia="cs-CZ"/>
              </w:rPr>
            </w:pPr>
            <w:r>
              <w:rPr>
                <w:sz w:val="16"/>
                <w:szCs w:val="16"/>
                <w:lang w:eastAsia="cs-CZ"/>
              </w:rPr>
              <w:t xml:space="preserve">Sekce 1 stavební </w:t>
            </w:r>
          </w:p>
        </w:tc>
        <w:tc>
          <w:tcPr>
            <w:tcW w:w="307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0F809A96" w14:textId="5CE29AE1" w:rsidR="00560E3A" w:rsidRDefault="00133DE1" w:rsidP="001865A9">
            <w:pPr>
              <w:pStyle w:val="Tabulka-7"/>
              <w:rPr>
                <w:sz w:val="16"/>
                <w:szCs w:val="16"/>
                <w:lang w:eastAsia="cs-CZ"/>
              </w:rPr>
            </w:pPr>
            <w:r>
              <w:rPr>
                <w:sz w:val="16"/>
                <w:szCs w:val="16"/>
                <w:lang w:eastAsia="cs-CZ"/>
              </w:rPr>
              <w:t xml:space="preserve">Všechny SO a PS kromě položek č. 1, 2, 3 objektu SO 98-98 </w:t>
            </w:r>
          </w:p>
        </w:tc>
        <w:tc>
          <w:tcPr>
            <w:tcW w:w="1306"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14:paraId="53B71481" w14:textId="77777777" w:rsidR="00133DE1" w:rsidRDefault="00133DE1">
            <w:pPr>
              <w:pStyle w:val="Tabulka-7"/>
              <w:rPr>
                <w:sz w:val="16"/>
                <w:szCs w:val="16"/>
                <w:lang w:eastAsia="cs-CZ"/>
              </w:rPr>
            </w:pPr>
            <w:r>
              <w:rPr>
                <w:sz w:val="16"/>
                <w:szCs w:val="16"/>
                <w:lang w:eastAsia="cs-CZ"/>
              </w:rPr>
              <w:t>Bez výluky</w:t>
            </w:r>
          </w:p>
        </w:tc>
        <w:tc>
          <w:tcPr>
            <w:tcW w:w="2352" w:type="dxa"/>
            <w:tcBorders>
              <w:top w:val="single" w:sz="8" w:space="0" w:color="auto"/>
              <w:left w:val="nil"/>
              <w:bottom w:val="single" w:sz="8" w:space="0" w:color="auto"/>
              <w:right w:val="nil"/>
            </w:tcBorders>
            <w:tcMar>
              <w:top w:w="34" w:type="dxa"/>
              <w:left w:w="79" w:type="dxa"/>
              <w:bottom w:w="57" w:type="dxa"/>
              <w:right w:w="79" w:type="dxa"/>
            </w:tcMar>
            <w:vAlign w:val="center"/>
            <w:hideMark/>
          </w:tcPr>
          <w:p w14:paraId="319A728E" w14:textId="7C5C8A8B" w:rsidR="00560E3A" w:rsidRDefault="00133DE1" w:rsidP="001865A9">
            <w:pPr>
              <w:pStyle w:val="Tabulka-7"/>
              <w:rPr>
                <w:sz w:val="16"/>
                <w:szCs w:val="16"/>
                <w:lang w:eastAsia="cs-CZ"/>
              </w:rPr>
            </w:pPr>
            <w:r>
              <w:rPr>
                <w:sz w:val="16"/>
                <w:szCs w:val="16"/>
                <w:lang w:eastAsia="cs-CZ"/>
              </w:rPr>
              <w:t>24</w:t>
            </w:r>
            <w:r w:rsidR="003416FA">
              <w:rPr>
                <w:sz w:val="16"/>
                <w:szCs w:val="16"/>
                <w:lang w:eastAsia="cs-CZ"/>
              </w:rPr>
              <w:t xml:space="preserve"> </w:t>
            </w:r>
            <w:r>
              <w:rPr>
                <w:sz w:val="16"/>
                <w:szCs w:val="16"/>
                <w:lang w:eastAsia="cs-CZ"/>
              </w:rPr>
              <w:t>měsíců od Data zahájení prací</w:t>
            </w:r>
          </w:p>
        </w:tc>
      </w:tr>
      <w:tr w:rsidR="00133DE1" w14:paraId="1277DB63" w14:textId="77777777" w:rsidTr="00133DE1">
        <w:tc>
          <w:tcPr>
            <w:tcW w:w="1320" w:type="dxa"/>
            <w:tcBorders>
              <w:top w:val="nil"/>
              <w:left w:val="nil"/>
              <w:bottom w:val="nil"/>
              <w:right w:val="single" w:sz="8" w:space="0" w:color="auto"/>
            </w:tcBorders>
            <w:tcMar>
              <w:top w:w="34" w:type="dxa"/>
              <w:left w:w="79" w:type="dxa"/>
              <w:bottom w:w="57" w:type="dxa"/>
              <w:right w:w="79" w:type="dxa"/>
            </w:tcMar>
            <w:vAlign w:val="center"/>
            <w:hideMark/>
          </w:tcPr>
          <w:p w14:paraId="0A86AC6D" w14:textId="77777777" w:rsidR="00133DE1" w:rsidRDefault="00133DE1">
            <w:pPr>
              <w:pStyle w:val="Tabulka-7"/>
              <w:rPr>
                <w:sz w:val="16"/>
                <w:szCs w:val="16"/>
                <w:lang w:eastAsia="cs-CZ"/>
              </w:rPr>
            </w:pPr>
            <w:r>
              <w:rPr>
                <w:sz w:val="16"/>
                <w:szCs w:val="16"/>
                <w:lang w:eastAsia="cs-CZ"/>
              </w:rPr>
              <w:t>Doba pro dokončení celého díla</w:t>
            </w:r>
          </w:p>
        </w:tc>
        <w:tc>
          <w:tcPr>
            <w:tcW w:w="3073" w:type="dxa"/>
            <w:tcBorders>
              <w:top w:val="nil"/>
              <w:left w:val="nil"/>
              <w:bottom w:val="nil"/>
              <w:right w:val="single" w:sz="8" w:space="0" w:color="auto"/>
            </w:tcBorders>
            <w:tcMar>
              <w:top w:w="34" w:type="dxa"/>
              <w:left w:w="79" w:type="dxa"/>
              <w:bottom w:w="57" w:type="dxa"/>
              <w:right w:w="79" w:type="dxa"/>
            </w:tcMar>
            <w:vAlign w:val="center"/>
            <w:hideMark/>
          </w:tcPr>
          <w:p w14:paraId="6B9178B5" w14:textId="77777777" w:rsidR="00133DE1" w:rsidRDefault="00133DE1">
            <w:pPr>
              <w:pStyle w:val="Tabulka-7"/>
              <w:rPr>
                <w:sz w:val="16"/>
                <w:szCs w:val="16"/>
                <w:lang w:eastAsia="cs-CZ"/>
              </w:rPr>
            </w:pPr>
            <w:r>
              <w:rPr>
                <w:sz w:val="16"/>
                <w:szCs w:val="16"/>
                <w:lang w:eastAsia="cs-CZ"/>
              </w:rPr>
              <w:t xml:space="preserve">Ukončení stavby – celého díla včetně SO 98-98 bez položek číslo 4, 5, 6, zhotovených v Sekci 1 stavební </w:t>
            </w:r>
          </w:p>
        </w:tc>
        <w:tc>
          <w:tcPr>
            <w:tcW w:w="1306" w:type="dxa"/>
            <w:tcBorders>
              <w:top w:val="nil"/>
              <w:left w:val="nil"/>
              <w:bottom w:val="nil"/>
              <w:right w:val="single" w:sz="8" w:space="0" w:color="auto"/>
            </w:tcBorders>
            <w:tcMar>
              <w:top w:w="34" w:type="dxa"/>
              <w:left w:w="79" w:type="dxa"/>
              <w:bottom w:w="57" w:type="dxa"/>
              <w:right w:w="79" w:type="dxa"/>
            </w:tcMar>
            <w:vAlign w:val="center"/>
          </w:tcPr>
          <w:p w14:paraId="46D0B0EA" w14:textId="77777777" w:rsidR="00133DE1" w:rsidRDefault="00133DE1">
            <w:pPr>
              <w:pStyle w:val="Tabulka-7"/>
              <w:rPr>
                <w:sz w:val="16"/>
                <w:szCs w:val="16"/>
                <w:lang w:eastAsia="cs-CZ"/>
              </w:rPr>
            </w:pPr>
          </w:p>
        </w:tc>
        <w:tc>
          <w:tcPr>
            <w:tcW w:w="2352" w:type="dxa"/>
            <w:tcMar>
              <w:top w:w="34" w:type="dxa"/>
              <w:left w:w="79" w:type="dxa"/>
              <w:bottom w:w="57" w:type="dxa"/>
              <w:right w:w="79" w:type="dxa"/>
            </w:tcMar>
            <w:vAlign w:val="center"/>
            <w:hideMark/>
          </w:tcPr>
          <w:p w14:paraId="4F1FCFE8" w14:textId="599804FA" w:rsidR="00133DE1" w:rsidRDefault="00133DE1">
            <w:pPr>
              <w:pStyle w:val="Tabulka-7"/>
              <w:rPr>
                <w:sz w:val="16"/>
                <w:szCs w:val="16"/>
                <w:lang w:eastAsia="cs-CZ"/>
              </w:rPr>
            </w:pPr>
            <w:r>
              <w:rPr>
                <w:sz w:val="16"/>
                <w:szCs w:val="16"/>
                <w:lang w:eastAsia="cs-CZ"/>
              </w:rPr>
              <w:t>30 měsíců od Data zahájení prací (viz smlouva)*</w:t>
            </w:r>
          </w:p>
        </w:tc>
      </w:tr>
    </w:tbl>
    <w:p w14:paraId="5EA990FD" w14:textId="77777777" w:rsidR="00B94037" w:rsidRPr="00A91EA6" w:rsidRDefault="00B94037" w:rsidP="0069470F">
      <w:pPr>
        <w:pStyle w:val="Textbezslovn"/>
      </w:pPr>
    </w:p>
    <w:p w14:paraId="2A2C3445" w14:textId="77777777" w:rsidR="0069470F" w:rsidRDefault="0069470F" w:rsidP="0069470F">
      <w:pPr>
        <w:pStyle w:val="Textbezslovn"/>
      </w:pPr>
      <w:r w:rsidRPr="00A91EA6">
        <w:t>*) Datum ukončení stavby je závislé na termínu zahájení stavebních prací</w:t>
      </w:r>
    </w:p>
    <w:p w14:paraId="6B74DA08" w14:textId="7EC6F35D" w:rsidR="00FB7826" w:rsidRDefault="00FB7826" w:rsidP="0069470F">
      <w:pPr>
        <w:pStyle w:val="Nadpis2-1"/>
      </w:pPr>
      <w:bookmarkStart w:id="40" w:name="_Toc152937747"/>
      <w:bookmarkStart w:id="41" w:name="_Toc7077141"/>
      <w:r>
        <w:t>Specifické požadavky</w:t>
      </w:r>
      <w:bookmarkEnd w:id="40"/>
    </w:p>
    <w:p w14:paraId="7CAC2141" w14:textId="621C9813" w:rsidR="008B38DE" w:rsidRDefault="008B38DE" w:rsidP="008B38DE">
      <w:pPr>
        <w:pStyle w:val="Text2-1"/>
      </w:pPr>
      <w:r w:rsidRPr="0069406B">
        <w:t xml:space="preserve">O rozsahu dodávky a </w:t>
      </w:r>
      <w:r w:rsidRPr="008B38DE">
        <w:t xml:space="preserve">montáže PS 04-04-11 </w:t>
      </w:r>
      <w:bookmarkStart w:id="42" w:name="_Hlk151631032"/>
      <w:r w:rsidRPr="008B38DE">
        <w:t>Osobní výtah na perónu</w:t>
      </w:r>
      <w:bookmarkEnd w:id="42"/>
      <w:r w:rsidRPr="008B38DE">
        <w:t>, bude</w:t>
      </w:r>
      <w:r w:rsidRPr="0069406B">
        <w:t xml:space="preserve"> rozhodnuto do </w:t>
      </w:r>
      <w:r w:rsidRPr="00C44070">
        <w:rPr>
          <w:b/>
          <w:bCs/>
        </w:rPr>
        <w:t>1</w:t>
      </w:r>
      <w:r w:rsidR="00EC116A">
        <w:rPr>
          <w:b/>
          <w:bCs/>
        </w:rPr>
        <w:t>2</w:t>
      </w:r>
      <w:r>
        <w:t xml:space="preserve"> </w:t>
      </w:r>
      <w:r w:rsidRPr="0069406B">
        <w:t xml:space="preserve">měsíců </w:t>
      </w:r>
      <w:r w:rsidR="005800E8">
        <w:t>od data zahájení prací</w:t>
      </w:r>
      <w:r w:rsidRPr="0069406B">
        <w:t>.</w:t>
      </w:r>
      <w:r>
        <w:t xml:space="preserve"> S dodávkou a montáží PS 04-04-11 </w:t>
      </w:r>
      <w:r w:rsidRPr="0069406B">
        <w:t xml:space="preserve">začne Zhotovitel nejdříve po písemném pokynu Správce stavby. </w:t>
      </w:r>
      <w:r>
        <w:t>Z</w:t>
      </w:r>
      <w:r w:rsidRPr="0069406B">
        <w:t>hotovitel</w:t>
      </w:r>
      <w:r>
        <w:t xml:space="preserve"> bude</w:t>
      </w:r>
      <w:r w:rsidRPr="0069406B">
        <w:t xml:space="preserve"> postupovat dle studie, která je s</w:t>
      </w:r>
      <w:r w:rsidRPr="002A49E9">
        <w:t xml:space="preserve">oučástí přílohy </w:t>
      </w:r>
      <w:r w:rsidR="002A49E9" w:rsidRPr="002A49E9">
        <w:fldChar w:fldCharType="begin"/>
      </w:r>
      <w:r w:rsidR="002A49E9" w:rsidRPr="002A49E9">
        <w:instrText xml:space="preserve"> REF _Ref151630846 \r \h </w:instrText>
      </w:r>
      <w:r w:rsidR="002A49E9">
        <w:instrText xml:space="preserve"> \* MERGEFORMAT </w:instrText>
      </w:r>
      <w:r w:rsidR="002A49E9" w:rsidRPr="002A49E9">
        <w:fldChar w:fldCharType="separate"/>
      </w:r>
      <w:r w:rsidR="00A5263C">
        <w:t>8.1.3</w:t>
      </w:r>
      <w:r w:rsidR="002A49E9" w:rsidRPr="002A49E9">
        <w:fldChar w:fldCharType="end"/>
      </w:r>
      <w:r w:rsidRPr="002A49E9">
        <w:t xml:space="preserve"> těchto</w:t>
      </w:r>
      <w:r w:rsidRPr="006A14A1">
        <w:t xml:space="preserve"> ZTP</w:t>
      </w:r>
      <w:r w:rsidRPr="0069406B">
        <w:t>. Rozsah tohoto plnění si zadavatel vyhrazuje jako změnu závazku ze smlouvy v souladu s ustanovením § 100 odst. 1 ZZVZ. Zhotoviteli bude uhrazen jen skutečně provedený rozsah tohoto plnění. Rozsah plnění, který bude realizován, se nepočítá do limitů pro změny § 222 odst. 4 až 6 a 9 ZZVZ.</w:t>
      </w:r>
    </w:p>
    <w:p w14:paraId="4BCFB5FF" w14:textId="3280B7DF" w:rsidR="001E25A9" w:rsidRDefault="001E25A9" w:rsidP="008B38DE">
      <w:pPr>
        <w:pStyle w:val="Text2-1"/>
      </w:pPr>
      <w:r>
        <w:t xml:space="preserve">V termínu </w:t>
      </w:r>
      <w:r w:rsidR="0060657F">
        <w:t xml:space="preserve">pátek </w:t>
      </w:r>
      <w:r>
        <w:t xml:space="preserve">10. 5. 2024 - neděle 26. 5. 2024 </w:t>
      </w:r>
      <w:r w:rsidR="005710FE">
        <w:t>bude</w:t>
      </w:r>
      <w:r>
        <w:t xml:space="preserve"> třeba </w:t>
      </w:r>
      <w:r w:rsidR="005710FE">
        <w:t>zajistit</w:t>
      </w:r>
      <w:r w:rsidR="0060657F">
        <w:t xml:space="preserve"> bezpečn</w:t>
      </w:r>
      <w:r w:rsidR="005710FE">
        <w:t>ý</w:t>
      </w:r>
      <w:r w:rsidR="0060657F">
        <w:t xml:space="preserve"> p</w:t>
      </w:r>
      <w:r w:rsidR="00B337DD">
        <w:t>růchod</w:t>
      </w:r>
      <w:r w:rsidR="005710FE">
        <w:t xml:space="preserve"> zvýšeného počtu </w:t>
      </w:r>
      <w:r w:rsidR="0060657F">
        <w:t>cestujících</w:t>
      </w:r>
      <w:r w:rsidR="00B337DD">
        <w:t xml:space="preserve"> odbavovací halou</w:t>
      </w:r>
      <w:r w:rsidR="0060657F">
        <w:t xml:space="preserve"> (MS v ledním hokeji).</w:t>
      </w:r>
    </w:p>
    <w:p w14:paraId="52D215AE" w14:textId="77777777" w:rsidR="00A5263C" w:rsidRDefault="00A5263C" w:rsidP="00A5263C">
      <w:pPr>
        <w:pStyle w:val="Text2-1"/>
      </w:pPr>
      <w:r>
        <w:t>Před podáním nabídky investor doporučuje prohlídku objektu. Jsou naplánovány dvě prohlídky stavby v termínech: úterý 9. 1. 2023 v 10:00 a ve čtvrtek 11. 1. 2023 v 10:00, místo srazu v odbavovací hale u prodejny občerstvení.</w:t>
      </w:r>
    </w:p>
    <w:p w14:paraId="5EF2AC89" w14:textId="453DB5D1" w:rsidR="0069470F" w:rsidRDefault="0069470F" w:rsidP="0069470F">
      <w:pPr>
        <w:pStyle w:val="Nadpis2-1"/>
      </w:pPr>
      <w:bookmarkStart w:id="43" w:name="_Toc152937748"/>
      <w:r w:rsidRPr="00EC2E51">
        <w:t>SOUVISEJÍCÍ</w:t>
      </w:r>
      <w:r>
        <w:t xml:space="preserve"> DOKUMENTY A PŘEDPISY</w:t>
      </w:r>
      <w:bookmarkEnd w:id="41"/>
      <w:bookmarkEnd w:id="43"/>
    </w:p>
    <w:p w14:paraId="1ED1F4FD"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7B052FE"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26CC63F"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61FE2EFC"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F5D5A0D"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B54A320" w14:textId="207149BD" w:rsidR="005C1550" w:rsidRPr="00E85446" w:rsidRDefault="005C1550" w:rsidP="005C1550">
      <w:pPr>
        <w:pStyle w:val="Textbezslovn"/>
        <w:keepNext/>
        <w:spacing w:after="0"/>
        <w:rPr>
          <w:rStyle w:val="Tun"/>
        </w:rPr>
      </w:pPr>
      <w:r>
        <w:rPr>
          <w:rStyle w:val="Tun"/>
        </w:rPr>
        <w:t>Centrum te</w:t>
      </w:r>
      <w:r w:rsidR="00B10D80">
        <w:rPr>
          <w:rStyle w:val="Tun"/>
        </w:rPr>
        <w:t>chniky</w:t>
      </w:r>
      <w:r>
        <w:rPr>
          <w:rStyle w:val="Tun"/>
        </w:rPr>
        <w:t xml:space="preserve"> a diagnostiky</w:t>
      </w:r>
      <w:r w:rsidRPr="00E85446">
        <w:rPr>
          <w:rStyle w:val="Tun"/>
        </w:rPr>
        <w:t xml:space="preserve"> </w:t>
      </w:r>
    </w:p>
    <w:p w14:paraId="2902ECF3"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7048F686" w14:textId="77777777" w:rsidR="005C1550" w:rsidRPr="007D016E" w:rsidRDefault="005C1550" w:rsidP="005C1550">
      <w:pPr>
        <w:pStyle w:val="Textbezslovn"/>
        <w:keepNext/>
        <w:spacing w:after="0"/>
      </w:pPr>
      <w:r>
        <w:t>Jeremenkova 103/23</w:t>
      </w:r>
    </w:p>
    <w:p w14:paraId="3A266120" w14:textId="77777777" w:rsidR="005C1550" w:rsidRDefault="005C1550" w:rsidP="005C1550">
      <w:pPr>
        <w:pStyle w:val="Textbezslovn"/>
      </w:pPr>
      <w:r w:rsidRPr="007D016E">
        <w:t>77</w:t>
      </w:r>
      <w:r>
        <w:t>9 00</w:t>
      </w:r>
      <w:r w:rsidRPr="007D016E">
        <w:t xml:space="preserve"> </w:t>
      </w:r>
      <w:r w:rsidRPr="00BA22D4">
        <w:t>Olomouc</w:t>
      </w:r>
    </w:p>
    <w:p w14:paraId="6D68D892"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6A4951F9"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9DA9DE4" w14:textId="77777777" w:rsidR="005C1550" w:rsidRDefault="005C1550" w:rsidP="00E01EC2">
      <w:pPr>
        <w:pStyle w:val="Textbezslovn"/>
      </w:pPr>
      <w:r>
        <w:t xml:space="preserve">Ceníky: </w:t>
      </w:r>
      <w:r w:rsidRPr="00E64846">
        <w:t>https://typdok.tudc.cz/</w:t>
      </w:r>
    </w:p>
    <w:p w14:paraId="72E804E6" w14:textId="77777777" w:rsidR="0069470F" w:rsidRDefault="0069470F" w:rsidP="0069470F">
      <w:pPr>
        <w:pStyle w:val="Nadpis2-1"/>
      </w:pPr>
      <w:bookmarkStart w:id="44" w:name="_Toc7077142"/>
      <w:bookmarkStart w:id="45" w:name="_Toc152937749"/>
      <w:r>
        <w:t>PŘÍLOHY</w:t>
      </w:r>
      <w:bookmarkEnd w:id="44"/>
      <w:bookmarkEnd w:id="45"/>
    </w:p>
    <w:p w14:paraId="62BEC278" w14:textId="6C704D42" w:rsidR="0097328D" w:rsidRPr="002978E5" w:rsidRDefault="00CB3503" w:rsidP="001F1FE3">
      <w:pPr>
        <w:pStyle w:val="Text2-1"/>
      </w:pPr>
      <w:bookmarkStart w:id="46" w:name="_Ref149645763"/>
      <w:r w:rsidRPr="002978E5">
        <w:t>Vzorkování staveb Správy železnic, státní organizace</w:t>
      </w:r>
      <w:bookmarkEnd w:id="46"/>
    </w:p>
    <w:p w14:paraId="599A0EE4" w14:textId="77777777" w:rsidR="001E0469" w:rsidRDefault="001E0469" w:rsidP="001E0469">
      <w:pPr>
        <w:pStyle w:val="Text2-1"/>
      </w:pPr>
      <w:bookmarkStart w:id="47" w:name="_Ref44506543"/>
      <w:bookmarkStart w:id="48" w:name="_Ref151984564"/>
      <w:r w:rsidRPr="00A27C05">
        <w:t>Design manuál</w:t>
      </w:r>
      <w:bookmarkEnd w:id="47"/>
      <w:bookmarkEnd w:id="48"/>
    </w:p>
    <w:p w14:paraId="50605B93" w14:textId="02C4AFD9" w:rsidR="002A49E9" w:rsidRPr="00A27C05" w:rsidRDefault="002A49E9" w:rsidP="001E0469">
      <w:pPr>
        <w:pStyle w:val="Text2-1"/>
      </w:pPr>
      <w:bookmarkStart w:id="49" w:name="_Ref151630846"/>
      <w:r>
        <w:t xml:space="preserve">PS 04-04-11 </w:t>
      </w:r>
      <w:r w:rsidRPr="008B38DE">
        <w:t>Osobní výtah na perónu</w:t>
      </w:r>
      <w:bookmarkEnd w:id="49"/>
    </w:p>
    <w:p w14:paraId="50270F12" w14:textId="2AA6ED4A" w:rsidR="00A27C05" w:rsidRPr="00A27C05" w:rsidRDefault="00A27C05" w:rsidP="00A27C05">
      <w:pPr>
        <w:pStyle w:val="Text2-1"/>
      </w:pPr>
      <w:bookmarkStart w:id="50" w:name="_Ref101445262"/>
      <w:r w:rsidRPr="00A27C05">
        <w:t>Požadavky na stavební připravenost</w:t>
      </w:r>
      <w:bookmarkEnd w:id="50"/>
      <w:r w:rsidRPr="00A27C05">
        <w:t xml:space="preserve"> </w:t>
      </w:r>
    </w:p>
    <w:p w14:paraId="57C50B9A" w14:textId="1CDAB878" w:rsidR="001E0469" w:rsidRPr="002978E5" w:rsidRDefault="001E0469" w:rsidP="001E0469">
      <w:pPr>
        <w:pStyle w:val="Text2-1"/>
      </w:pPr>
      <w:bookmarkStart w:id="51" w:name="_Ref151630884"/>
      <w:bookmarkStart w:id="52" w:name="_Ref90904380"/>
      <w:r w:rsidRPr="002978E5">
        <w:t>Požadavkový list CNM-MB.</w:t>
      </w:r>
      <w:bookmarkEnd w:id="51"/>
      <w:r w:rsidRPr="002978E5">
        <w:t xml:space="preserve"> </w:t>
      </w:r>
      <w:bookmarkEnd w:id="52"/>
    </w:p>
    <w:p w14:paraId="054F9C26" w14:textId="20367843" w:rsidR="00FE24AB" w:rsidRDefault="001E0469" w:rsidP="001E0469">
      <w:pPr>
        <w:pStyle w:val="Text2-1"/>
      </w:pPr>
      <w:bookmarkStart w:id="53" w:name="_Ref90904403"/>
      <w:bookmarkStart w:id="54" w:name="_Ref151984777"/>
      <w:r w:rsidRPr="002978E5">
        <w:t>Mobiliář</w:t>
      </w:r>
      <w:bookmarkEnd w:id="53"/>
      <w:r w:rsidRPr="002978E5">
        <w:t xml:space="preserve"> </w:t>
      </w:r>
      <w:bookmarkEnd w:id="54"/>
    </w:p>
    <w:p w14:paraId="3D5AF660" w14:textId="367056A1" w:rsidR="001E0469" w:rsidRDefault="000F274E" w:rsidP="001E0469">
      <w:pPr>
        <w:pStyle w:val="Text2-1"/>
      </w:pPr>
      <w:r>
        <w:t>Výkres a seznam m</w:t>
      </w:r>
      <w:r w:rsidR="00FE24AB">
        <w:t>ístnost</w:t>
      </w:r>
      <w:r>
        <w:t>í</w:t>
      </w:r>
      <w:r w:rsidR="00FE24AB">
        <w:t xml:space="preserve"> definující milník</w:t>
      </w:r>
      <w:r>
        <w:t xml:space="preserve"> č. 1</w:t>
      </w:r>
    </w:p>
    <w:p w14:paraId="70CA6BE2" w14:textId="77777777"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6EC1025" w16cex:dateUtc="2023-12-15T0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912FDC" w16cid:durableId="76EC10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9CE35" w14:textId="77777777" w:rsidR="006D621E" w:rsidRDefault="006D621E" w:rsidP="00962258">
      <w:pPr>
        <w:spacing w:after="0" w:line="240" w:lineRule="auto"/>
      </w:pPr>
      <w:r>
        <w:separator/>
      </w:r>
    </w:p>
  </w:endnote>
  <w:endnote w:type="continuationSeparator" w:id="0">
    <w:p w14:paraId="35F144F0" w14:textId="77777777" w:rsidR="006D621E" w:rsidRDefault="006D62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B4528" w:rsidRPr="003462EB" w14:paraId="6E241E86" w14:textId="77777777" w:rsidTr="00633336">
      <w:tc>
        <w:tcPr>
          <w:tcW w:w="907" w:type="dxa"/>
          <w:tcMar>
            <w:left w:w="0" w:type="dxa"/>
            <w:right w:w="0" w:type="dxa"/>
          </w:tcMar>
          <w:vAlign w:val="bottom"/>
        </w:tcPr>
        <w:p w14:paraId="59B4DFB8" w14:textId="67A30337" w:rsidR="009B4528" w:rsidRPr="00B8518B" w:rsidRDefault="009B452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73C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73CF">
            <w:rPr>
              <w:rStyle w:val="slostrnky"/>
              <w:noProof/>
            </w:rPr>
            <w:t>11</w:t>
          </w:r>
          <w:r w:rsidRPr="00B8518B">
            <w:rPr>
              <w:rStyle w:val="slostrnky"/>
            </w:rPr>
            <w:fldChar w:fldCharType="end"/>
          </w:r>
        </w:p>
      </w:tc>
      <w:tc>
        <w:tcPr>
          <w:tcW w:w="0" w:type="auto"/>
          <w:vAlign w:val="bottom"/>
        </w:tcPr>
        <w:p w14:paraId="0AF7875E" w14:textId="0590BE83" w:rsidR="009B4528" w:rsidRPr="003462EB" w:rsidRDefault="009B4528" w:rsidP="008664BF">
          <w:pPr>
            <w:pStyle w:val="Zpatvlevo"/>
          </w:pPr>
        </w:p>
        <w:p w14:paraId="5510CC62" w14:textId="77777777" w:rsidR="009B4528" w:rsidRDefault="009B4528" w:rsidP="008664BF">
          <w:pPr>
            <w:pStyle w:val="Zpatvlevo"/>
          </w:pPr>
          <w:r w:rsidRPr="003462EB">
            <w:t>Technická specifikace</w:t>
          </w:r>
        </w:p>
        <w:p w14:paraId="007D9E07" w14:textId="77777777" w:rsidR="009B4528" w:rsidRPr="003462EB" w:rsidRDefault="009B4528" w:rsidP="008664BF">
          <w:pPr>
            <w:pStyle w:val="Zpatvlevo"/>
          </w:pPr>
          <w:r>
            <w:t>Zvláštní</w:t>
          </w:r>
          <w:r w:rsidRPr="003462EB">
            <w:t xml:space="preserve"> technické podmínky</w:t>
          </w:r>
          <w:r>
            <w:t xml:space="preserve"> - </w:t>
          </w:r>
          <w:r w:rsidRPr="003462EB">
            <w:t>Zhotovení stavby</w:t>
          </w:r>
        </w:p>
      </w:tc>
    </w:tr>
  </w:tbl>
  <w:p w14:paraId="7AB3EC6B" w14:textId="77777777" w:rsidR="009B4528" w:rsidRPr="00614E71" w:rsidRDefault="009B452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B4528" w:rsidRPr="009E09BE" w14:paraId="1C286178" w14:textId="77777777" w:rsidTr="00633336">
      <w:tc>
        <w:tcPr>
          <w:tcW w:w="0" w:type="auto"/>
          <w:tcMar>
            <w:left w:w="0" w:type="dxa"/>
            <w:right w:w="0" w:type="dxa"/>
          </w:tcMar>
          <w:vAlign w:val="bottom"/>
        </w:tcPr>
        <w:p w14:paraId="04A03995" w14:textId="2A1F370B" w:rsidR="009B4528" w:rsidRDefault="009B4528" w:rsidP="008664BF">
          <w:pPr>
            <w:pStyle w:val="Zpatvpravo"/>
          </w:pPr>
        </w:p>
        <w:p w14:paraId="11CDCDEB" w14:textId="77777777" w:rsidR="009B4528" w:rsidRDefault="009B4528" w:rsidP="008664BF">
          <w:pPr>
            <w:pStyle w:val="Zpatvpravo"/>
          </w:pPr>
          <w:r w:rsidRPr="003462EB">
            <w:t>Technická specifikace</w:t>
          </w:r>
        </w:p>
        <w:p w14:paraId="1F615A1C" w14:textId="401CAE5C" w:rsidR="009B4528" w:rsidRPr="003462EB" w:rsidRDefault="009B4528" w:rsidP="008664BF">
          <w:pPr>
            <w:pStyle w:val="Zpatvpravo"/>
            <w:rPr>
              <w:rStyle w:val="slostrnky"/>
              <w:b w:val="0"/>
              <w:color w:val="auto"/>
              <w:sz w:val="12"/>
            </w:rPr>
          </w:pPr>
          <w:r>
            <w:t xml:space="preserve">Zvláštní </w:t>
          </w:r>
          <w:r w:rsidRPr="003462EB">
            <w:t>technické podmínky</w:t>
          </w:r>
          <w:r w:rsidR="001F4513">
            <w:t xml:space="preserve"> </w:t>
          </w:r>
          <w:r>
            <w:t>- Zhotovení stavby</w:t>
          </w:r>
        </w:p>
      </w:tc>
      <w:tc>
        <w:tcPr>
          <w:tcW w:w="907" w:type="dxa"/>
          <w:vAlign w:val="bottom"/>
        </w:tcPr>
        <w:p w14:paraId="74CA9E50" w14:textId="15BC3324" w:rsidR="009B4528" w:rsidRPr="009E09BE" w:rsidRDefault="009B4528"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673CF">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73CF">
            <w:rPr>
              <w:rStyle w:val="slostrnky"/>
              <w:noProof/>
            </w:rPr>
            <w:t>11</w:t>
          </w:r>
          <w:r w:rsidRPr="00B8518B">
            <w:rPr>
              <w:rStyle w:val="slostrnky"/>
            </w:rPr>
            <w:fldChar w:fldCharType="end"/>
          </w:r>
        </w:p>
      </w:tc>
    </w:tr>
  </w:tbl>
  <w:p w14:paraId="542FFC8E" w14:textId="77777777" w:rsidR="009B4528" w:rsidRPr="00B8518B" w:rsidRDefault="009B452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9585F" w14:textId="77777777" w:rsidR="009B4528" w:rsidRPr="00B8518B" w:rsidRDefault="009B4528" w:rsidP="00460660">
    <w:pPr>
      <w:pStyle w:val="Zpat"/>
      <w:rPr>
        <w:sz w:val="2"/>
        <w:szCs w:val="2"/>
      </w:rPr>
    </w:pPr>
  </w:p>
  <w:p w14:paraId="4DC01A57" w14:textId="77777777" w:rsidR="009B4528" w:rsidRDefault="009B4528" w:rsidP="00B31E19">
    <w:pPr>
      <w:pStyle w:val="Zpatvlevo"/>
      <w:rPr>
        <w:rFonts w:cs="Calibri"/>
        <w:szCs w:val="12"/>
      </w:rPr>
    </w:pPr>
  </w:p>
  <w:p w14:paraId="5DBF4FAC" w14:textId="77777777" w:rsidR="009B4528" w:rsidRPr="00460660" w:rsidRDefault="009B452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E12E2" w14:textId="77777777" w:rsidR="006D621E" w:rsidRDefault="006D621E" w:rsidP="00962258">
      <w:pPr>
        <w:spacing w:after="0" w:line="240" w:lineRule="auto"/>
      </w:pPr>
      <w:r>
        <w:separator/>
      </w:r>
    </w:p>
  </w:footnote>
  <w:footnote w:type="continuationSeparator" w:id="0">
    <w:p w14:paraId="3534789F" w14:textId="77777777" w:rsidR="006D621E" w:rsidRDefault="006D62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28" w14:paraId="3D343916" w14:textId="77777777" w:rsidTr="00B22106">
      <w:trPr>
        <w:trHeight w:hRule="exact" w:val="936"/>
      </w:trPr>
      <w:tc>
        <w:tcPr>
          <w:tcW w:w="1361" w:type="dxa"/>
          <w:tcMar>
            <w:left w:w="0" w:type="dxa"/>
            <w:right w:w="0" w:type="dxa"/>
          </w:tcMar>
        </w:tcPr>
        <w:p w14:paraId="10AF30F5" w14:textId="77777777" w:rsidR="009B4528" w:rsidRPr="00B8518B" w:rsidRDefault="009B4528" w:rsidP="00FC6389">
          <w:pPr>
            <w:pStyle w:val="Zpat"/>
            <w:rPr>
              <w:rStyle w:val="slostrnky"/>
            </w:rPr>
          </w:pPr>
        </w:p>
      </w:tc>
      <w:tc>
        <w:tcPr>
          <w:tcW w:w="3458" w:type="dxa"/>
          <w:shd w:val="clear" w:color="auto" w:fill="auto"/>
          <w:tcMar>
            <w:left w:w="0" w:type="dxa"/>
            <w:right w:w="0" w:type="dxa"/>
          </w:tcMar>
        </w:tcPr>
        <w:p w14:paraId="2BF5D490" w14:textId="77777777" w:rsidR="009B4528" w:rsidRDefault="009B4528" w:rsidP="00FC6389">
          <w:pPr>
            <w:pStyle w:val="Zpat"/>
          </w:pPr>
          <w:r>
            <w:rPr>
              <w:noProof/>
              <w:lang w:eastAsia="cs-CZ"/>
            </w:rPr>
            <w:drawing>
              <wp:anchor distT="0" distB="0" distL="114300" distR="114300" simplePos="0" relativeHeight="251674624" behindDoc="0" locked="1" layoutInCell="1" allowOverlap="1" wp14:anchorId="6CACD736" wp14:editId="3DC9275C">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E85C93" w14:textId="77777777" w:rsidR="009B4528" w:rsidRPr="00D6163D" w:rsidRDefault="009B4528" w:rsidP="00FC6389">
          <w:pPr>
            <w:pStyle w:val="Druhdokumentu"/>
          </w:pPr>
        </w:p>
      </w:tc>
    </w:tr>
    <w:tr w:rsidR="009B4528" w14:paraId="42D90221" w14:textId="77777777" w:rsidTr="00B22106">
      <w:trPr>
        <w:trHeight w:hRule="exact" w:val="936"/>
      </w:trPr>
      <w:tc>
        <w:tcPr>
          <w:tcW w:w="1361" w:type="dxa"/>
          <w:tcMar>
            <w:left w:w="0" w:type="dxa"/>
            <w:right w:w="0" w:type="dxa"/>
          </w:tcMar>
        </w:tcPr>
        <w:p w14:paraId="177ED7FD" w14:textId="77777777" w:rsidR="009B4528" w:rsidRPr="00B8518B" w:rsidRDefault="009B4528" w:rsidP="00FC6389">
          <w:pPr>
            <w:pStyle w:val="Zpat"/>
            <w:rPr>
              <w:rStyle w:val="slostrnky"/>
            </w:rPr>
          </w:pPr>
        </w:p>
      </w:tc>
      <w:tc>
        <w:tcPr>
          <w:tcW w:w="3458" w:type="dxa"/>
          <w:shd w:val="clear" w:color="auto" w:fill="auto"/>
          <w:tcMar>
            <w:left w:w="0" w:type="dxa"/>
            <w:right w:w="0" w:type="dxa"/>
          </w:tcMar>
        </w:tcPr>
        <w:p w14:paraId="7830B3F6" w14:textId="77777777" w:rsidR="009B4528" w:rsidRDefault="009B4528" w:rsidP="00FC6389">
          <w:pPr>
            <w:pStyle w:val="Zpat"/>
          </w:pPr>
        </w:p>
      </w:tc>
      <w:tc>
        <w:tcPr>
          <w:tcW w:w="5756" w:type="dxa"/>
          <w:shd w:val="clear" w:color="auto" w:fill="auto"/>
          <w:tcMar>
            <w:left w:w="0" w:type="dxa"/>
            <w:right w:w="0" w:type="dxa"/>
          </w:tcMar>
        </w:tcPr>
        <w:p w14:paraId="7F74E743" w14:textId="77777777" w:rsidR="009B4528" w:rsidRPr="00D6163D" w:rsidRDefault="009B4528" w:rsidP="00FC6389">
          <w:pPr>
            <w:pStyle w:val="Druhdokumentu"/>
          </w:pPr>
        </w:p>
      </w:tc>
    </w:tr>
  </w:tbl>
  <w:p w14:paraId="1A339185" w14:textId="77777777" w:rsidR="009B4528" w:rsidRPr="00D6163D" w:rsidRDefault="009B4528" w:rsidP="00FC6389">
    <w:pPr>
      <w:pStyle w:val="Zhlav"/>
      <w:rPr>
        <w:sz w:val="8"/>
        <w:szCs w:val="8"/>
      </w:rPr>
    </w:pPr>
  </w:p>
  <w:p w14:paraId="47625383" w14:textId="77777777" w:rsidR="009B4528" w:rsidRPr="00460660" w:rsidRDefault="009B452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835CC6D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137FEF"/>
    <w:multiLevelType w:val="multilevel"/>
    <w:tmpl w:val="8C76116C"/>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ind w:left="1437" w:hanging="360"/>
      </w:pPr>
      <w:rPr>
        <w:rFonts w:ascii="Symbol" w:hAnsi="Symbol" w:hint="default"/>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0"/>
  </w:num>
  <w:num w:numId="12">
    <w:abstractNumId w:val="7"/>
  </w:num>
  <w:num w:numId="13">
    <w:abstractNumId w:val="9"/>
  </w:num>
  <w:num w:numId="14">
    <w:abstractNumId w:val="10"/>
  </w:num>
  <w:num w:numId="15">
    <w:abstractNumId w:val="2"/>
  </w:num>
  <w:num w:numId="16">
    <w:abstractNumId w:val="4"/>
  </w:num>
  <w:num w:numId="17">
    <w:abstractNumId w:val="11"/>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1"/>
  </w:num>
  <w:num w:numId="21">
    <w:abstractNumId w:val="11"/>
  </w:num>
  <w:num w:numId="22">
    <w:abstractNumId w:val="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2C6"/>
    <w:rsid w:val="00000833"/>
    <w:rsid w:val="00000FB8"/>
    <w:rsid w:val="00001CA5"/>
    <w:rsid w:val="0000279A"/>
    <w:rsid w:val="00012EC4"/>
    <w:rsid w:val="00013EC7"/>
    <w:rsid w:val="00016180"/>
    <w:rsid w:val="00016A7F"/>
    <w:rsid w:val="000170CE"/>
    <w:rsid w:val="00017F3C"/>
    <w:rsid w:val="00020B06"/>
    <w:rsid w:val="00021032"/>
    <w:rsid w:val="0002330E"/>
    <w:rsid w:val="000245B8"/>
    <w:rsid w:val="00025D28"/>
    <w:rsid w:val="00027ECB"/>
    <w:rsid w:val="00031C01"/>
    <w:rsid w:val="0003333A"/>
    <w:rsid w:val="00041253"/>
    <w:rsid w:val="00041EC8"/>
    <w:rsid w:val="00045650"/>
    <w:rsid w:val="00054FC6"/>
    <w:rsid w:val="00055D5E"/>
    <w:rsid w:val="00057FD6"/>
    <w:rsid w:val="00061442"/>
    <w:rsid w:val="0006465A"/>
    <w:rsid w:val="00064A36"/>
    <w:rsid w:val="0006588D"/>
    <w:rsid w:val="00067A5E"/>
    <w:rsid w:val="000701E9"/>
    <w:rsid w:val="000719BB"/>
    <w:rsid w:val="00072A65"/>
    <w:rsid w:val="00072C1E"/>
    <w:rsid w:val="00076B14"/>
    <w:rsid w:val="00076FFB"/>
    <w:rsid w:val="00081A8E"/>
    <w:rsid w:val="0008461A"/>
    <w:rsid w:val="000858D5"/>
    <w:rsid w:val="0008729B"/>
    <w:rsid w:val="00091390"/>
    <w:rsid w:val="00095E4E"/>
    <w:rsid w:val="00096739"/>
    <w:rsid w:val="00097F20"/>
    <w:rsid w:val="000A25C2"/>
    <w:rsid w:val="000A6E75"/>
    <w:rsid w:val="000A7250"/>
    <w:rsid w:val="000A7CA8"/>
    <w:rsid w:val="000B1564"/>
    <w:rsid w:val="000B3A5D"/>
    <w:rsid w:val="000B408F"/>
    <w:rsid w:val="000B4EB8"/>
    <w:rsid w:val="000B531F"/>
    <w:rsid w:val="000B54D2"/>
    <w:rsid w:val="000B602B"/>
    <w:rsid w:val="000B7492"/>
    <w:rsid w:val="000B7705"/>
    <w:rsid w:val="000C0368"/>
    <w:rsid w:val="000C41F2"/>
    <w:rsid w:val="000C6013"/>
    <w:rsid w:val="000C6015"/>
    <w:rsid w:val="000C7A80"/>
    <w:rsid w:val="000D180C"/>
    <w:rsid w:val="000D22C4"/>
    <w:rsid w:val="000D2789"/>
    <w:rsid w:val="000D27D1"/>
    <w:rsid w:val="000D4AE6"/>
    <w:rsid w:val="000D50E2"/>
    <w:rsid w:val="000D7BD4"/>
    <w:rsid w:val="000E1A7F"/>
    <w:rsid w:val="000E437B"/>
    <w:rsid w:val="000F007C"/>
    <w:rsid w:val="000F15F1"/>
    <w:rsid w:val="000F274E"/>
    <w:rsid w:val="000F4B80"/>
    <w:rsid w:val="00112864"/>
    <w:rsid w:val="00114472"/>
    <w:rsid w:val="00114988"/>
    <w:rsid w:val="00114DE9"/>
    <w:rsid w:val="00115069"/>
    <w:rsid w:val="001150F2"/>
    <w:rsid w:val="001321F0"/>
    <w:rsid w:val="00132E39"/>
    <w:rsid w:val="00133DE1"/>
    <w:rsid w:val="00136398"/>
    <w:rsid w:val="001407F6"/>
    <w:rsid w:val="00146BCB"/>
    <w:rsid w:val="0015027B"/>
    <w:rsid w:val="00150752"/>
    <w:rsid w:val="0015261C"/>
    <w:rsid w:val="00153B6C"/>
    <w:rsid w:val="00154ED6"/>
    <w:rsid w:val="00155252"/>
    <w:rsid w:val="00155FB2"/>
    <w:rsid w:val="001615A9"/>
    <w:rsid w:val="00162AC2"/>
    <w:rsid w:val="001656A2"/>
    <w:rsid w:val="00170EC5"/>
    <w:rsid w:val="0017201E"/>
    <w:rsid w:val="001726F0"/>
    <w:rsid w:val="00172C93"/>
    <w:rsid w:val="00174176"/>
    <w:rsid w:val="001747C1"/>
    <w:rsid w:val="00176ACE"/>
    <w:rsid w:val="00177D6B"/>
    <w:rsid w:val="00183260"/>
    <w:rsid w:val="001843C2"/>
    <w:rsid w:val="00184FB6"/>
    <w:rsid w:val="001865A9"/>
    <w:rsid w:val="00191F90"/>
    <w:rsid w:val="00192F9E"/>
    <w:rsid w:val="001932DA"/>
    <w:rsid w:val="00195246"/>
    <w:rsid w:val="001975B6"/>
    <w:rsid w:val="0019782F"/>
    <w:rsid w:val="001A23B8"/>
    <w:rsid w:val="001A367A"/>
    <w:rsid w:val="001A3B3C"/>
    <w:rsid w:val="001A5719"/>
    <w:rsid w:val="001A7ACC"/>
    <w:rsid w:val="001A7C76"/>
    <w:rsid w:val="001B4180"/>
    <w:rsid w:val="001B4199"/>
    <w:rsid w:val="001B4E74"/>
    <w:rsid w:val="001B7668"/>
    <w:rsid w:val="001C008E"/>
    <w:rsid w:val="001C2B0B"/>
    <w:rsid w:val="001C42C3"/>
    <w:rsid w:val="001C478C"/>
    <w:rsid w:val="001C645F"/>
    <w:rsid w:val="001C7F77"/>
    <w:rsid w:val="001D0458"/>
    <w:rsid w:val="001D1BBA"/>
    <w:rsid w:val="001D3D1E"/>
    <w:rsid w:val="001D65BA"/>
    <w:rsid w:val="001D6CBA"/>
    <w:rsid w:val="001E042E"/>
    <w:rsid w:val="001E0469"/>
    <w:rsid w:val="001E25A9"/>
    <w:rsid w:val="001E4F17"/>
    <w:rsid w:val="001E5F0C"/>
    <w:rsid w:val="001E678E"/>
    <w:rsid w:val="001E769F"/>
    <w:rsid w:val="001E7DEB"/>
    <w:rsid w:val="001F02CA"/>
    <w:rsid w:val="001F1FE3"/>
    <w:rsid w:val="001F30F4"/>
    <w:rsid w:val="001F3C5F"/>
    <w:rsid w:val="001F43BB"/>
    <w:rsid w:val="001F4513"/>
    <w:rsid w:val="001F62EB"/>
    <w:rsid w:val="001F7F5E"/>
    <w:rsid w:val="002007BA"/>
    <w:rsid w:val="002038C9"/>
    <w:rsid w:val="002071BB"/>
    <w:rsid w:val="00207DF5"/>
    <w:rsid w:val="00212485"/>
    <w:rsid w:val="00217F11"/>
    <w:rsid w:val="00220EAE"/>
    <w:rsid w:val="00221D06"/>
    <w:rsid w:val="00223754"/>
    <w:rsid w:val="00223F63"/>
    <w:rsid w:val="00223FB1"/>
    <w:rsid w:val="00226748"/>
    <w:rsid w:val="00231AAE"/>
    <w:rsid w:val="00232000"/>
    <w:rsid w:val="002356B4"/>
    <w:rsid w:val="00240B81"/>
    <w:rsid w:val="00241B10"/>
    <w:rsid w:val="00242E7A"/>
    <w:rsid w:val="0024363B"/>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2EE8"/>
    <w:rsid w:val="00263444"/>
    <w:rsid w:val="002656F2"/>
    <w:rsid w:val="002658C2"/>
    <w:rsid w:val="0026737C"/>
    <w:rsid w:val="00275D9A"/>
    <w:rsid w:val="00276AFE"/>
    <w:rsid w:val="0028301B"/>
    <w:rsid w:val="00285660"/>
    <w:rsid w:val="00287944"/>
    <w:rsid w:val="00293F3D"/>
    <w:rsid w:val="00294AB0"/>
    <w:rsid w:val="00295FD7"/>
    <w:rsid w:val="002978E5"/>
    <w:rsid w:val="002A355D"/>
    <w:rsid w:val="002A3B57"/>
    <w:rsid w:val="002A49E9"/>
    <w:rsid w:val="002A70E6"/>
    <w:rsid w:val="002B0498"/>
    <w:rsid w:val="002B2C45"/>
    <w:rsid w:val="002B343C"/>
    <w:rsid w:val="002B67FA"/>
    <w:rsid w:val="002B6B58"/>
    <w:rsid w:val="002B7B5D"/>
    <w:rsid w:val="002C31BF"/>
    <w:rsid w:val="002C4E62"/>
    <w:rsid w:val="002D0011"/>
    <w:rsid w:val="002D2102"/>
    <w:rsid w:val="002D365E"/>
    <w:rsid w:val="002D37DD"/>
    <w:rsid w:val="002D6ADE"/>
    <w:rsid w:val="002D75AA"/>
    <w:rsid w:val="002D7FD6"/>
    <w:rsid w:val="002E0CD7"/>
    <w:rsid w:val="002E0CFB"/>
    <w:rsid w:val="002E1D6B"/>
    <w:rsid w:val="002E3B9A"/>
    <w:rsid w:val="002E4485"/>
    <w:rsid w:val="002E4D28"/>
    <w:rsid w:val="002E5C7B"/>
    <w:rsid w:val="002F2AE7"/>
    <w:rsid w:val="002F4333"/>
    <w:rsid w:val="002F4ECC"/>
    <w:rsid w:val="0030089F"/>
    <w:rsid w:val="0030267A"/>
    <w:rsid w:val="0030303F"/>
    <w:rsid w:val="00304DAF"/>
    <w:rsid w:val="00305DA5"/>
    <w:rsid w:val="00307207"/>
    <w:rsid w:val="003130A4"/>
    <w:rsid w:val="00317A7D"/>
    <w:rsid w:val="00317BC1"/>
    <w:rsid w:val="003220D8"/>
    <w:rsid w:val="003229ED"/>
    <w:rsid w:val="00323625"/>
    <w:rsid w:val="00323AA2"/>
    <w:rsid w:val="00323E07"/>
    <w:rsid w:val="003254A3"/>
    <w:rsid w:val="00325854"/>
    <w:rsid w:val="00327EEF"/>
    <w:rsid w:val="0033159C"/>
    <w:rsid w:val="0033239F"/>
    <w:rsid w:val="00334632"/>
    <w:rsid w:val="00334918"/>
    <w:rsid w:val="00336B23"/>
    <w:rsid w:val="0033739D"/>
    <w:rsid w:val="0033744B"/>
    <w:rsid w:val="003416FA"/>
    <w:rsid w:val="003418A3"/>
    <w:rsid w:val="00342435"/>
    <w:rsid w:val="0034274B"/>
    <w:rsid w:val="00342AFC"/>
    <w:rsid w:val="003462EB"/>
    <w:rsid w:val="0034719F"/>
    <w:rsid w:val="00350A35"/>
    <w:rsid w:val="003521CE"/>
    <w:rsid w:val="0035226B"/>
    <w:rsid w:val="003551F0"/>
    <w:rsid w:val="003557EC"/>
    <w:rsid w:val="0035683E"/>
    <w:rsid w:val="003571D8"/>
    <w:rsid w:val="00357BC3"/>
    <w:rsid w:val="00357BC6"/>
    <w:rsid w:val="00361422"/>
    <w:rsid w:val="00364E3B"/>
    <w:rsid w:val="00373403"/>
    <w:rsid w:val="00373405"/>
    <w:rsid w:val="003753D6"/>
    <w:rsid w:val="0037545D"/>
    <w:rsid w:val="00375F42"/>
    <w:rsid w:val="003777F4"/>
    <w:rsid w:val="003778A0"/>
    <w:rsid w:val="00384983"/>
    <w:rsid w:val="00386FF1"/>
    <w:rsid w:val="0038783F"/>
    <w:rsid w:val="0038793E"/>
    <w:rsid w:val="00391A4A"/>
    <w:rsid w:val="00392EB6"/>
    <w:rsid w:val="00394444"/>
    <w:rsid w:val="003956C6"/>
    <w:rsid w:val="00395965"/>
    <w:rsid w:val="003A4EDD"/>
    <w:rsid w:val="003A52BA"/>
    <w:rsid w:val="003A6718"/>
    <w:rsid w:val="003B083D"/>
    <w:rsid w:val="003B111D"/>
    <w:rsid w:val="003B203D"/>
    <w:rsid w:val="003B2A40"/>
    <w:rsid w:val="003B3764"/>
    <w:rsid w:val="003B3919"/>
    <w:rsid w:val="003B3FB3"/>
    <w:rsid w:val="003B4CD2"/>
    <w:rsid w:val="003C1E71"/>
    <w:rsid w:val="003C33F2"/>
    <w:rsid w:val="003C6186"/>
    <w:rsid w:val="003C6679"/>
    <w:rsid w:val="003C795F"/>
    <w:rsid w:val="003D30CF"/>
    <w:rsid w:val="003D71D4"/>
    <w:rsid w:val="003D756E"/>
    <w:rsid w:val="003D77DD"/>
    <w:rsid w:val="003E249B"/>
    <w:rsid w:val="003E420D"/>
    <w:rsid w:val="003E4C13"/>
    <w:rsid w:val="003F39D1"/>
    <w:rsid w:val="003F4481"/>
    <w:rsid w:val="0040221B"/>
    <w:rsid w:val="00404FCA"/>
    <w:rsid w:val="00405D50"/>
    <w:rsid w:val="00405E39"/>
    <w:rsid w:val="00406D4D"/>
    <w:rsid w:val="004078F3"/>
    <w:rsid w:val="00407DD2"/>
    <w:rsid w:val="00413187"/>
    <w:rsid w:val="004131D0"/>
    <w:rsid w:val="00414BA4"/>
    <w:rsid w:val="00416293"/>
    <w:rsid w:val="00417F94"/>
    <w:rsid w:val="00421BD4"/>
    <w:rsid w:val="004220B7"/>
    <w:rsid w:val="0042284C"/>
    <w:rsid w:val="00423768"/>
    <w:rsid w:val="00423C31"/>
    <w:rsid w:val="00423C5F"/>
    <w:rsid w:val="00427794"/>
    <w:rsid w:val="00432887"/>
    <w:rsid w:val="0043795E"/>
    <w:rsid w:val="00442A87"/>
    <w:rsid w:val="00443C6D"/>
    <w:rsid w:val="004449EE"/>
    <w:rsid w:val="00446585"/>
    <w:rsid w:val="00450DD2"/>
    <w:rsid w:val="00450F07"/>
    <w:rsid w:val="0045228D"/>
    <w:rsid w:val="00453CD3"/>
    <w:rsid w:val="00453F92"/>
    <w:rsid w:val="00455960"/>
    <w:rsid w:val="00456231"/>
    <w:rsid w:val="004579C8"/>
    <w:rsid w:val="00460660"/>
    <w:rsid w:val="00460BB1"/>
    <w:rsid w:val="00461863"/>
    <w:rsid w:val="00463BD5"/>
    <w:rsid w:val="00464BA9"/>
    <w:rsid w:val="00467646"/>
    <w:rsid w:val="00467F7D"/>
    <w:rsid w:val="0047667E"/>
    <w:rsid w:val="00476F2F"/>
    <w:rsid w:val="0047736E"/>
    <w:rsid w:val="004773D0"/>
    <w:rsid w:val="00483846"/>
    <w:rsid w:val="00483969"/>
    <w:rsid w:val="0048428A"/>
    <w:rsid w:val="00485B1D"/>
    <w:rsid w:val="00486107"/>
    <w:rsid w:val="0048649B"/>
    <w:rsid w:val="00491827"/>
    <w:rsid w:val="00494D07"/>
    <w:rsid w:val="004950EE"/>
    <w:rsid w:val="004959D3"/>
    <w:rsid w:val="0049612C"/>
    <w:rsid w:val="00496D56"/>
    <w:rsid w:val="004A5BC8"/>
    <w:rsid w:val="004B1394"/>
    <w:rsid w:val="004B2AA1"/>
    <w:rsid w:val="004B2D81"/>
    <w:rsid w:val="004C1216"/>
    <w:rsid w:val="004C148C"/>
    <w:rsid w:val="004C1E41"/>
    <w:rsid w:val="004C4399"/>
    <w:rsid w:val="004C787C"/>
    <w:rsid w:val="004C7EAC"/>
    <w:rsid w:val="004D6756"/>
    <w:rsid w:val="004D7243"/>
    <w:rsid w:val="004D7474"/>
    <w:rsid w:val="004D7D8C"/>
    <w:rsid w:val="004E0694"/>
    <w:rsid w:val="004E0A87"/>
    <w:rsid w:val="004E4870"/>
    <w:rsid w:val="004E4EB3"/>
    <w:rsid w:val="004E7346"/>
    <w:rsid w:val="004E7A1F"/>
    <w:rsid w:val="004F45AB"/>
    <w:rsid w:val="004F4B9B"/>
    <w:rsid w:val="004F5504"/>
    <w:rsid w:val="004F70CD"/>
    <w:rsid w:val="004F713C"/>
    <w:rsid w:val="00500124"/>
    <w:rsid w:val="00504B43"/>
    <w:rsid w:val="0050666E"/>
    <w:rsid w:val="00507D95"/>
    <w:rsid w:val="00511AB9"/>
    <w:rsid w:val="005131E1"/>
    <w:rsid w:val="00513DC3"/>
    <w:rsid w:val="00514702"/>
    <w:rsid w:val="005154B9"/>
    <w:rsid w:val="005176EE"/>
    <w:rsid w:val="00523BB5"/>
    <w:rsid w:val="00523EA7"/>
    <w:rsid w:val="00526284"/>
    <w:rsid w:val="00531CB9"/>
    <w:rsid w:val="005348AF"/>
    <w:rsid w:val="005354B7"/>
    <w:rsid w:val="00535ABB"/>
    <w:rsid w:val="00535F40"/>
    <w:rsid w:val="00536F59"/>
    <w:rsid w:val="005403D3"/>
    <w:rsid w:val="005406EB"/>
    <w:rsid w:val="005415AD"/>
    <w:rsid w:val="00545AD1"/>
    <w:rsid w:val="00551AF5"/>
    <w:rsid w:val="00552467"/>
    <w:rsid w:val="00552BA1"/>
    <w:rsid w:val="00553375"/>
    <w:rsid w:val="00553D21"/>
    <w:rsid w:val="00554C2B"/>
    <w:rsid w:val="00555697"/>
    <w:rsid w:val="00555884"/>
    <w:rsid w:val="00560E3A"/>
    <w:rsid w:val="00567709"/>
    <w:rsid w:val="005706D6"/>
    <w:rsid w:val="005710FE"/>
    <w:rsid w:val="00572A42"/>
    <w:rsid w:val="005736B7"/>
    <w:rsid w:val="00575E5A"/>
    <w:rsid w:val="0057725D"/>
    <w:rsid w:val="005800E8"/>
    <w:rsid w:val="00580245"/>
    <w:rsid w:val="0058031A"/>
    <w:rsid w:val="00583A0B"/>
    <w:rsid w:val="0058742A"/>
    <w:rsid w:val="00590BAF"/>
    <w:rsid w:val="00593C22"/>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4CD9"/>
    <w:rsid w:val="005C6ACF"/>
    <w:rsid w:val="005C7C4C"/>
    <w:rsid w:val="005D3194"/>
    <w:rsid w:val="005D3C39"/>
    <w:rsid w:val="005D64E5"/>
    <w:rsid w:val="005D7706"/>
    <w:rsid w:val="005D7A71"/>
    <w:rsid w:val="005E1297"/>
    <w:rsid w:val="005E2E0C"/>
    <w:rsid w:val="005E52CF"/>
    <w:rsid w:val="005F047C"/>
    <w:rsid w:val="005F490F"/>
    <w:rsid w:val="005F5CE8"/>
    <w:rsid w:val="005F699E"/>
    <w:rsid w:val="005F76FE"/>
    <w:rsid w:val="00601A8C"/>
    <w:rsid w:val="0060657F"/>
    <w:rsid w:val="006070D3"/>
    <w:rsid w:val="00607480"/>
    <w:rsid w:val="0061068E"/>
    <w:rsid w:val="006115D3"/>
    <w:rsid w:val="006121A7"/>
    <w:rsid w:val="00614E71"/>
    <w:rsid w:val="00617271"/>
    <w:rsid w:val="006208DF"/>
    <w:rsid w:val="006233EF"/>
    <w:rsid w:val="00625995"/>
    <w:rsid w:val="0062634D"/>
    <w:rsid w:val="00632E79"/>
    <w:rsid w:val="00633336"/>
    <w:rsid w:val="006344E4"/>
    <w:rsid w:val="00635942"/>
    <w:rsid w:val="006363DF"/>
    <w:rsid w:val="006368DA"/>
    <w:rsid w:val="006407BA"/>
    <w:rsid w:val="0064260E"/>
    <w:rsid w:val="006516B0"/>
    <w:rsid w:val="00654A2F"/>
    <w:rsid w:val="006552C6"/>
    <w:rsid w:val="00655976"/>
    <w:rsid w:val="0065610E"/>
    <w:rsid w:val="00660AD3"/>
    <w:rsid w:val="00662411"/>
    <w:rsid w:val="00662E1B"/>
    <w:rsid w:val="0066648F"/>
    <w:rsid w:val="00666844"/>
    <w:rsid w:val="00666B20"/>
    <w:rsid w:val="00667FF1"/>
    <w:rsid w:val="00671D5B"/>
    <w:rsid w:val="00674100"/>
    <w:rsid w:val="006755B3"/>
    <w:rsid w:val="006757E4"/>
    <w:rsid w:val="00676F41"/>
    <w:rsid w:val="006776B6"/>
    <w:rsid w:val="0068063C"/>
    <w:rsid w:val="00680C4A"/>
    <w:rsid w:val="0069136C"/>
    <w:rsid w:val="00692F19"/>
    <w:rsid w:val="00693150"/>
    <w:rsid w:val="0069470F"/>
    <w:rsid w:val="006A019B"/>
    <w:rsid w:val="006A24AF"/>
    <w:rsid w:val="006A2AB1"/>
    <w:rsid w:val="006A5570"/>
    <w:rsid w:val="006A57FA"/>
    <w:rsid w:val="006A63A2"/>
    <w:rsid w:val="006A689C"/>
    <w:rsid w:val="006B2318"/>
    <w:rsid w:val="006B3914"/>
    <w:rsid w:val="006B3D79"/>
    <w:rsid w:val="006B4F85"/>
    <w:rsid w:val="006B5330"/>
    <w:rsid w:val="006B6FE4"/>
    <w:rsid w:val="006C0D67"/>
    <w:rsid w:val="006C16E1"/>
    <w:rsid w:val="006C2343"/>
    <w:rsid w:val="006C2448"/>
    <w:rsid w:val="006C31D3"/>
    <w:rsid w:val="006C442A"/>
    <w:rsid w:val="006C5DEF"/>
    <w:rsid w:val="006D01B1"/>
    <w:rsid w:val="006D3BC8"/>
    <w:rsid w:val="006D4ED0"/>
    <w:rsid w:val="006D621E"/>
    <w:rsid w:val="006E0578"/>
    <w:rsid w:val="006E314D"/>
    <w:rsid w:val="006E4FE1"/>
    <w:rsid w:val="006F0B76"/>
    <w:rsid w:val="006F4A54"/>
    <w:rsid w:val="006F5C75"/>
    <w:rsid w:val="007016B2"/>
    <w:rsid w:val="00702F8E"/>
    <w:rsid w:val="00705CD7"/>
    <w:rsid w:val="007074CC"/>
    <w:rsid w:val="00710723"/>
    <w:rsid w:val="007107DA"/>
    <w:rsid w:val="00712DBF"/>
    <w:rsid w:val="007135BE"/>
    <w:rsid w:val="0071485E"/>
    <w:rsid w:val="007150FD"/>
    <w:rsid w:val="00716886"/>
    <w:rsid w:val="00720802"/>
    <w:rsid w:val="00723E9D"/>
    <w:rsid w:val="00723ED1"/>
    <w:rsid w:val="00733AD8"/>
    <w:rsid w:val="007349C2"/>
    <w:rsid w:val="007406C1"/>
    <w:rsid w:val="00740AF5"/>
    <w:rsid w:val="00743525"/>
    <w:rsid w:val="007438FE"/>
    <w:rsid w:val="007444EC"/>
    <w:rsid w:val="00745555"/>
    <w:rsid w:val="00745B7E"/>
    <w:rsid w:val="00745F94"/>
    <w:rsid w:val="00753C1F"/>
    <w:rsid w:val="007541A2"/>
    <w:rsid w:val="00754843"/>
    <w:rsid w:val="0075515A"/>
    <w:rsid w:val="00755818"/>
    <w:rsid w:val="00756EE3"/>
    <w:rsid w:val="0076008E"/>
    <w:rsid w:val="0076286B"/>
    <w:rsid w:val="00764DFA"/>
    <w:rsid w:val="00765FA0"/>
    <w:rsid w:val="0076600B"/>
    <w:rsid w:val="00766846"/>
    <w:rsid w:val="0076790E"/>
    <w:rsid w:val="00770601"/>
    <w:rsid w:val="0077452B"/>
    <w:rsid w:val="00774B69"/>
    <w:rsid w:val="0077519C"/>
    <w:rsid w:val="0077673A"/>
    <w:rsid w:val="0078122C"/>
    <w:rsid w:val="00781AD8"/>
    <w:rsid w:val="00783BC9"/>
    <w:rsid w:val="007846E1"/>
    <w:rsid w:val="007847D6"/>
    <w:rsid w:val="00784FAB"/>
    <w:rsid w:val="00787272"/>
    <w:rsid w:val="00790B83"/>
    <w:rsid w:val="007917D9"/>
    <w:rsid w:val="00794628"/>
    <w:rsid w:val="0079549F"/>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41E4"/>
    <w:rsid w:val="007D0527"/>
    <w:rsid w:val="007D3FA6"/>
    <w:rsid w:val="007D5459"/>
    <w:rsid w:val="007D54C4"/>
    <w:rsid w:val="007D5837"/>
    <w:rsid w:val="007D58F7"/>
    <w:rsid w:val="007D5A12"/>
    <w:rsid w:val="007D64DE"/>
    <w:rsid w:val="007D7CA4"/>
    <w:rsid w:val="007E27B9"/>
    <w:rsid w:val="007E2DF6"/>
    <w:rsid w:val="007E36C3"/>
    <w:rsid w:val="007E417F"/>
    <w:rsid w:val="007E4A6E"/>
    <w:rsid w:val="007F56A7"/>
    <w:rsid w:val="007F7F81"/>
    <w:rsid w:val="008006E9"/>
    <w:rsid w:val="00800851"/>
    <w:rsid w:val="0080171C"/>
    <w:rsid w:val="008028FD"/>
    <w:rsid w:val="00802EE1"/>
    <w:rsid w:val="0080306F"/>
    <w:rsid w:val="00803BF3"/>
    <w:rsid w:val="00807112"/>
    <w:rsid w:val="00807DD0"/>
    <w:rsid w:val="00810E5C"/>
    <w:rsid w:val="0081156D"/>
    <w:rsid w:val="00816930"/>
    <w:rsid w:val="00821565"/>
    <w:rsid w:val="00821CB8"/>
    <w:rsid w:val="00821D01"/>
    <w:rsid w:val="00824381"/>
    <w:rsid w:val="00824493"/>
    <w:rsid w:val="00826941"/>
    <w:rsid w:val="00826B7B"/>
    <w:rsid w:val="00827BE7"/>
    <w:rsid w:val="0083197D"/>
    <w:rsid w:val="00834146"/>
    <w:rsid w:val="008346E6"/>
    <w:rsid w:val="008355C0"/>
    <w:rsid w:val="00841B97"/>
    <w:rsid w:val="00846789"/>
    <w:rsid w:val="0085027A"/>
    <w:rsid w:val="008512D9"/>
    <w:rsid w:val="0085428F"/>
    <w:rsid w:val="008575E4"/>
    <w:rsid w:val="00860252"/>
    <w:rsid w:val="008633B5"/>
    <w:rsid w:val="008638C8"/>
    <w:rsid w:val="008664BF"/>
    <w:rsid w:val="0087284E"/>
    <w:rsid w:val="00877C7B"/>
    <w:rsid w:val="00885DA0"/>
    <w:rsid w:val="00887F36"/>
    <w:rsid w:val="00890A4F"/>
    <w:rsid w:val="00891566"/>
    <w:rsid w:val="00895231"/>
    <w:rsid w:val="008979BF"/>
    <w:rsid w:val="008A01EA"/>
    <w:rsid w:val="008A22B9"/>
    <w:rsid w:val="008A3568"/>
    <w:rsid w:val="008B1BDF"/>
    <w:rsid w:val="008B38DE"/>
    <w:rsid w:val="008B41BA"/>
    <w:rsid w:val="008B46B0"/>
    <w:rsid w:val="008B68A3"/>
    <w:rsid w:val="008B6CC0"/>
    <w:rsid w:val="008B7A15"/>
    <w:rsid w:val="008B7CB7"/>
    <w:rsid w:val="008C24A8"/>
    <w:rsid w:val="008C25FD"/>
    <w:rsid w:val="008C2E89"/>
    <w:rsid w:val="008C3F99"/>
    <w:rsid w:val="008C50F3"/>
    <w:rsid w:val="008C51A4"/>
    <w:rsid w:val="008C7EFE"/>
    <w:rsid w:val="008D03B9"/>
    <w:rsid w:val="008D0D7F"/>
    <w:rsid w:val="008D1857"/>
    <w:rsid w:val="008D30C7"/>
    <w:rsid w:val="008D3B40"/>
    <w:rsid w:val="008D3C1E"/>
    <w:rsid w:val="008D504D"/>
    <w:rsid w:val="008E1B4B"/>
    <w:rsid w:val="008E4BAE"/>
    <w:rsid w:val="008E7C34"/>
    <w:rsid w:val="008F18D6"/>
    <w:rsid w:val="008F23B7"/>
    <w:rsid w:val="008F2C9B"/>
    <w:rsid w:val="008F71EF"/>
    <w:rsid w:val="008F797B"/>
    <w:rsid w:val="009001EE"/>
    <w:rsid w:val="00904780"/>
    <w:rsid w:val="0090635B"/>
    <w:rsid w:val="00911557"/>
    <w:rsid w:val="009127B4"/>
    <w:rsid w:val="009129BB"/>
    <w:rsid w:val="00914DA7"/>
    <w:rsid w:val="00914F81"/>
    <w:rsid w:val="009150D9"/>
    <w:rsid w:val="009158AD"/>
    <w:rsid w:val="0091739E"/>
    <w:rsid w:val="00922385"/>
    <w:rsid w:val="009223DF"/>
    <w:rsid w:val="009226C1"/>
    <w:rsid w:val="00923406"/>
    <w:rsid w:val="009264D4"/>
    <w:rsid w:val="00926E1B"/>
    <w:rsid w:val="00930977"/>
    <w:rsid w:val="00931EAB"/>
    <w:rsid w:val="00932203"/>
    <w:rsid w:val="009338AD"/>
    <w:rsid w:val="00936091"/>
    <w:rsid w:val="00940D8A"/>
    <w:rsid w:val="0094191B"/>
    <w:rsid w:val="00941F4D"/>
    <w:rsid w:val="0094432E"/>
    <w:rsid w:val="0094574A"/>
    <w:rsid w:val="009479C1"/>
    <w:rsid w:val="00950944"/>
    <w:rsid w:val="00950A2C"/>
    <w:rsid w:val="0095198C"/>
    <w:rsid w:val="009525B9"/>
    <w:rsid w:val="0095779A"/>
    <w:rsid w:val="009578B7"/>
    <w:rsid w:val="00957F1F"/>
    <w:rsid w:val="00962258"/>
    <w:rsid w:val="009627E8"/>
    <w:rsid w:val="009678B7"/>
    <w:rsid w:val="00972217"/>
    <w:rsid w:val="0097239D"/>
    <w:rsid w:val="0097251A"/>
    <w:rsid w:val="0097328D"/>
    <w:rsid w:val="009801AE"/>
    <w:rsid w:val="0098385E"/>
    <w:rsid w:val="00986C98"/>
    <w:rsid w:val="00990247"/>
    <w:rsid w:val="00990C45"/>
    <w:rsid w:val="00992D9C"/>
    <w:rsid w:val="00993EDE"/>
    <w:rsid w:val="00994777"/>
    <w:rsid w:val="009962D0"/>
    <w:rsid w:val="009963F2"/>
    <w:rsid w:val="00996722"/>
    <w:rsid w:val="00996CB8"/>
    <w:rsid w:val="009A3947"/>
    <w:rsid w:val="009A404E"/>
    <w:rsid w:val="009A4188"/>
    <w:rsid w:val="009A53F9"/>
    <w:rsid w:val="009B15E9"/>
    <w:rsid w:val="009B1A25"/>
    <w:rsid w:val="009B1D3B"/>
    <w:rsid w:val="009B2894"/>
    <w:rsid w:val="009B2E97"/>
    <w:rsid w:val="009B4528"/>
    <w:rsid w:val="009B5008"/>
    <w:rsid w:val="009B5146"/>
    <w:rsid w:val="009B5C81"/>
    <w:rsid w:val="009B66D8"/>
    <w:rsid w:val="009C418E"/>
    <w:rsid w:val="009C442C"/>
    <w:rsid w:val="009C5748"/>
    <w:rsid w:val="009C5C2E"/>
    <w:rsid w:val="009C74B4"/>
    <w:rsid w:val="009C79EA"/>
    <w:rsid w:val="009D2FC5"/>
    <w:rsid w:val="009D6234"/>
    <w:rsid w:val="009E0787"/>
    <w:rsid w:val="009E07F4"/>
    <w:rsid w:val="009E09BE"/>
    <w:rsid w:val="009E43AF"/>
    <w:rsid w:val="009E728E"/>
    <w:rsid w:val="009F195E"/>
    <w:rsid w:val="009F25DD"/>
    <w:rsid w:val="009F309B"/>
    <w:rsid w:val="009F392E"/>
    <w:rsid w:val="009F53C5"/>
    <w:rsid w:val="00A001A4"/>
    <w:rsid w:val="00A00D79"/>
    <w:rsid w:val="00A03FC7"/>
    <w:rsid w:val="00A04D7F"/>
    <w:rsid w:val="00A04E6C"/>
    <w:rsid w:val="00A05CA8"/>
    <w:rsid w:val="00A06600"/>
    <w:rsid w:val="00A0740E"/>
    <w:rsid w:val="00A23002"/>
    <w:rsid w:val="00A231AA"/>
    <w:rsid w:val="00A27C05"/>
    <w:rsid w:val="00A33AAA"/>
    <w:rsid w:val="00A353DE"/>
    <w:rsid w:val="00A360CB"/>
    <w:rsid w:val="00A4050F"/>
    <w:rsid w:val="00A40D91"/>
    <w:rsid w:val="00A420F9"/>
    <w:rsid w:val="00A43A2B"/>
    <w:rsid w:val="00A50641"/>
    <w:rsid w:val="00A51149"/>
    <w:rsid w:val="00A5263C"/>
    <w:rsid w:val="00A52EB3"/>
    <w:rsid w:val="00A530BF"/>
    <w:rsid w:val="00A55A23"/>
    <w:rsid w:val="00A55FA6"/>
    <w:rsid w:val="00A57D4A"/>
    <w:rsid w:val="00A57F63"/>
    <w:rsid w:val="00A603F0"/>
    <w:rsid w:val="00A61356"/>
    <w:rsid w:val="00A6177B"/>
    <w:rsid w:val="00A623CF"/>
    <w:rsid w:val="00A62E74"/>
    <w:rsid w:val="00A64E8B"/>
    <w:rsid w:val="00A64FD3"/>
    <w:rsid w:val="00A66136"/>
    <w:rsid w:val="00A67103"/>
    <w:rsid w:val="00A71189"/>
    <w:rsid w:val="00A716FC"/>
    <w:rsid w:val="00A7364A"/>
    <w:rsid w:val="00A74DCC"/>
    <w:rsid w:val="00A753ED"/>
    <w:rsid w:val="00A76782"/>
    <w:rsid w:val="00A7709E"/>
    <w:rsid w:val="00A77512"/>
    <w:rsid w:val="00A801E4"/>
    <w:rsid w:val="00A812CA"/>
    <w:rsid w:val="00A8227E"/>
    <w:rsid w:val="00A8491D"/>
    <w:rsid w:val="00A863A5"/>
    <w:rsid w:val="00A87B25"/>
    <w:rsid w:val="00A90D48"/>
    <w:rsid w:val="00A91EA6"/>
    <w:rsid w:val="00A92E30"/>
    <w:rsid w:val="00A94C2F"/>
    <w:rsid w:val="00A95F01"/>
    <w:rsid w:val="00A9739E"/>
    <w:rsid w:val="00AA03F3"/>
    <w:rsid w:val="00AA05B7"/>
    <w:rsid w:val="00AA1F57"/>
    <w:rsid w:val="00AA4CBB"/>
    <w:rsid w:val="00AA65FA"/>
    <w:rsid w:val="00AA72B5"/>
    <w:rsid w:val="00AA7351"/>
    <w:rsid w:val="00AA7D12"/>
    <w:rsid w:val="00AB09A8"/>
    <w:rsid w:val="00AB4E8C"/>
    <w:rsid w:val="00AC01E9"/>
    <w:rsid w:val="00AC3E83"/>
    <w:rsid w:val="00AC5633"/>
    <w:rsid w:val="00AC59BD"/>
    <w:rsid w:val="00AC6682"/>
    <w:rsid w:val="00AD056F"/>
    <w:rsid w:val="00AD0899"/>
    <w:rsid w:val="00AD0C7B"/>
    <w:rsid w:val="00AD0F2D"/>
    <w:rsid w:val="00AD2050"/>
    <w:rsid w:val="00AD38D0"/>
    <w:rsid w:val="00AD5F1A"/>
    <w:rsid w:val="00AD6731"/>
    <w:rsid w:val="00AD6806"/>
    <w:rsid w:val="00AE252C"/>
    <w:rsid w:val="00AE3013"/>
    <w:rsid w:val="00AF173D"/>
    <w:rsid w:val="00AF2E9E"/>
    <w:rsid w:val="00AF55BE"/>
    <w:rsid w:val="00AF5943"/>
    <w:rsid w:val="00AF6548"/>
    <w:rsid w:val="00AF679D"/>
    <w:rsid w:val="00B00213"/>
    <w:rsid w:val="00B008D5"/>
    <w:rsid w:val="00B00CFD"/>
    <w:rsid w:val="00B02F73"/>
    <w:rsid w:val="00B0322F"/>
    <w:rsid w:val="00B03544"/>
    <w:rsid w:val="00B0461E"/>
    <w:rsid w:val="00B057EF"/>
    <w:rsid w:val="00B0619F"/>
    <w:rsid w:val="00B06CCA"/>
    <w:rsid w:val="00B101FD"/>
    <w:rsid w:val="00B10D80"/>
    <w:rsid w:val="00B13A26"/>
    <w:rsid w:val="00B15A89"/>
    <w:rsid w:val="00B15CEB"/>
    <w:rsid w:val="00B15D0D"/>
    <w:rsid w:val="00B17BBA"/>
    <w:rsid w:val="00B20758"/>
    <w:rsid w:val="00B22106"/>
    <w:rsid w:val="00B24F7C"/>
    <w:rsid w:val="00B27083"/>
    <w:rsid w:val="00B2775B"/>
    <w:rsid w:val="00B31D98"/>
    <w:rsid w:val="00B31E19"/>
    <w:rsid w:val="00B32694"/>
    <w:rsid w:val="00B32EA3"/>
    <w:rsid w:val="00B337DD"/>
    <w:rsid w:val="00B33BFE"/>
    <w:rsid w:val="00B4040C"/>
    <w:rsid w:val="00B40709"/>
    <w:rsid w:val="00B432AF"/>
    <w:rsid w:val="00B44B62"/>
    <w:rsid w:val="00B4585C"/>
    <w:rsid w:val="00B460B0"/>
    <w:rsid w:val="00B46F9C"/>
    <w:rsid w:val="00B50AB2"/>
    <w:rsid w:val="00B5235F"/>
    <w:rsid w:val="00B5431A"/>
    <w:rsid w:val="00B54A61"/>
    <w:rsid w:val="00B5585A"/>
    <w:rsid w:val="00B56EB2"/>
    <w:rsid w:val="00B6392E"/>
    <w:rsid w:val="00B642C1"/>
    <w:rsid w:val="00B65379"/>
    <w:rsid w:val="00B704CF"/>
    <w:rsid w:val="00B705D5"/>
    <w:rsid w:val="00B71CDA"/>
    <w:rsid w:val="00B726A4"/>
    <w:rsid w:val="00B75356"/>
    <w:rsid w:val="00B75EE1"/>
    <w:rsid w:val="00B77481"/>
    <w:rsid w:val="00B8119F"/>
    <w:rsid w:val="00B8518B"/>
    <w:rsid w:val="00B85F20"/>
    <w:rsid w:val="00B860B3"/>
    <w:rsid w:val="00B90061"/>
    <w:rsid w:val="00B94037"/>
    <w:rsid w:val="00B94B1A"/>
    <w:rsid w:val="00B97CC3"/>
    <w:rsid w:val="00B97CDE"/>
    <w:rsid w:val="00BA0DB6"/>
    <w:rsid w:val="00BA15F4"/>
    <w:rsid w:val="00BA24CE"/>
    <w:rsid w:val="00BA45FA"/>
    <w:rsid w:val="00BB1DE7"/>
    <w:rsid w:val="00BB5844"/>
    <w:rsid w:val="00BB6849"/>
    <w:rsid w:val="00BC06C4"/>
    <w:rsid w:val="00BC1F66"/>
    <w:rsid w:val="00BC4AD5"/>
    <w:rsid w:val="00BC6F47"/>
    <w:rsid w:val="00BC79A0"/>
    <w:rsid w:val="00BD33D0"/>
    <w:rsid w:val="00BD4129"/>
    <w:rsid w:val="00BD7164"/>
    <w:rsid w:val="00BD7E91"/>
    <w:rsid w:val="00BD7F0D"/>
    <w:rsid w:val="00BE06DC"/>
    <w:rsid w:val="00BE5A87"/>
    <w:rsid w:val="00BE61C9"/>
    <w:rsid w:val="00BF2642"/>
    <w:rsid w:val="00BF3390"/>
    <w:rsid w:val="00BF4094"/>
    <w:rsid w:val="00BF54FE"/>
    <w:rsid w:val="00BF6A81"/>
    <w:rsid w:val="00C016CF"/>
    <w:rsid w:val="00C01D2F"/>
    <w:rsid w:val="00C02D0A"/>
    <w:rsid w:val="00C03A6E"/>
    <w:rsid w:val="00C04F88"/>
    <w:rsid w:val="00C12313"/>
    <w:rsid w:val="00C12DB5"/>
    <w:rsid w:val="00C13860"/>
    <w:rsid w:val="00C177BE"/>
    <w:rsid w:val="00C20AA2"/>
    <w:rsid w:val="00C22553"/>
    <w:rsid w:val="00C226C0"/>
    <w:rsid w:val="00C24A6A"/>
    <w:rsid w:val="00C26BA3"/>
    <w:rsid w:val="00C30775"/>
    <w:rsid w:val="00C30CA8"/>
    <w:rsid w:val="00C34A69"/>
    <w:rsid w:val="00C374CB"/>
    <w:rsid w:val="00C40403"/>
    <w:rsid w:val="00C41E64"/>
    <w:rsid w:val="00C42B60"/>
    <w:rsid w:val="00C42FE6"/>
    <w:rsid w:val="00C44070"/>
    <w:rsid w:val="00C44F6A"/>
    <w:rsid w:val="00C4573E"/>
    <w:rsid w:val="00C458EA"/>
    <w:rsid w:val="00C46B8E"/>
    <w:rsid w:val="00C502F7"/>
    <w:rsid w:val="00C54759"/>
    <w:rsid w:val="00C5611C"/>
    <w:rsid w:val="00C60C14"/>
    <w:rsid w:val="00C6198E"/>
    <w:rsid w:val="00C64211"/>
    <w:rsid w:val="00C644CF"/>
    <w:rsid w:val="00C653C9"/>
    <w:rsid w:val="00C65F26"/>
    <w:rsid w:val="00C708EA"/>
    <w:rsid w:val="00C70A79"/>
    <w:rsid w:val="00C71821"/>
    <w:rsid w:val="00C71A1B"/>
    <w:rsid w:val="00C737B8"/>
    <w:rsid w:val="00C74D88"/>
    <w:rsid w:val="00C76769"/>
    <w:rsid w:val="00C778A5"/>
    <w:rsid w:val="00C77C2C"/>
    <w:rsid w:val="00C80BD6"/>
    <w:rsid w:val="00C843B2"/>
    <w:rsid w:val="00C87D6C"/>
    <w:rsid w:val="00C920E9"/>
    <w:rsid w:val="00C92521"/>
    <w:rsid w:val="00C95162"/>
    <w:rsid w:val="00C97259"/>
    <w:rsid w:val="00CA0709"/>
    <w:rsid w:val="00CA241B"/>
    <w:rsid w:val="00CA2448"/>
    <w:rsid w:val="00CB3503"/>
    <w:rsid w:val="00CB46BC"/>
    <w:rsid w:val="00CB6953"/>
    <w:rsid w:val="00CB6A37"/>
    <w:rsid w:val="00CB6EA9"/>
    <w:rsid w:val="00CB7299"/>
    <w:rsid w:val="00CB7684"/>
    <w:rsid w:val="00CC10E9"/>
    <w:rsid w:val="00CC220F"/>
    <w:rsid w:val="00CC3280"/>
    <w:rsid w:val="00CC37F6"/>
    <w:rsid w:val="00CC396D"/>
    <w:rsid w:val="00CC780C"/>
    <w:rsid w:val="00CC7C8F"/>
    <w:rsid w:val="00CD1D0B"/>
    <w:rsid w:val="00CD1E30"/>
    <w:rsid w:val="00CD1FC4"/>
    <w:rsid w:val="00CE41B4"/>
    <w:rsid w:val="00CE48D5"/>
    <w:rsid w:val="00CE5BD6"/>
    <w:rsid w:val="00CF18A7"/>
    <w:rsid w:val="00CF332A"/>
    <w:rsid w:val="00D00A24"/>
    <w:rsid w:val="00D022D5"/>
    <w:rsid w:val="00D034A0"/>
    <w:rsid w:val="00D03FAD"/>
    <w:rsid w:val="00D0732C"/>
    <w:rsid w:val="00D1312B"/>
    <w:rsid w:val="00D16CD6"/>
    <w:rsid w:val="00D21061"/>
    <w:rsid w:val="00D23FE7"/>
    <w:rsid w:val="00D25788"/>
    <w:rsid w:val="00D25B1A"/>
    <w:rsid w:val="00D25DFD"/>
    <w:rsid w:val="00D26C97"/>
    <w:rsid w:val="00D278D3"/>
    <w:rsid w:val="00D308E5"/>
    <w:rsid w:val="00D322B7"/>
    <w:rsid w:val="00D325AB"/>
    <w:rsid w:val="00D36987"/>
    <w:rsid w:val="00D37A3E"/>
    <w:rsid w:val="00D37E94"/>
    <w:rsid w:val="00D4108E"/>
    <w:rsid w:val="00D41CF7"/>
    <w:rsid w:val="00D4200D"/>
    <w:rsid w:val="00D4738B"/>
    <w:rsid w:val="00D521D0"/>
    <w:rsid w:val="00D526C7"/>
    <w:rsid w:val="00D5384C"/>
    <w:rsid w:val="00D54118"/>
    <w:rsid w:val="00D5420D"/>
    <w:rsid w:val="00D5789F"/>
    <w:rsid w:val="00D6163D"/>
    <w:rsid w:val="00D65C00"/>
    <w:rsid w:val="00D72FF1"/>
    <w:rsid w:val="00D748E3"/>
    <w:rsid w:val="00D7569D"/>
    <w:rsid w:val="00D81E2E"/>
    <w:rsid w:val="00D82D03"/>
    <w:rsid w:val="00D831A3"/>
    <w:rsid w:val="00D83224"/>
    <w:rsid w:val="00D84231"/>
    <w:rsid w:val="00D85204"/>
    <w:rsid w:val="00D86249"/>
    <w:rsid w:val="00D862C2"/>
    <w:rsid w:val="00D879CB"/>
    <w:rsid w:val="00D90C8B"/>
    <w:rsid w:val="00D91220"/>
    <w:rsid w:val="00D91ADB"/>
    <w:rsid w:val="00D9291A"/>
    <w:rsid w:val="00D953EC"/>
    <w:rsid w:val="00D97BE3"/>
    <w:rsid w:val="00DA0987"/>
    <w:rsid w:val="00DA25FA"/>
    <w:rsid w:val="00DA27EA"/>
    <w:rsid w:val="00DA3394"/>
    <w:rsid w:val="00DA365D"/>
    <w:rsid w:val="00DA3711"/>
    <w:rsid w:val="00DA7798"/>
    <w:rsid w:val="00DB0195"/>
    <w:rsid w:val="00DB6450"/>
    <w:rsid w:val="00DC117F"/>
    <w:rsid w:val="00DC476E"/>
    <w:rsid w:val="00DC6084"/>
    <w:rsid w:val="00DC62B0"/>
    <w:rsid w:val="00DC72E0"/>
    <w:rsid w:val="00DD3D86"/>
    <w:rsid w:val="00DD46F3"/>
    <w:rsid w:val="00DE1D4A"/>
    <w:rsid w:val="00DE51A5"/>
    <w:rsid w:val="00DE5613"/>
    <w:rsid w:val="00DE56F2"/>
    <w:rsid w:val="00DE6BFF"/>
    <w:rsid w:val="00DE765A"/>
    <w:rsid w:val="00DF116D"/>
    <w:rsid w:val="00DF2CA7"/>
    <w:rsid w:val="00DF4DDD"/>
    <w:rsid w:val="00DF74C9"/>
    <w:rsid w:val="00E0098F"/>
    <w:rsid w:val="00E014A7"/>
    <w:rsid w:val="00E01EC2"/>
    <w:rsid w:val="00E04044"/>
    <w:rsid w:val="00E04A7B"/>
    <w:rsid w:val="00E05F35"/>
    <w:rsid w:val="00E0778F"/>
    <w:rsid w:val="00E0779F"/>
    <w:rsid w:val="00E10ACE"/>
    <w:rsid w:val="00E140B7"/>
    <w:rsid w:val="00E156FA"/>
    <w:rsid w:val="00E1626B"/>
    <w:rsid w:val="00E16778"/>
    <w:rsid w:val="00E16FF7"/>
    <w:rsid w:val="00E1732F"/>
    <w:rsid w:val="00E217EC"/>
    <w:rsid w:val="00E23F4D"/>
    <w:rsid w:val="00E24A4F"/>
    <w:rsid w:val="00E26D68"/>
    <w:rsid w:val="00E2760D"/>
    <w:rsid w:val="00E30812"/>
    <w:rsid w:val="00E36068"/>
    <w:rsid w:val="00E37970"/>
    <w:rsid w:val="00E4202E"/>
    <w:rsid w:val="00E42925"/>
    <w:rsid w:val="00E431E0"/>
    <w:rsid w:val="00E44045"/>
    <w:rsid w:val="00E47C2E"/>
    <w:rsid w:val="00E47E8F"/>
    <w:rsid w:val="00E47F94"/>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791E"/>
    <w:rsid w:val="00E82011"/>
    <w:rsid w:val="00E8291B"/>
    <w:rsid w:val="00E83C13"/>
    <w:rsid w:val="00E84C3A"/>
    <w:rsid w:val="00E84CAE"/>
    <w:rsid w:val="00E85009"/>
    <w:rsid w:val="00E878EE"/>
    <w:rsid w:val="00E90754"/>
    <w:rsid w:val="00E93CC4"/>
    <w:rsid w:val="00E95652"/>
    <w:rsid w:val="00EA0F6F"/>
    <w:rsid w:val="00EA4471"/>
    <w:rsid w:val="00EA4D11"/>
    <w:rsid w:val="00EA6EC7"/>
    <w:rsid w:val="00EA7E25"/>
    <w:rsid w:val="00EB0A09"/>
    <w:rsid w:val="00EB104F"/>
    <w:rsid w:val="00EB1F39"/>
    <w:rsid w:val="00EB28CB"/>
    <w:rsid w:val="00EB2F1F"/>
    <w:rsid w:val="00EB46E5"/>
    <w:rsid w:val="00EB59F7"/>
    <w:rsid w:val="00EB6474"/>
    <w:rsid w:val="00EB6CD3"/>
    <w:rsid w:val="00EC116A"/>
    <w:rsid w:val="00EC25B5"/>
    <w:rsid w:val="00EC2AE9"/>
    <w:rsid w:val="00EC3807"/>
    <w:rsid w:val="00EC57D1"/>
    <w:rsid w:val="00EC64A4"/>
    <w:rsid w:val="00ED0703"/>
    <w:rsid w:val="00ED0FAE"/>
    <w:rsid w:val="00ED14BD"/>
    <w:rsid w:val="00ED2399"/>
    <w:rsid w:val="00ED38D7"/>
    <w:rsid w:val="00ED616D"/>
    <w:rsid w:val="00ED6FC2"/>
    <w:rsid w:val="00ED720C"/>
    <w:rsid w:val="00ED7929"/>
    <w:rsid w:val="00ED7B99"/>
    <w:rsid w:val="00EE2241"/>
    <w:rsid w:val="00EE386E"/>
    <w:rsid w:val="00EE5E5B"/>
    <w:rsid w:val="00EF065F"/>
    <w:rsid w:val="00EF1373"/>
    <w:rsid w:val="00EF3A7E"/>
    <w:rsid w:val="00EF6231"/>
    <w:rsid w:val="00EF75C4"/>
    <w:rsid w:val="00F016C7"/>
    <w:rsid w:val="00F024BC"/>
    <w:rsid w:val="00F0640E"/>
    <w:rsid w:val="00F10C1E"/>
    <w:rsid w:val="00F12DEC"/>
    <w:rsid w:val="00F13EEE"/>
    <w:rsid w:val="00F140D8"/>
    <w:rsid w:val="00F1485C"/>
    <w:rsid w:val="00F1715C"/>
    <w:rsid w:val="00F23844"/>
    <w:rsid w:val="00F310F8"/>
    <w:rsid w:val="00F35939"/>
    <w:rsid w:val="00F45607"/>
    <w:rsid w:val="00F4722B"/>
    <w:rsid w:val="00F52990"/>
    <w:rsid w:val="00F54432"/>
    <w:rsid w:val="00F54DFD"/>
    <w:rsid w:val="00F61BBC"/>
    <w:rsid w:val="00F61DCB"/>
    <w:rsid w:val="00F624A1"/>
    <w:rsid w:val="00F659EB"/>
    <w:rsid w:val="00F66312"/>
    <w:rsid w:val="00F66C63"/>
    <w:rsid w:val="00F66FBF"/>
    <w:rsid w:val="00F673CF"/>
    <w:rsid w:val="00F67D41"/>
    <w:rsid w:val="00F705D1"/>
    <w:rsid w:val="00F712F8"/>
    <w:rsid w:val="00F74550"/>
    <w:rsid w:val="00F74972"/>
    <w:rsid w:val="00F756B1"/>
    <w:rsid w:val="00F80FF1"/>
    <w:rsid w:val="00F834E4"/>
    <w:rsid w:val="00F83AE6"/>
    <w:rsid w:val="00F84891"/>
    <w:rsid w:val="00F86BA6"/>
    <w:rsid w:val="00F872C0"/>
    <w:rsid w:val="00F875E7"/>
    <w:rsid w:val="00F8788B"/>
    <w:rsid w:val="00F921B3"/>
    <w:rsid w:val="00F92B0F"/>
    <w:rsid w:val="00F95FF4"/>
    <w:rsid w:val="00FA1B32"/>
    <w:rsid w:val="00FA3ACC"/>
    <w:rsid w:val="00FA4966"/>
    <w:rsid w:val="00FA777A"/>
    <w:rsid w:val="00FB04C5"/>
    <w:rsid w:val="00FB1633"/>
    <w:rsid w:val="00FB2BA1"/>
    <w:rsid w:val="00FB3125"/>
    <w:rsid w:val="00FB406D"/>
    <w:rsid w:val="00FB56B3"/>
    <w:rsid w:val="00FB59B5"/>
    <w:rsid w:val="00FB5DE8"/>
    <w:rsid w:val="00FB6342"/>
    <w:rsid w:val="00FB6C29"/>
    <w:rsid w:val="00FB6CAD"/>
    <w:rsid w:val="00FB7826"/>
    <w:rsid w:val="00FC18BC"/>
    <w:rsid w:val="00FC2BD6"/>
    <w:rsid w:val="00FC6262"/>
    <w:rsid w:val="00FC6389"/>
    <w:rsid w:val="00FC7410"/>
    <w:rsid w:val="00FD0B6D"/>
    <w:rsid w:val="00FD2352"/>
    <w:rsid w:val="00FD49B9"/>
    <w:rsid w:val="00FD5C07"/>
    <w:rsid w:val="00FD65A9"/>
    <w:rsid w:val="00FD67BD"/>
    <w:rsid w:val="00FE0CC6"/>
    <w:rsid w:val="00FE24AB"/>
    <w:rsid w:val="00FE4161"/>
    <w:rsid w:val="00FE5F22"/>
    <w:rsid w:val="00FE64F6"/>
    <w:rsid w:val="00FE6AEC"/>
    <w:rsid w:val="00FE7203"/>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08CA8"/>
  <w15:docId w15:val="{6B7906B1-A0BC-4C03-9C23-455732D5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98385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746733122">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059596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ZD_ZHOTOVEN&#205;_STAVBY\R-Nadlimitn&#237;_(FIDIC)\ZTP_R-F_VZOR_2307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8E5C6669E44C768F5DF2B1E5719337"/>
        <w:category>
          <w:name w:val="Obecné"/>
          <w:gallery w:val="placeholder"/>
        </w:category>
        <w:types>
          <w:type w:val="bbPlcHdr"/>
        </w:types>
        <w:behaviors>
          <w:behavior w:val="content"/>
        </w:behaviors>
        <w:guid w:val="{93EA4C28-9142-4858-8DCE-B851E50149A1}"/>
      </w:docPartPr>
      <w:docPartBody>
        <w:p w:rsidR="00C66E5A" w:rsidRDefault="002E75DF">
          <w:pPr>
            <w:pStyle w:val="C08E5C6669E44C768F5DF2B1E571933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5DF"/>
    <w:rsid w:val="000235AF"/>
    <w:rsid w:val="000931FE"/>
    <w:rsid w:val="000B2C2D"/>
    <w:rsid w:val="0019551D"/>
    <w:rsid w:val="002E75DF"/>
    <w:rsid w:val="0035196E"/>
    <w:rsid w:val="00452EBB"/>
    <w:rsid w:val="005C1C8C"/>
    <w:rsid w:val="00720C9F"/>
    <w:rsid w:val="00740427"/>
    <w:rsid w:val="008549B5"/>
    <w:rsid w:val="009A2FBE"/>
    <w:rsid w:val="00A33DE0"/>
    <w:rsid w:val="00A370BE"/>
    <w:rsid w:val="00C145A9"/>
    <w:rsid w:val="00C340DC"/>
    <w:rsid w:val="00C66E5A"/>
    <w:rsid w:val="00CA3F1D"/>
    <w:rsid w:val="00D611E7"/>
    <w:rsid w:val="00DC70CB"/>
    <w:rsid w:val="00E74B0C"/>
    <w:rsid w:val="00E92E72"/>
    <w:rsid w:val="00EE709C"/>
    <w:rsid w:val="00F3349C"/>
    <w:rsid w:val="00F62E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08E5C6669E44C768F5DF2B1E5719337">
    <w:name w:val="C08E5C6669E44C768F5DF2B1E57193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120CEBC-C61E-45BA-A0DC-15D9C0AFD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ZTP_R-F_VZOR_230711</Template>
  <TotalTime>6</TotalTime>
  <Pages>1</Pages>
  <Words>4546</Words>
  <Characters>26827</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R-F_230711</vt:lpstr>
      <vt:lpstr/>
      <vt:lpstr>Titulek 1. úrovně </vt:lpstr>
      <vt:lpstr>    Titulek 2. úrovně</vt:lpstr>
      <vt:lpstr>        Titulek 3. úrovně</vt:lpstr>
    </vt:vector>
  </TitlesOfParts>
  <Manager>Fojta@szdc.cz</Manager>
  <Company>SŽ</Company>
  <LinksUpToDate>false</LinksUpToDate>
  <CharactersWithSpaces>31311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Kamlar Ondřej, Ing.</dc:creator>
  <cp:lastModifiedBy>Fojta Petr, Ing.</cp:lastModifiedBy>
  <cp:revision>7</cp:revision>
  <cp:lastPrinted>2023-12-08T12:07:00Z</cp:lastPrinted>
  <dcterms:created xsi:type="dcterms:W3CDTF">2023-12-15T08:56:00Z</dcterms:created>
  <dcterms:modified xsi:type="dcterms:W3CDTF">2023-12-18T11:49:00Z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